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628" w:rsidRDefault="006C3628" w:rsidP="00E944E2">
      <w:pPr>
        <w:pStyle w:val="BodyText"/>
        <w:jc w:val="center"/>
      </w:pPr>
    </w:p>
    <w:p w:rsidR="006C3628" w:rsidRDefault="006C3628" w:rsidP="00E944E2">
      <w:pPr>
        <w:pStyle w:val="BodyText"/>
        <w:jc w:val="center"/>
      </w:pPr>
      <w:r>
        <w:t>ОБЛАСТНОЕ ГОСУДАРСТВЕННОЕ БЮДЖЕТНОЕ</w:t>
      </w:r>
    </w:p>
    <w:p w:rsidR="006C3628" w:rsidRDefault="006C3628" w:rsidP="00E944E2">
      <w:pPr>
        <w:pStyle w:val="BodyText"/>
        <w:jc w:val="center"/>
      </w:pPr>
      <w:r>
        <w:t>ПРОФЕССИОНАЛЬНОЕ ОБРАЗОВАТЕЛЬНОЕ УЧРЕЖДЕНИЕ</w:t>
      </w:r>
    </w:p>
    <w:p w:rsidR="006C3628" w:rsidRPr="00E944E2" w:rsidRDefault="006C3628" w:rsidP="00E944E2">
      <w:pPr>
        <w:pStyle w:val="BodyText"/>
        <w:jc w:val="center"/>
      </w:pPr>
      <w:r>
        <w:t>«БАРЫШСКИЙ ИНДУСТРИАЛЬНО-ТЕХНОЛОГИЧЕСКИЙ ТЕХНИКУМ»</w:t>
      </w:r>
    </w:p>
    <w:p w:rsidR="006C3628" w:rsidRDefault="006C3628" w:rsidP="00E944E2">
      <w:pPr>
        <w:pStyle w:val="BodyText"/>
        <w:jc w:val="center"/>
        <w:rPr>
          <w:sz w:val="20"/>
        </w:rPr>
      </w:pPr>
    </w:p>
    <w:p w:rsidR="006C3628" w:rsidRDefault="006C3628" w:rsidP="00E944E2">
      <w:pPr>
        <w:pStyle w:val="BodyText"/>
        <w:jc w:val="center"/>
        <w:rPr>
          <w:sz w:val="20"/>
        </w:rPr>
      </w:pPr>
    </w:p>
    <w:p w:rsidR="006C3628" w:rsidRDefault="006C3628" w:rsidP="00E944E2">
      <w:pPr>
        <w:pStyle w:val="BodyText"/>
        <w:jc w:val="center"/>
        <w:rPr>
          <w:sz w:val="20"/>
        </w:rPr>
      </w:pPr>
    </w:p>
    <w:p w:rsidR="006C3628" w:rsidRDefault="006C3628" w:rsidP="00E944E2">
      <w:pPr>
        <w:pStyle w:val="BodyText"/>
        <w:jc w:val="center"/>
        <w:rPr>
          <w:sz w:val="20"/>
        </w:rPr>
      </w:pPr>
    </w:p>
    <w:p w:rsidR="006C3628" w:rsidRDefault="006C3628" w:rsidP="00E944E2">
      <w:pPr>
        <w:pStyle w:val="BodyText"/>
        <w:jc w:val="center"/>
        <w:rPr>
          <w:sz w:val="20"/>
        </w:rPr>
      </w:pPr>
    </w:p>
    <w:p w:rsidR="006C3628" w:rsidRDefault="006C3628" w:rsidP="00E944E2">
      <w:pPr>
        <w:pStyle w:val="BodyText"/>
        <w:jc w:val="center"/>
        <w:rPr>
          <w:sz w:val="20"/>
        </w:rPr>
      </w:pPr>
    </w:p>
    <w:p w:rsidR="006C3628" w:rsidRDefault="006C3628" w:rsidP="00E944E2">
      <w:pPr>
        <w:pStyle w:val="BodyText"/>
        <w:jc w:val="center"/>
        <w:rPr>
          <w:sz w:val="20"/>
        </w:rPr>
      </w:pPr>
    </w:p>
    <w:p w:rsidR="006C3628" w:rsidRDefault="006C3628" w:rsidP="00E944E2">
      <w:pPr>
        <w:pStyle w:val="BodyText"/>
        <w:jc w:val="center"/>
        <w:rPr>
          <w:sz w:val="20"/>
        </w:rPr>
      </w:pPr>
    </w:p>
    <w:p w:rsidR="006C3628" w:rsidRDefault="006C3628" w:rsidP="00E944E2">
      <w:pPr>
        <w:pStyle w:val="BodyText"/>
        <w:jc w:val="center"/>
        <w:rPr>
          <w:sz w:val="20"/>
        </w:rPr>
      </w:pPr>
    </w:p>
    <w:p w:rsidR="006C3628" w:rsidRDefault="006C3628" w:rsidP="00E944E2">
      <w:pPr>
        <w:pStyle w:val="BodyText"/>
        <w:jc w:val="center"/>
        <w:rPr>
          <w:sz w:val="20"/>
        </w:rPr>
      </w:pPr>
    </w:p>
    <w:p w:rsidR="006C3628" w:rsidRDefault="006C3628" w:rsidP="00E944E2">
      <w:pPr>
        <w:pStyle w:val="BodyText"/>
        <w:jc w:val="center"/>
        <w:rPr>
          <w:sz w:val="20"/>
        </w:rPr>
      </w:pPr>
    </w:p>
    <w:p w:rsidR="006C3628" w:rsidRDefault="006C3628" w:rsidP="00E944E2">
      <w:pPr>
        <w:pStyle w:val="BodyText"/>
        <w:jc w:val="center"/>
        <w:rPr>
          <w:sz w:val="20"/>
        </w:rPr>
      </w:pPr>
    </w:p>
    <w:p w:rsidR="006C3628" w:rsidRDefault="006C3628" w:rsidP="00E944E2">
      <w:pPr>
        <w:pStyle w:val="BodyText"/>
        <w:jc w:val="center"/>
        <w:rPr>
          <w:sz w:val="20"/>
        </w:rPr>
      </w:pPr>
    </w:p>
    <w:p w:rsidR="006C3628" w:rsidRDefault="006C3628" w:rsidP="00E944E2">
      <w:pPr>
        <w:pStyle w:val="BodyText"/>
        <w:jc w:val="center"/>
        <w:rPr>
          <w:sz w:val="20"/>
        </w:rPr>
      </w:pPr>
    </w:p>
    <w:p w:rsidR="006C3628" w:rsidRDefault="006C3628" w:rsidP="00E944E2">
      <w:pPr>
        <w:pStyle w:val="BodyText"/>
        <w:jc w:val="center"/>
        <w:rPr>
          <w:sz w:val="20"/>
        </w:rPr>
      </w:pPr>
    </w:p>
    <w:p w:rsidR="006C3628" w:rsidRDefault="006C3628" w:rsidP="00E944E2">
      <w:pPr>
        <w:pStyle w:val="BodyText"/>
        <w:tabs>
          <w:tab w:val="left" w:pos="5835"/>
        </w:tabs>
        <w:jc w:val="center"/>
        <w:rPr>
          <w:sz w:val="20"/>
        </w:rPr>
      </w:pPr>
    </w:p>
    <w:p w:rsidR="006C3628" w:rsidRDefault="006C3628" w:rsidP="00A866B3">
      <w:pPr>
        <w:pStyle w:val="BodyText"/>
        <w:jc w:val="center"/>
        <w:rPr>
          <w:sz w:val="20"/>
        </w:rPr>
      </w:pPr>
    </w:p>
    <w:p w:rsidR="006C3628" w:rsidRDefault="006C3628" w:rsidP="00A866B3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6C3628" w:rsidRPr="00A83898" w:rsidRDefault="006C3628" w:rsidP="00A866B3">
      <w:pPr>
        <w:spacing w:before="90"/>
        <w:ind w:right="1921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УЧЕБНОЙ ДИСЦИПЛИНЫ</w:t>
      </w:r>
    </w:p>
    <w:p w:rsidR="006C3628" w:rsidRPr="00A866B3" w:rsidRDefault="006C3628" w:rsidP="00A866B3">
      <w:pPr>
        <w:pStyle w:val="BodyText"/>
        <w:jc w:val="center"/>
        <w:rPr>
          <w:b/>
        </w:rPr>
      </w:pPr>
      <w:r>
        <w:rPr>
          <w:b/>
        </w:rPr>
        <w:t>ОУД. 06</w:t>
      </w:r>
      <w:r w:rsidRPr="00A866B3">
        <w:rPr>
          <w:b/>
        </w:rPr>
        <w:t xml:space="preserve"> ФИЗИЧЕСКАЯ КУЛЬТУРА</w:t>
      </w:r>
    </w:p>
    <w:p w:rsidR="006C3628" w:rsidRDefault="006C3628" w:rsidP="00A866B3">
      <w:pPr>
        <w:pStyle w:val="BodyText"/>
        <w:jc w:val="center"/>
      </w:pPr>
    </w:p>
    <w:p w:rsidR="006C3628" w:rsidRDefault="006C3628" w:rsidP="00A866B3">
      <w:pPr>
        <w:pStyle w:val="BodyText"/>
        <w:jc w:val="center"/>
      </w:pPr>
    </w:p>
    <w:p w:rsidR="006C3628" w:rsidRDefault="006C3628" w:rsidP="00A866B3">
      <w:pPr>
        <w:pStyle w:val="BodyText"/>
        <w:jc w:val="center"/>
      </w:pPr>
    </w:p>
    <w:p w:rsidR="006C3628" w:rsidRDefault="006C3628" w:rsidP="00A866B3">
      <w:pPr>
        <w:pStyle w:val="BodyText"/>
        <w:jc w:val="center"/>
      </w:pPr>
    </w:p>
    <w:p w:rsidR="006C3628" w:rsidRPr="00602BFA" w:rsidRDefault="006C3628" w:rsidP="00A866B3">
      <w:pPr>
        <w:pStyle w:val="BodyText"/>
        <w:jc w:val="center"/>
        <w:rPr>
          <w:b/>
        </w:rPr>
      </w:pPr>
      <w:r w:rsidRPr="00D0630B">
        <w:t>Профессия:</w:t>
      </w:r>
      <w:r>
        <w:rPr>
          <w:b/>
        </w:rPr>
        <w:t xml:space="preserve"> </w:t>
      </w:r>
      <w:r w:rsidRPr="00602BFA">
        <w:rPr>
          <w:b/>
        </w:rPr>
        <w:t>23.01.17 Мастер по ремонту и обслуживанию автомобилей</w:t>
      </w:r>
    </w:p>
    <w:p w:rsidR="006C3628" w:rsidRDefault="006C3628" w:rsidP="00A866B3">
      <w:pPr>
        <w:pStyle w:val="BodyText"/>
        <w:jc w:val="center"/>
        <w:rPr>
          <w:b/>
          <w:sz w:val="26"/>
        </w:rPr>
      </w:pPr>
    </w:p>
    <w:p w:rsidR="006C3628" w:rsidRDefault="006C3628" w:rsidP="00A866B3">
      <w:pPr>
        <w:pStyle w:val="BodyText"/>
        <w:jc w:val="center"/>
        <w:rPr>
          <w:b/>
          <w:sz w:val="26"/>
        </w:rPr>
      </w:pPr>
    </w:p>
    <w:p w:rsidR="006C3628" w:rsidRDefault="006C3628" w:rsidP="00E944E2">
      <w:pPr>
        <w:pStyle w:val="BodyText"/>
        <w:jc w:val="center"/>
        <w:rPr>
          <w:b/>
          <w:sz w:val="26"/>
        </w:rPr>
      </w:pPr>
    </w:p>
    <w:p w:rsidR="006C3628" w:rsidRDefault="006C3628" w:rsidP="00E944E2">
      <w:pPr>
        <w:pStyle w:val="BodyText"/>
        <w:jc w:val="center"/>
        <w:rPr>
          <w:b/>
          <w:sz w:val="26"/>
        </w:rPr>
      </w:pPr>
    </w:p>
    <w:p w:rsidR="006C3628" w:rsidRDefault="006C3628" w:rsidP="00E944E2">
      <w:pPr>
        <w:pStyle w:val="BodyText"/>
        <w:jc w:val="center"/>
        <w:rPr>
          <w:b/>
          <w:sz w:val="26"/>
        </w:rPr>
      </w:pPr>
    </w:p>
    <w:p w:rsidR="006C3628" w:rsidRDefault="006C3628" w:rsidP="00E944E2">
      <w:pPr>
        <w:pStyle w:val="BodyText"/>
        <w:jc w:val="center"/>
        <w:rPr>
          <w:b/>
          <w:sz w:val="26"/>
        </w:rPr>
      </w:pPr>
    </w:p>
    <w:p w:rsidR="006C3628" w:rsidRDefault="006C3628" w:rsidP="00E944E2">
      <w:pPr>
        <w:pStyle w:val="BodyText"/>
        <w:jc w:val="center"/>
        <w:rPr>
          <w:b/>
          <w:sz w:val="26"/>
        </w:rPr>
      </w:pPr>
    </w:p>
    <w:p w:rsidR="006C3628" w:rsidRDefault="006C3628" w:rsidP="00E944E2">
      <w:pPr>
        <w:pStyle w:val="BodyText"/>
        <w:jc w:val="center"/>
        <w:rPr>
          <w:b/>
          <w:sz w:val="26"/>
        </w:rPr>
      </w:pPr>
    </w:p>
    <w:p w:rsidR="006C3628" w:rsidRDefault="006C3628" w:rsidP="00E944E2">
      <w:pPr>
        <w:pStyle w:val="BodyText"/>
        <w:jc w:val="center"/>
        <w:rPr>
          <w:b/>
          <w:sz w:val="26"/>
        </w:rPr>
      </w:pPr>
    </w:p>
    <w:p w:rsidR="006C3628" w:rsidRDefault="006C3628" w:rsidP="00E944E2">
      <w:pPr>
        <w:pStyle w:val="BodyText"/>
        <w:jc w:val="center"/>
        <w:rPr>
          <w:b/>
          <w:sz w:val="26"/>
        </w:rPr>
      </w:pPr>
    </w:p>
    <w:p w:rsidR="006C3628" w:rsidRDefault="006C3628" w:rsidP="00E944E2">
      <w:pPr>
        <w:pStyle w:val="BodyText"/>
        <w:jc w:val="center"/>
        <w:rPr>
          <w:b/>
          <w:sz w:val="26"/>
        </w:rPr>
      </w:pPr>
    </w:p>
    <w:p w:rsidR="006C3628" w:rsidRDefault="006C3628" w:rsidP="00E944E2">
      <w:pPr>
        <w:pStyle w:val="BodyText"/>
        <w:jc w:val="center"/>
        <w:rPr>
          <w:b/>
          <w:sz w:val="26"/>
        </w:rPr>
      </w:pPr>
    </w:p>
    <w:p w:rsidR="006C3628" w:rsidRDefault="006C3628" w:rsidP="00E944E2">
      <w:pPr>
        <w:pStyle w:val="BodyText"/>
        <w:jc w:val="center"/>
        <w:rPr>
          <w:b/>
          <w:sz w:val="26"/>
        </w:rPr>
      </w:pPr>
    </w:p>
    <w:p w:rsidR="006C3628" w:rsidRDefault="006C3628" w:rsidP="00E944E2">
      <w:pPr>
        <w:pStyle w:val="BodyText"/>
        <w:jc w:val="center"/>
        <w:rPr>
          <w:b/>
          <w:sz w:val="26"/>
        </w:rPr>
      </w:pPr>
    </w:p>
    <w:p w:rsidR="006C3628" w:rsidRDefault="006C3628" w:rsidP="00E944E2">
      <w:pPr>
        <w:pStyle w:val="BodyText"/>
        <w:jc w:val="center"/>
        <w:rPr>
          <w:b/>
          <w:sz w:val="26"/>
        </w:rPr>
      </w:pPr>
    </w:p>
    <w:p w:rsidR="006C3628" w:rsidRDefault="006C3628" w:rsidP="00E944E2">
      <w:pPr>
        <w:pStyle w:val="BodyText"/>
        <w:jc w:val="center"/>
        <w:rPr>
          <w:b/>
          <w:sz w:val="26"/>
        </w:rPr>
      </w:pPr>
    </w:p>
    <w:p w:rsidR="006C3628" w:rsidRDefault="006C3628" w:rsidP="00E944E2">
      <w:pPr>
        <w:pStyle w:val="BodyText"/>
        <w:jc w:val="center"/>
        <w:rPr>
          <w:b/>
          <w:sz w:val="26"/>
        </w:rPr>
      </w:pPr>
    </w:p>
    <w:p w:rsidR="006C3628" w:rsidRDefault="006C3628" w:rsidP="00E944E2">
      <w:pPr>
        <w:pStyle w:val="BodyText"/>
        <w:jc w:val="center"/>
        <w:rPr>
          <w:b/>
          <w:sz w:val="26"/>
        </w:rPr>
      </w:pPr>
    </w:p>
    <w:p w:rsidR="006C3628" w:rsidRDefault="006C3628" w:rsidP="00E944E2">
      <w:pPr>
        <w:pStyle w:val="BodyText"/>
        <w:jc w:val="center"/>
        <w:rPr>
          <w:b/>
          <w:sz w:val="26"/>
        </w:rPr>
      </w:pPr>
    </w:p>
    <w:p w:rsidR="006C3628" w:rsidRDefault="006C3628" w:rsidP="00E944E2">
      <w:pPr>
        <w:pStyle w:val="BodyText"/>
        <w:jc w:val="center"/>
        <w:rPr>
          <w:b/>
          <w:sz w:val="26"/>
        </w:rPr>
      </w:pPr>
    </w:p>
    <w:p w:rsidR="006C3628" w:rsidRDefault="006C3628" w:rsidP="00E944E2">
      <w:pPr>
        <w:pStyle w:val="BodyText"/>
        <w:jc w:val="center"/>
        <w:rPr>
          <w:b/>
          <w:sz w:val="26"/>
        </w:rPr>
      </w:pPr>
    </w:p>
    <w:p w:rsidR="006C3628" w:rsidRDefault="006C3628" w:rsidP="00E944E2">
      <w:pPr>
        <w:pStyle w:val="BodyText"/>
        <w:jc w:val="center"/>
        <w:rPr>
          <w:b/>
          <w:sz w:val="26"/>
        </w:rPr>
      </w:pPr>
    </w:p>
    <w:p w:rsidR="006C3628" w:rsidRPr="00A83898" w:rsidRDefault="006C3628" w:rsidP="00A83898">
      <w:pPr>
        <w:pStyle w:val="BodyText"/>
        <w:jc w:val="center"/>
        <w:rPr>
          <w:sz w:val="26"/>
        </w:rPr>
      </w:pPr>
      <w:r w:rsidRPr="00A83898">
        <w:rPr>
          <w:sz w:val="26"/>
        </w:rPr>
        <w:t>г. Барыш</w:t>
      </w:r>
    </w:p>
    <w:p w:rsidR="006C3628" w:rsidRPr="00A83898" w:rsidRDefault="006C3628" w:rsidP="00A83898">
      <w:pPr>
        <w:rPr>
          <w:sz w:val="24"/>
        </w:rPr>
        <w:sectPr w:rsidR="006C3628" w:rsidRPr="00A83898" w:rsidSect="00C143CC">
          <w:footerReference w:type="default" r:id="rId7"/>
          <w:pgSz w:w="11910" w:h="16840"/>
          <w:pgMar w:top="540" w:right="470" w:bottom="840" w:left="990" w:header="0" w:footer="654" w:gutter="0"/>
          <w:pgBorders w:display="firstPage"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2"/>
          <w:cols w:space="720"/>
        </w:sectPr>
      </w:pPr>
      <w:r w:rsidRPr="00A83898">
        <w:rPr>
          <w:sz w:val="24"/>
        </w:rPr>
        <w:t xml:space="preserve">                                                                                   </w:t>
      </w:r>
      <w:smartTag w:uri="urn:schemas-microsoft-com:office:smarttags" w:element="metricconverter">
        <w:smartTagPr>
          <w:attr w:name="ProductID" w:val="2020 г"/>
        </w:smartTagPr>
        <w:r>
          <w:rPr>
            <w:sz w:val="24"/>
          </w:rPr>
          <w:t>2020</w:t>
        </w:r>
        <w:r w:rsidRPr="00A83898">
          <w:rPr>
            <w:sz w:val="24"/>
          </w:rPr>
          <w:t xml:space="preserve"> г</w:t>
        </w:r>
      </w:smartTag>
      <w:r w:rsidRPr="00A83898">
        <w:rPr>
          <w:sz w:val="24"/>
        </w:rPr>
        <w:t>.</w:t>
      </w:r>
    </w:p>
    <w:p w:rsidR="006C3628" w:rsidRDefault="006C3628" w:rsidP="00A83898">
      <w:pPr>
        <w:pStyle w:val="BodyText"/>
      </w:pPr>
      <w:r w:rsidRPr="00A83898">
        <w:t>Рабоча</w:t>
      </w:r>
      <w:r>
        <w:t xml:space="preserve">я программа учебной дисциплины ОУД.06 ФИЗИЧЕСКАЯ КУЛЬТУРА разработана в соответствии с ФГОС среднего общего образования и предназначена для получения среднего общего образования студентами, обучающимися по профессии </w:t>
      </w:r>
    </w:p>
    <w:p w:rsidR="006C3628" w:rsidRDefault="006C3628" w:rsidP="0071605E">
      <w:pPr>
        <w:pStyle w:val="BodyText"/>
        <w:jc w:val="center"/>
        <w:rPr>
          <w:b/>
        </w:rPr>
      </w:pPr>
    </w:p>
    <w:p w:rsidR="006C3628" w:rsidRDefault="006C3628" w:rsidP="00C03FB2">
      <w:pPr>
        <w:pStyle w:val="BodyText"/>
        <w:jc w:val="center"/>
      </w:pPr>
      <w:r w:rsidRPr="00602BFA">
        <w:rPr>
          <w:b/>
        </w:rPr>
        <w:t>23.01.17 Мастер по ремонту и обслуживанию автомобилей</w:t>
      </w:r>
    </w:p>
    <w:p w:rsidR="006C3628" w:rsidRDefault="006C3628" w:rsidP="00A83898">
      <w:pPr>
        <w:pStyle w:val="BodyText"/>
      </w:pPr>
    </w:p>
    <w:p w:rsidR="006C3628" w:rsidRDefault="006C3628" w:rsidP="00A83898">
      <w:pPr>
        <w:pStyle w:val="BodyText"/>
      </w:pPr>
    </w:p>
    <w:p w:rsidR="006C3628" w:rsidRDefault="006C3628" w:rsidP="00A83898">
      <w:pPr>
        <w:pStyle w:val="BodyText"/>
      </w:pPr>
    </w:p>
    <w:p w:rsidR="006C3628" w:rsidRDefault="006C3628" w:rsidP="00A83898">
      <w:pPr>
        <w:pStyle w:val="BodyText"/>
      </w:pPr>
      <w:r>
        <w:t>РАССМОТРЕНА                                            УТВЕРЖДАЮ</w:t>
      </w:r>
    </w:p>
    <w:p w:rsidR="006C3628" w:rsidRDefault="006C3628" w:rsidP="00A83898">
      <w:pPr>
        <w:pStyle w:val="BodyText"/>
      </w:pPr>
      <w:r>
        <w:t>на заседании ЦМК                                          Директор ОГБПОУ БИТТ</w:t>
      </w:r>
    </w:p>
    <w:p w:rsidR="006C3628" w:rsidRPr="00BF20D3" w:rsidRDefault="006C3628" w:rsidP="00A83898">
      <w:pPr>
        <w:pStyle w:val="BodyText"/>
        <w:rPr>
          <w:i/>
        </w:rPr>
      </w:pPr>
      <w:r>
        <w:t xml:space="preserve">Председатель ЦМК                                         ________________ </w:t>
      </w:r>
      <w:r w:rsidRPr="00BF20D3">
        <w:rPr>
          <w:i/>
        </w:rPr>
        <w:t>С.А. Мордвинцева</w:t>
      </w:r>
    </w:p>
    <w:p w:rsidR="006C3628" w:rsidRPr="00BF20D3" w:rsidRDefault="006C3628" w:rsidP="00A83898">
      <w:pPr>
        <w:pStyle w:val="BodyText"/>
        <w:rPr>
          <w:i/>
        </w:rPr>
      </w:pPr>
      <w:r w:rsidRPr="00BF20D3">
        <w:rPr>
          <w:i/>
        </w:rPr>
        <w:t>________________ Н.В. Рожкова                           подпись</w:t>
      </w:r>
    </w:p>
    <w:p w:rsidR="006C3628" w:rsidRPr="00BF20D3" w:rsidRDefault="006C3628" w:rsidP="00A83898">
      <w:pPr>
        <w:pStyle w:val="BodyText"/>
        <w:rPr>
          <w:i/>
        </w:rPr>
      </w:pPr>
      <w:r w:rsidRPr="00BF20D3">
        <w:rPr>
          <w:i/>
        </w:rPr>
        <w:t xml:space="preserve">         подпись</w:t>
      </w:r>
    </w:p>
    <w:p w:rsidR="006C3628" w:rsidRPr="00BF20D3" w:rsidRDefault="006C3628" w:rsidP="00A83898">
      <w:pPr>
        <w:pStyle w:val="BodyText"/>
        <w:rPr>
          <w:i/>
        </w:rPr>
      </w:pPr>
      <w:r>
        <w:t xml:space="preserve">                                                                            </w:t>
      </w:r>
      <w:r>
        <w:rPr>
          <w:i/>
        </w:rPr>
        <w:t xml:space="preserve">«___» ___________ </w:t>
      </w:r>
      <w:smartTag w:uri="urn:schemas-microsoft-com:office:smarttags" w:element="metricconverter">
        <w:smartTagPr>
          <w:attr w:name="ProductID" w:val="2020 г"/>
        </w:smartTagPr>
        <w:r>
          <w:rPr>
            <w:i/>
          </w:rPr>
          <w:t>2020</w:t>
        </w:r>
        <w:r w:rsidRPr="00BF20D3">
          <w:rPr>
            <w:i/>
          </w:rPr>
          <w:t xml:space="preserve"> г</w:t>
        </w:r>
      </w:smartTag>
      <w:r w:rsidRPr="00BF20D3">
        <w:rPr>
          <w:i/>
        </w:rPr>
        <w:t>.</w:t>
      </w:r>
    </w:p>
    <w:p w:rsidR="006C3628" w:rsidRPr="00BF20D3" w:rsidRDefault="006C3628" w:rsidP="00A83898">
      <w:pPr>
        <w:pStyle w:val="BodyText"/>
        <w:rPr>
          <w:i/>
        </w:rPr>
      </w:pPr>
      <w:r w:rsidRPr="00BF20D3">
        <w:rPr>
          <w:i/>
        </w:rPr>
        <w:t>Протокол заседания ЦМК</w:t>
      </w:r>
    </w:p>
    <w:p w:rsidR="006C3628" w:rsidRPr="00BF20D3" w:rsidRDefault="006C3628" w:rsidP="00A83898">
      <w:pPr>
        <w:pStyle w:val="BodyText"/>
        <w:rPr>
          <w:i/>
        </w:rPr>
      </w:pPr>
      <w:r w:rsidRPr="00BF20D3">
        <w:rPr>
          <w:i/>
        </w:rPr>
        <w:t>№ _____ от «___</w:t>
      </w:r>
      <w:r>
        <w:rPr>
          <w:i/>
        </w:rPr>
        <w:t>» ______ 2020</w:t>
      </w:r>
      <w:r w:rsidRPr="00BF20D3">
        <w:rPr>
          <w:i/>
        </w:rPr>
        <w:t>г.</w:t>
      </w:r>
    </w:p>
    <w:p w:rsidR="006C3628" w:rsidRDefault="006C3628" w:rsidP="00A83898">
      <w:pPr>
        <w:pStyle w:val="BodyText"/>
      </w:pPr>
    </w:p>
    <w:p w:rsidR="006C3628" w:rsidRDefault="006C3628" w:rsidP="00A83898">
      <w:pPr>
        <w:pStyle w:val="BodyText"/>
      </w:pPr>
    </w:p>
    <w:p w:rsidR="006C3628" w:rsidRDefault="006C3628" w:rsidP="00A83898">
      <w:pPr>
        <w:pStyle w:val="BodyText"/>
      </w:pPr>
    </w:p>
    <w:p w:rsidR="006C3628" w:rsidRDefault="006C3628" w:rsidP="00A83898">
      <w:pPr>
        <w:pStyle w:val="BodyText"/>
      </w:pPr>
    </w:p>
    <w:p w:rsidR="006C3628" w:rsidRDefault="006C3628" w:rsidP="00A83898">
      <w:pPr>
        <w:pStyle w:val="BodyText"/>
      </w:pPr>
    </w:p>
    <w:p w:rsidR="006C3628" w:rsidRDefault="006C3628" w:rsidP="00A83898">
      <w:pPr>
        <w:pStyle w:val="BodyText"/>
      </w:pPr>
    </w:p>
    <w:p w:rsidR="006C3628" w:rsidRDefault="006C3628" w:rsidP="00A83898">
      <w:pPr>
        <w:pStyle w:val="BodyText"/>
      </w:pPr>
    </w:p>
    <w:p w:rsidR="006C3628" w:rsidRDefault="006C3628" w:rsidP="00A83898">
      <w:pPr>
        <w:pStyle w:val="BodyText"/>
      </w:pPr>
    </w:p>
    <w:p w:rsidR="006C3628" w:rsidRDefault="006C3628" w:rsidP="00A83898">
      <w:pPr>
        <w:pStyle w:val="BodyText"/>
      </w:pPr>
    </w:p>
    <w:p w:rsidR="006C3628" w:rsidRDefault="006C3628" w:rsidP="00A83898">
      <w:pPr>
        <w:pStyle w:val="BodyText"/>
      </w:pPr>
    </w:p>
    <w:p w:rsidR="006C3628" w:rsidRDefault="006C3628" w:rsidP="00A83898">
      <w:pPr>
        <w:pStyle w:val="BodyText"/>
      </w:pPr>
    </w:p>
    <w:p w:rsidR="006C3628" w:rsidRDefault="006C3628" w:rsidP="00A83898">
      <w:pPr>
        <w:pStyle w:val="BodyText"/>
      </w:pPr>
      <w:r>
        <w:t>Разработчик:</w:t>
      </w:r>
    </w:p>
    <w:p w:rsidR="006C3628" w:rsidRPr="0071605E" w:rsidRDefault="006C3628" w:rsidP="00A83898">
      <w:pPr>
        <w:pStyle w:val="BodyText"/>
      </w:pPr>
      <w:r>
        <w:t>Кулишов Александр Сергеевич – преподаватель физической культуры</w:t>
      </w:r>
    </w:p>
    <w:p w:rsidR="006C3628" w:rsidRPr="00A83898" w:rsidRDefault="006C3628" w:rsidP="00A83898">
      <w:pPr>
        <w:spacing w:before="71"/>
        <w:ind w:left="1917" w:right="1920"/>
        <w:rPr>
          <w:sz w:val="28"/>
          <w:szCs w:val="28"/>
        </w:rPr>
      </w:pPr>
    </w:p>
    <w:p w:rsidR="006C3628" w:rsidRPr="00A83898" w:rsidRDefault="006C3628">
      <w:pPr>
        <w:spacing w:before="71"/>
        <w:ind w:left="1917" w:right="1920"/>
        <w:jc w:val="center"/>
        <w:rPr>
          <w:i/>
          <w:sz w:val="28"/>
          <w:szCs w:val="28"/>
        </w:rPr>
      </w:pPr>
    </w:p>
    <w:p w:rsidR="006C3628" w:rsidRPr="00A83898" w:rsidRDefault="006C3628">
      <w:pPr>
        <w:spacing w:before="71"/>
        <w:ind w:left="1917" w:right="1920"/>
        <w:jc w:val="center"/>
        <w:rPr>
          <w:i/>
          <w:sz w:val="28"/>
          <w:szCs w:val="28"/>
        </w:rPr>
      </w:pPr>
    </w:p>
    <w:p w:rsidR="006C3628" w:rsidRPr="00A83898" w:rsidRDefault="006C3628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6C3628" w:rsidRPr="00A83898" w:rsidRDefault="006C3628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6C3628" w:rsidRPr="00A83898" w:rsidRDefault="006C3628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6C3628" w:rsidRPr="00A83898" w:rsidRDefault="006C3628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6C3628" w:rsidRPr="00A83898" w:rsidRDefault="006C3628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6C3628" w:rsidRDefault="006C3628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6C3628" w:rsidRPr="00A83898" w:rsidRDefault="006C3628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6C3628" w:rsidRPr="00A83898" w:rsidRDefault="006C3628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6C3628" w:rsidRDefault="006C3628" w:rsidP="00A83898">
      <w:pPr>
        <w:spacing w:before="71"/>
        <w:ind w:right="1920"/>
        <w:rPr>
          <w:b/>
          <w:i/>
          <w:sz w:val="24"/>
        </w:rPr>
      </w:pPr>
    </w:p>
    <w:p w:rsidR="006C3628" w:rsidRDefault="006C3628" w:rsidP="00A83898">
      <w:pPr>
        <w:spacing w:before="71"/>
        <w:ind w:right="1920"/>
        <w:rPr>
          <w:b/>
          <w:i/>
          <w:sz w:val="24"/>
        </w:rPr>
      </w:pPr>
    </w:p>
    <w:p w:rsidR="006C3628" w:rsidRPr="00B22767" w:rsidRDefault="006C3628" w:rsidP="00A83898">
      <w:pPr>
        <w:spacing w:before="71"/>
        <w:ind w:right="1920"/>
        <w:rPr>
          <w:b/>
          <w:i/>
          <w:sz w:val="24"/>
        </w:rPr>
      </w:pPr>
    </w:p>
    <w:p w:rsidR="006C3628" w:rsidRPr="00A228FE" w:rsidRDefault="006C3628">
      <w:pPr>
        <w:spacing w:before="71"/>
        <w:ind w:left="1917" w:right="1920"/>
        <w:jc w:val="center"/>
        <w:rPr>
          <w:b/>
          <w:sz w:val="24"/>
        </w:rPr>
      </w:pPr>
      <w:r w:rsidRPr="00A228FE">
        <w:rPr>
          <w:b/>
          <w:sz w:val="24"/>
        </w:rPr>
        <w:t>СОДЕРЖАНИЕ</w:t>
      </w:r>
    </w:p>
    <w:p w:rsidR="006C3628" w:rsidRDefault="006C3628">
      <w:pPr>
        <w:pStyle w:val="BodyText"/>
        <w:rPr>
          <w:b/>
          <w:i/>
          <w:sz w:val="20"/>
        </w:rPr>
      </w:pPr>
    </w:p>
    <w:p w:rsidR="006C3628" w:rsidRDefault="006C3628">
      <w:pPr>
        <w:pStyle w:val="BodyText"/>
        <w:spacing w:before="4"/>
        <w:rPr>
          <w:b/>
          <w:i/>
          <w:sz w:val="15"/>
        </w:rPr>
      </w:pPr>
    </w:p>
    <w:tbl>
      <w:tblPr>
        <w:tblW w:w="0" w:type="auto"/>
        <w:tblInd w:w="46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94"/>
        <w:gridCol w:w="908"/>
      </w:tblGrid>
      <w:tr w:rsidR="006C3628">
        <w:trPr>
          <w:trHeight w:val="771"/>
        </w:trPr>
        <w:tc>
          <w:tcPr>
            <w:tcW w:w="7594" w:type="dxa"/>
          </w:tcPr>
          <w:p w:rsidR="006C3628" w:rsidRDefault="006C3628">
            <w:pPr>
              <w:pStyle w:val="TableParagraph"/>
              <w:tabs>
                <w:tab w:val="left" w:pos="2541"/>
                <w:tab w:val="left" w:pos="5936"/>
              </w:tabs>
              <w:spacing w:line="278" w:lineRule="auto"/>
              <w:ind w:left="560" w:right="468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 РАБОЧЕЙ ПРОГРАММЫ 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908" w:type="dxa"/>
          </w:tcPr>
          <w:p w:rsidR="006C3628" w:rsidRDefault="006C3628">
            <w:pPr>
              <w:pStyle w:val="TableParagraph"/>
              <w:spacing w:line="266" w:lineRule="exact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6C3628">
        <w:trPr>
          <w:trHeight w:val="1413"/>
        </w:trPr>
        <w:tc>
          <w:tcPr>
            <w:tcW w:w="7594" w:type="dxa"/>
          </w:tcPr>
          <w:p w:rsidR="006C3628" w:rsidRDefault="006C3628" w:rsidP="00BC5505">
            <w:pPr>
              <w:pStyle w:val="TableParagraph"/>
              <w:numPr>
                <w:ilvl w:val="0"/>
                <w:numId w:val="6"/>
              </w:numPr>
              <w:tabs>
                <w:tab w:val="left" w:pos="548"/>
                <w:tab w:val="left" w:pos="2663"/>
                <w:tab w:val="left" w:pos="3486"/>
                <w:tab w:val="left" w:pos="5898"/>
              </w:tabs>
              <w:spacing w:before="176" w:line="278" w:lineRule="auto"/>
              <w:ind w:right="466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СТРУКТУРА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 xml:space="preserve">УЧЕБНОЙ </w:t>
            </w:r>
            <w:r>
              <w:rPr>
                <w:b/>
                <w:sz w:val="24"/>
              </w:rPr>
              <w:t>ДИСЦИПЛИНЫ</w:t>
            </w:r>
          </w:p>
          <w:p w:rsidR="006C3628" w:rsidRDefault="006C3628" w:rsidP="00BC5505">
            <w:pPr>
              <w:pStyle w:val="TableParagraph"/>
              <w:numPr>
                <w:ilvl w:val="0"/>
                <w:numId w:val="6"/>
              </w:numPr>
              <w:tabs>
                <w:tab w:val="left" w:pos="548"/>
              </w:tabs>
              <w:spacing w:before="195"/>
              <w:ind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 РЕАЛИЗАЦИИ 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908" w:type="dxa"/>
          </w:tcPr>
          <w:p w:rsidR="006C3628" w:rsidRDefault="006C3628" w:rsidP="00F043BE">
            <w:pPr>
              <w:pStyle w:val="TableParagraph"/>
              <w:spacing w:before="173"/>
              <w:ind w:left="0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        </w:t>
            </w:r>
            <w:r>
              <w:rPr>
                <w:b/>
                <w:sz w:val="24"/>
              </w:rPr>
              <w:t>8</w:t>
            </w:r>
          </w:p>
          <w:p w:rsidR="006C3628" w:rsidRDefault="006C3628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6C3628" w:rsidRDefault="006C3628">
            <w:pPr>
              <w:pStyle w:val="TableParagraph"/>
              <w:spacing w:before="217"/>
              <w:ind w:left="447" w:right="1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</w:tr>
      <w:tr w:rsidR="006C3628">
        <w:trPr>
          <w:trHeight w:val="708"/>
        </w:trPr>
        <w:tc>
          <w:tcPr>
            <w:tcW w:w="7594" w:type="dxa"/>
          </w:tcPr>
          <w:p w:rsidR="006C3628" w:rsidRDefault="006C3628">
            <w:pPr>
              <w:pStyle w:val="TableParagraph"/>
              <w:spacing w:before="82" w:line="310" w:lineRule="atLeast"/>
              <w:ind w:left="200" w:right="468"/>
              <w:rPr>
                <w:b/>
                <w:sz w:val="24"/>
              </w:rPr>
            </w:pPr>
            <w:r>
              <w:rPr>
                <w:b/>
                <w:sz w:val="24"/>
              </w:rPr>
              <w:t>4. КОНТРОЛЬ И ОЦЕНКА РЕЗУЛЬТАТОВ ОСВОЕНИЯ УЧЕБНОЙ ДИСЦИПЛИНЫ</w:t>
            </w:r>
          </w:p>
        </w:tc>
        <w:tc>
          <w:tcPr>
            <w:tcW w:w="908" w:type="dxa"/>
          </w:tcPr>
          <w:p w:rsidR="006C3628" w:rsidRDefault="006C3628">
            <w:pPr>
              <w:pStyle w:val="TableParagraph"/>
              <w:spacing w:before="233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</w:tbl>
    <w:p w:rsidR="006C3628" w:rsidRDefault="006C3628">
      <w:pPr>
        <w:rPr>
          <w:sz w:val="24"/>
        </w:rPr>
        <w:sectPr w:rsidR="006C3628" w:rsidSect="00A83898">
          <w:pgSz w:w="11910" w:h="16840"/>
          <w:pgMar w:top="719" w:right="540" w:bottom="920" w:left="1400" w:header="0" w:footer="654" w:gutter="0"/>
          <w:cols w:space="720"/>
        </w:sectPr>
      </w:pPr>
    </w:p>
    <w:p w:rsidR="006C3628" w:rsidRPr="005D36CF" w:rsidRDefault="006C3628" w:rsidP="0071605E">
      <w:pPr>
        <w:pStyle w:val="ListParagraph"/>
        <w:numPr>
          <w:ilvl w:val="3"/>
          <w:numId w:val="7"/>
        </w:numPr>
        <w:tabs>
          <w:tab w:val="left" w:pos="926"/>
        </w:tabs>
        <w:spacing w:before="71" w:line="240" w:lineRule="auto"/>
        <w:ind w:right="694" w:hanging="3099"/>
        <w:jc w:val="center"/>
        <w:rPr>
          <w:b/>
          <w:sz w:val="28"/>
          <w:szCs w:val="28"/>
        </w:rPr>
      </w:pPr>
      <w:r>
        <w:rPr>
          <w:b/>
          <w:sz w:val="24"/>
        </w:rPr>
        <w:t>ПАСПОРТ  ПРОГРАММЫ УЧЕБНОЙ ДИСЦИПЛИНЫ</w:t>
      </w:r>
    </w:p>
    <w:p w:rsidR="006C3628" w:rsidRPr="005D36CF" w:rsidRDefault="006C3628" w:rsidP="0071605E">
      <w:pPr>
        <w:pStyle w:val="ListParagraph"/>
        <w:tabs>
          <w:tab w:val="left" w:pos="926"/>
        </w:tabs>
        <w:spacing w:before="71" w:line="240" w:lineRule="auto"/>
        <w:ind w:left="686" w:right="694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ОУД.06 </w:t>
      </w:r>
      <w:r w:rsidRPr="005D36CF">
        <w:rPr>
          <w:b/>
          <w:sz w:val="28"/>
          <w:szCs w:val="28"/>
        </w:rPr>
        <w:t>Физическая</w:t>
      </w:r>
      <w:r w:rsidRPr="005D36CF">
        <w:rPr>
          <w:b/>
          <w:spacing w:val="-1"/>
          <w:sz w:val="28"/>
          <w:szCs w:val="28"/>
        </w:rPr>
        <w:t xml:space="preserve"> </w:t>
      </w:r>
      <w:r w:rsidRPr="005D36CF">
        <w:rPr>
          <w:b/>
          <w:sz w:val="28"/>
          <w:szCs w:val="28"/>
        </w:rPr>
        <w:t>культура</w:t>
      </w:r>
    </w:p>
    <w:p w:rsidR="006C3628" w:rsidRDefault="006C3628">
      <w:pPr>
        <w:pStyle w:val="BodyText"/>
        <w:spacing w:before="7"/>
        <w:rPr>
          <w:b/>
          <w:sz w:val="23"/>
        </w:rPr>
      </w:pPr>
    </w:p>
    <w:p w:rsidR="006C3628" w:rsidRPr="00D54362" w:rsidRDefault="006C3628" w:rsidP="00D54362">
      <w:pPr>
        <w:pStyle w:val="ListParagraph"/>
        <w:numPr>
          <w:ilvl w:val="1"/>
          <w:numId w:val="25"/>
        </w:numPr>
        <w:tabs>
          <w:tab w:val="left" w:pos="723"/>
        </w:tabs>
        <w:spacing w:line="270" w:lineRule="exact"/>
        <w:rPr>
          <w:b/>
          <w:sz w:val="28"/>
          <w:szCs w:val="28"/>
        </w:rPr>
      </w:pPr>
      <w:r w:rsidRPr="00D54362">
        <w:rPr>
          <w:b/>
          <w:sz w:val="28"/>
          <w:szCs w:val="28"/>
        </w:rPr>
        <w:t>Область применения</w:t>
      </w:r>
      <w:r w:rsidRPr="00D54362">
        <w:rPr>
          <w:b/>
          <w:spacing w:val="-1"/>
          <w:sz w:val="28"/>
          <w:szCs w:val="28"/>
        </w:rPr>
        <w:t xml:space="preserve"> </w:t>
      </w:r>
      <w:r w:rsidRPr="00D54362">
        <w:rPr>
          <w:b/>
          <w:sz w:val="28"/>
          <w:szCs w:val="28"/>
        </w:rPr>
        <w:t>программы</w:t>
      </w:r>
    </w:p>
    <w:p w:rsidR="006C3628" w:rsidRPr="00602BFA" w:rsidRDefault="006C3628" w:rsidP="00160C55">
      <w:pPr>
        <w:pStyle w:val="1"/>
        <w:rPr>
          <w:rFonts w:ascii="Times New Roman" w:hAnsi="Times New Roman"/>
          <w:sz w:val="28"/>
          <w:szCs w:val="28"/>
        </w:rPr>
      </w:pPr>
      <w:r w:rsidRPr="00E657A9">
        <w:rPr>
          <w:rFonts w:ascii="Times New Roman" w:hAnsi="Times New Roman"/>
          <w:sz w:val="28"/>
          <w:szCs w:val="28"/>
        </w:rPr>
        <w:t xml:space="preserve">Программа учебной дисциплины является </w:t>
      </w:r>
      <w:r>
        <w:rPr>
          <w:rFonts w:ascii="Times New Roman" w:hAnsi="Times New Roman"/>
          <w:sz w:val="28"/>
          <w:szCs w:val="28"/>
        </w:rPr>
        <w:t xml:space="preserve">частью основной образовательной </w:t>
      </w:r>
      <w:r w:rsidRPr="00E657A9">
        <w:rPr>
          <w:rFonts w:ascii="Times New Roman" w:hAnsi="Times New Roman"/>
          <w:sz w:val="28"/>
          <w:szCs w:val="28"/>
        </w:rPr>
        <w:t xml:space="preserve">программы в соответствии с ФГОС среднего общего образования (утвержденного Приказом Министерства образования и науки Российской Федерации от 17 мая 2012г. № 413) и предназначена для получения среднего общего образования студентами, обучающимися на базе основного общего образования по </w:t>
      </w:r>
      <w:r w:rsidRPr="00F71AA5">
        <w:rPr>
          <w:rFonts w:ascii="Times New Roman" w:hAnsi="Times New Roman"/>
          <w:sz w:val="28"/>
          <w:szCs w:val="28"/>
        </w:rPr>
        <w:t xml:space="preserve">профессии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2BFA">
        <w:rPr>
          <w:rFonts w:ascii="Times New Roman" w:hAnsi="Times New Roman"/>
          <w:sz w:val="28"/>
          <w:szCs w:val="28"/>
        </w:rPr>
        <w:t>23.01.17 Мастер по ремонту и обслуживанию автомобилей</w:t>
      </w:r>
    </w:p>
    <w:p w:rsidR="006C3628" w:rsidRPr="00F71AA5" w:rsidRDefault="006C3628" w:rsidP="00160C55">
      <w:pPr>
        <w:pStyle w:val="1"/>
        <w:rPr>
          <w:rFonts w:ascii="Times New Roman" w:hAnsi="Times New Roman"/>
          <w:sz w:val="28"/>
          <w:szCs w:val="28"/>
        </w:rPr>
      </w:pPr>
      <w:r w:rsidRPr="00F71AA5">
        <w:rPr>
          <w:rFonts w:ascii="Times New Roman" w:hAnsi="Times New Roman"/>
          <w:sz w:val="28"/>
          <w:szCs w:val="28"/>
        </w:rPr>
        <w:t>Рабочая программа разработана в соответствии с базовым курсом дополнительно профессиональным образованием.</w:t>
      </w:r>
    </w:p>
    <w:p w:rsidR="006C3628" w:rsidRPr="00D54362" w:rsidRDefault="006C3628" w:rsidP="00D54362">
      <w:pPr>
        <w:pStyle w:val="ListParagraph"/>
        <w:tabs>
          <w:tab w:val="left" w:pos="806"/>
        </w:tabs>
        <w:spacing w:line="240" w:lineRule="auto"/>
        <w:ind w:left="302" w:right="306" w:firstLine="0"/>
        <w:rPr>
          <w:b/>
          <w:sz w:val="28"/>
          <w:szCs w:val="28"/>
        </w:rPr>
      </w:pPr>
      <w:r w:rsidRPr="00D54362">
        <w:rPr>
          <w:b/>
          <w:sz w:val="28"/>
          <w:szCs w:val="28"/>
        </w:rPr>
        <w:t xml:space="preserve">   </w:t>
      </w:r>
    </w:p>
    <w:p w:rsidR="006C3628" w:rsidRPr="00D54362" w:rsidRDefault="006C3628" w:rsidP="00D54362">
      <w:pPr>
        <w:pStyle w:val="ListParagraph"/>
        <w:tabs>
          <w:tab w:val="left" w:pos="806"/>
        </w:tabs>
        <w:spacing w:line="240" w:lineRule="auto"/>
        <w:ind w:left="302" w:right="306" w:firstLine="0"/>
        <w:rPr>
          <w:b/>
          <w:sz w:val="28"/>
          <w:szCs w:val="28"/>
        </w:rPr>
      </w:pPr>
      <w:r w:rsidRPr="00D5436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  <w:r w:rsidRPr="00D54362">
        <w:rPr>
          <w:b/>
          <w:sz w:val="28"/>
          <w:szCs w:val="28"/>
        </w:rPr>
        <w:t>1.2 Цели учебной дисциплины:</w:t>
      </w:r>
    </w:p>
    <w:p w:rsidR="006C3628" w:rsidRPr="00D54362" w:rsidRDefault="006C3628" w:rsidP="00D54362">
      <w:pPr>
        <w:pStyle w:val="ListParagraph"/>
        <w:numPr>
          <w:ilvl w:val="2"/>
          <w:numId w:val="24"/>
        </w:numPr>
        <w:tabs>
          <w:tab w:val="left" w:pos="1110"/>
        </w:tabs>
        <w:spacing w:line="240" w:lineRule="auto"/>
        <w:ind w:right="435"/>
        <w:rPr>
          <w:sz w:val="28"/>
          <w:szCs w:val="28"/>
        </w:rPr>
      </w:pPr>
      <w:r w:rsidRPr="00D54362">
        <w:rPr>
          <w:sz w:val="28"/>
          <w:szCs w:val="28"/>
        </w:rPr>
        <w:t>формирование у обучающихся устойчивых мотивов и потребностей в бережном</w:t>
      </w:r>
      <w:r w:rsidRPr="00D54362">
        <w:rPr>
          <w:spacing w:val="-25"/>
          <w:sz w:val="28"/>
          <w:szCs w:val="28"/>
        </w:rPr>
        <w:t xml:space="preserve"> </w:t>
      </w:r>
      <w:r w:rsidRPr="00D54362">
        <w:rPr>
          <w:spacing w:val="2"/>
          <w:sz w:val="28"/>
          <w:szCs w:val="28"/>
        </w:rPr>
        <w:t>от</w:t>
      </w:r>
      <w:r w:rsidRPr="00D54362">
        <w:rPr>
          <w:sz w:val="28"/>
          <w:szCs w:val="28"/>
        </w:rPr>
        <w:t>ношении к своему</w:t>
      </w:r>
      <w:r w:rsidRPr="00D54362">
        <w:rPr>
          <w:spacing w:val="-6"/>
          <w:sz w:val="28"/>
          <w:szCs w:val="28"/>
        </w:rPr>
        <w:t xml:space="preserve"> </w:t>
      </w:r>
      <w:r w:rsidRPr="00D54362">
        <w:rPr>
          <w:sz w:val="28"/>
          <w:szCs w:val="28"/>
        </w:rPr>
        <w:t>здоровью;</w:t>
      </w:r>
    </w:p>
    <w:p w:rsidR="006C3628" w:rsidRPr="00D54362" w:rsidRDefault="006C3628" w:rsidP="00D54362">
      <w:pPr>
        <w:pStyle w:val="ListParagraph"/>
        <w:numPr>
          <w:ilvl w:val="2"/>
          <w:numId w:val="24"/>
        </w:numPr>
        <w:tabs>
          <w:tab w:val="left" w:pos="1110"/>
        </w:tabs>
        <w:spacing w:line="240" w:lineRule="auto"/>
        <w:rPr>
          <w:sz w:val="28"/>
          <w:szCs w:val="28"/>
        </w:rPr>
      </w:pPr>
      <w:r w:rsidRPr="00D54362">
        <w:rPr>
          <w:sz w:val="28"/>
          <w:szCs w:val="28"/>
        </w:rPr>
        <w:t>целостное развитие физических и психических</w:t>
      </w:r>
      <w:r w:rsidRPr="00D54362">
        <w:rPr>
          <w:spacing w:val="-7"/>
          <w:sz w:val="28"/>
          <w:szCs w:val="28"/>
        </w:rPr>
        <w:t xml:space="preserve"> </w:t>
      </w:r>
      <w:r w:rsidRPr="00D54362">
        <w:rPr>
          <w:sz w:val="28"/>
          <w:szCs w:val="28"/>
        </w:rPr>
        <w:t>качеств;</w:t>
      </w:r>
    </w:p>
    <w:p w:rsidR="006C3628" w:rsidRPr="00D54362" w:rsidRDefault="006C3628" w:rsidP="00D54362">
      <w:pPr>
        <w:pStyle w:val="ListParagraph"/>
        <w:numPr>
          <w:ilvl w:val="2"/>
          <w:numId w:val="24"/>
        </w:numPr>
        <w:tabs>
          <w:tab w:val="left" w:pos="1110"/>
        </w:tabs>
        <w:spacing w:line="240" w:lineRule="auto"/>
        <w:ind w:right="604"/>
        <w:rPr>
          <w:sz w:val="28"/>
          <w:szCs w:val="28"/>
        </w:rPr>
      </w:pPr>
      <w:r w:rsidRPr="00D54362">
        <w:rPr>
          <w:sz w:val="28"/>
          <w:szCs w:val="28"/>
        </w:rPr>
        <w:t>творческое использование средств физической культуры в организации</w:t>
      </w:r>
      <w:r w:rsidRPr="00D54362">
        <w:rPr>
          <w:spacing w:val="-31"/>
          <w:sz w:val="28"/>
          <w:szCs w:val="28"/>
        </w:rPr>
        <w:t xml:space="preserve"> </w:t>
      </w:r>
      <w:r w:rsidRPr="00D54362">
        <w:rPr>
          <w:sz w:val="28"/>
          <w:szCs w:val="28"/>
        </w:rPr>
        <w:t>здорового образа</w:t>
      </w:r>
      <w:r w:rsidRPr="00D54362">
        <w:rPr>
          <w:spacing w:val="-2"/>
          <w:sz w:val="28"/>
          <w:szCs w:val="28"/>
        </w:rPr>
        <w:t xml:space="preserve"> </w:t>
      </w:r>
      <w:r w:rsidRPr="00D54362">
        <w:rPr>
          <w:sz w:val="28"/>
          <w:szCs w:val="28"/>
        </w:rPr>
        <w:t>жизни.</w:t>
      </w:r>
    </w:p>
    <w:p w:rsidR="006C3628" w:rsidRPr="00D54362" w:rsidRDefault="006C3628" w:rsidP="00D54362">
      <w:pPr>
        <w:pStyle w:val="ListParagraph"/>
        <w:numPr>
          <w:ilvl w:val="2"/>
          <w:numId w:val="24"/>
        </w:numPr>
        <w:tabs>
          <w:tab w:val="left" w:pos="1110"/>
        </w:tabs>
        <w:spacing w:line="240" w:lineRule="auto"/>
        <w:ind w:right="481"/>
        <w:rPr>
          <w:sz w:val="28"/>
          <w:szCs w:val="28"/>
        </w:rPr>
      </w:pPr>
      <w:r w:rsidRPr="00D54362">
        <w:rPr>
          <w:sz w:val="28"/>
          <w:szCs w:val="28"/>
        </w:rPr>
        <w:t>приобретение компетентности в физкультурно-оздоровительной и спортивной деятельности;</w:t>
      </w:r>
    </w:p>
    <w:p w:rsidR="006C3628" w:rsidRPr="00D54362" w:rsidRDefault="006C3628" w:rsidP="00D54362">
      <w:pPr>
        <w:pStyle w:val="ListParagraph"/>
        <w:numPr>
          <w:ilvl w:val="2"/>
          <w:numId w:val="24"/>
        </w:numPr>
        <w:tabs>
          <w:tab w:val="left" w:pos="1110"/>
        </w:tabs>
        <w:spacing w:line="240" w:lineRule="auto"/>
        <w:ind w:right="571"/>
        <w:rPr>
          <w:sz w:val="28"/>
          <w:szCs w:val="28"/>
        </w:rPr>
      </w:pPr>
      <w:r w:rsidRPr="00D54362">
        <w:rPr>
          <w:sz w:val="28"/>
          <w:szCs w:val="28"/>
        </w:rPr>
        <w:t>овладение навыками творческого сотрудничества в коллективных формах занятий физическими</w:t>
      </w:r>
      <w:r w:rsidRPr="00D54362">
        <w:rPr>
          <w:spacing w:val="2"/>
          <w:sz w:val="28"/>
          <w:szCs w:val="28"/>
        </w:rPr>
        <w:t xml:space="preserve"> </w:t>
      </w:r>
      <w:r w:rsidRPr="00D54362">
        <w:rPr>
          <w:sz w:val="28"/>
          <w:szCs w:val="28"/>
        </w:rPr>
        <w:t>упражнениями.</w:t>
      </w:r>
    </w:p>
    <w:p w:rsidR="006C3628" w:rsidRPr="00D54362" w:rsidRDefault="006C3628" w:rsidP="00D54362">
      <w:pPr>
        <w:pStyle w:val="Heading21"/>
        <w:spacing w:before="61"/>
        <w:ind w:left="0"/>
        <w:rPr>
          <w:b/>
          <w:lang w:val="ru-RU"/>
        </w:rPr>
      </w:pPr>
      <w:r w:rsidRPr="00D54362">
        <w:rPr>
          <w:b/>
          <w:lang w:val="ru-RU"/>
        </w:rPr>
        <w:t xml:space="preserve">       </w:t>
      </w:r>
    </w:p>
    <w:p w:rsidR="006C3628" w:rsidRPr="00D54362" w:rsidRDefault="006C3628" w:rsidP="00D54362">
      <w:pPr>
        <w:pStyle w:val="Heading21"/>
        <w:spacing w:before="61"/>
        <w:ind w:left="0"/>
        <w:rPr>
          <w:rFonts w:ascii="Times New Roman" w:hAnsi="Times New Roman" w:cs="Times New Roman"/>
          <w:lang w:val="ru-RU"/>
        </w:rPr>
      </w:pPr>
      <w:r w:rsidRPr="00D54362">
        <w:rPr>
          <w:b/>
          <w:lang w:val="ru-RU"/>
        </w:rPr>
        <w:t xml:space="preserve"> </w:t>
      </w:r>
      <w:r>
        <w:rPr>
          <w:b/>
          <w:lang w:val="ru-RU"/>
        </w:rPr>
        <w:t xml:space="preserve">       </w:t>
      </w:r>
      <w:r w:rsidRPr="00D54362">
        <w:rPr>
          <w:b/>
          <w:lang w:val="ru-RU"/>
        </w:rPr>
        <w:t xml:space="preserve">1.3 </w:t>
      </w:r>
      <w:r w:rsidRPr="00D54362">
        <w:rPr>
          <w:rFonts w:ascii="Times New Roman" w:hAnsi="Times New Roman" w:cs="Times New Roman"/>
          <w:b/>
          <w:lang w:val="ru-RU"/>
        </w:rPr>
        <w:t>Общая характеристика учебной дисциплины</w:t>
      </w:r>
    </w:p>
    <w:p w:rsidR="006C3628" w:rsidRPr="00D54362" w:rsidRDefault="006C3628" w:rsidP="00D54362">
      <w:pPr>
        <w:pStyle w:val="BodyText"/>
        <w:spacing w:before="211" w:line="228" w:lineRule="auto"/>
        <w:ind w:right="117"/>
      </w:pPr>
      <w:r w:rsidRPr="00D54362">
        <w:rPr>
          <w:color w:val="231F20"/>
          <w:w w:val="115"/>
        </w:rPr>
        <w:t xml:space="preserve">Содержание учебной дисциплины «Физическая культура» направлено на укрепление здоровья, повышение физического потенциала, работоспособности </w:t>
      </w:r>
      <w:r w:rsidRPr="00D54362">
        <w:rPr>
          <w:color w:val="231F20"/>
          <w:spacing w:val="-2"/>
          <w:w w:val="115"/>
        </w:rPr>
        <w:t xml:space="preserve">обучающихся, </w:t>
      </w:r>
      <w:r w:rsidRPr="00D54362">
        <w:rPr>
          <w:color w:val="231F20"/>
          <w:w w:val="115"/>
        </w:rPr>
        <w:t>формирование у них жизненных, социальных и профессиональных мотиваций.</w:t>
      </w:r>
    </w:p>
    <w:p w:rsidR="006C3628" w:rsidRPr="00D54362" w:rsidRDefault="006C3628" w:rsidP="00D54362">
      <w:pPr>
        <w:pStyle w:val="BodyText"/>
        <w:spacing w:before="1" w:line="228" w:lineRule="auto"/>
        <w:ind w:left="120" w:right="118" w:firstLine="283"/>
      </w:pPr>
      <w:r w:rsidRPr="00D54362">
        <w:rPr>
          <w:color w:val="231F20"/>
          <w:w w:val="115"/>
        </w:rPr>
        <w:t>Реализация содержания учебной дисциплины «Физическая культура» в преемственности с другими общеобразовательными дисциплинами способствует воспитанию, социализации и самоидентификации обучающихся посредством личностно и общественно</w:t>
      </w:r>
      <w:r w:rsidRPr="00D54362">
        <w:rPr>
          <w:color w:val="231F20"/>
          <w:spacing w:val="-9"/>
          <w:w w:val="115"/>
        </w:rPr>
        <w:t xml:space="preserve"> </w:t>
      </w:r>
      <w:r w:rsidRPr="00D54362">
        <w:rPr>
          <w:color w:val="231F20"/>
          <w:w w:val="115"/>
        </w:rPr>
        <w:t>значимой</w:t>
      </w:r>
      <w:r w:rsidRPr="00D54362">
        <w:rPr>
          <w:color w:val="231F20"/>
          <w:spacing w:val="-8"/>
          <w:w w:val="115"/>
        </w:rPr>
        <w:t xml:space="preserve"> </w:t>
      </w:r>
      <w:r w:rsidRPr="00D54362">
        <w:rPr>
          <w:color w:val="231F20"/>
          <w:w w:val="115"/>
        </w:rPr>
        <w:t>деятельности,</w:t>
      </w:r>
      <w:r w:rsidRPr="00D54362">
        <w:rPr>
          <w:color w:val="231F20"/>
          <w:spacing w:val="-9"/>
          <w:w w:val="115"/>
        </w:rPr>
        <w:t xml:space="preserve"> </w:t>
      </w:r>
      <w:r w:rsidRPr="00D54362">
        <w:rPr>
          <w:color w:val="231F20"/>
          <w:w w:val="115"/>
        </w:rPr>
        <w:t>становлению</w:t>
      </w:r>
      <w:r w:rsidRPr="00D54362">
        <w:rPr>
          <w:color w:val="231F20"/>
          <w:spacing w:val="-8"/>
          <w:w w:val="115"/>
        </w:rPr>
        <w:t xml:space="preserve"> </w:t>
      </w:r>
      <w:r w:rsidRPr="00D54362">
        <w:rPr>
          <w:color w:val="231F20"/>
          <w:w w:val="115"/>
        </w:rPr>
        <w:t>целесообразного</w:t>
      </w:r>
      <w:r w:rsidRPr="00D54362">
        <w:rPr>
          <w:color w:val="231F20"/>
          <w:spacing w:val="-8"/>
          <w:w w:val="115"/>
        </w:rPr>
        <w:t xml:space="preserve"> </w:t>
      </w:r>
      <w:r w:rsidRPr="00D54362">
        <w:rPr>
          <w:color w:val="231F20"/>
          <w:w w:val="115"/>
        </w:rPr>
        <w:t>здорового</w:t>
      </w:r>
      <w:r w:rsidRPr="00D54362">
        <w:rPr>
          <w:color w:val="231F20"/>
          <w:spacing w:val="-9"/>
          <w:w w:val="115"/>
        </w:rPr>
        <w:t xml:space="preserve"> </w:t>
      </w:r>
      <w:r w:rsidRPr="00D54362">
        <w:rPr>
          <w:color w:val="231F20"/>
          <w:w w:val="115"/>
        </w:rPr>
        <w:t>образа жизни.</w:t>
      </w:r>
    </w:p>
    <w:p w:rsidR="006C3628" w:rsidRPr="00D54362" w:rsidRDefault="006C3628" w:rsidP="00D54362">
      <w:pPr>
        <w:pStyle w:val="BodyText"/>
        <w:spacing w:before="1" w:line="228" w:lineRule="auto"/>
        <w:ind w:left="120" w:right="123" w:firstLine="283"/>
      </w:pPr>
      <w:r w:rsidRPr="00D54362">
        <w:rPr>
          <w:color w:val="231F20"/>
          <w:spacing w:val="-3"/>
          <w:w w:val="115"/>
        </w:rPr>
        <w:t xml:space="preserve">Методологической основой организации занятий </w:t>
      </w:r>
      <w:r w:rsidRPr="00D54362">
        <w:rPr>
          <w:color w:val="231F20"/>
          <w:w w:val="115"/>
        </w:rPr>
        <w:t xml:space="preserve">по </w:t>
      </w:r>
      <w:r w:rsidRPr="00D54362">
        <w:rPr>
          <w:color w:val="231F20"/>
          <w:spacing w:val="-3"/>
          <w:w w:val="115"/>
        </w:rPr>
        <w:t xml:space="preserve">физической культуре является системно-деятельностный подход, который обеспечивает построение образовательного </w:t>
      </w:r>
      <w:r w:rsidRPr="00D54362">
        <w:rPr>
          <w:color w:val="231F20"/>
          <w:w w:val="115"/>
        </w:rPr>
        <w:t>процесса с учетом индивидуальных, возрастных, психологических, физиологических особенностей и качества здоровья обучающихся.</w:t>
      </w:r>
    </w:p>
    <w:p w:rsidR="006C3628" w:rsidRPr="00D54362" w:rsidRDefault="006C3628" w:rsidP="00D54362">
      <w:pPr>
        <w:pStyle w:val="BodyText"/>
        <w:spacing w:before="1" w:line="228" w:lineRule="auto"/>
        <w:ind w:left="120" w:right="106" w:firstLine="283"/>
      </w:pPr>
      <w:r w:rsidRPr="00D54362">
        <w:rPr>
          <w:color w:val="231F20"/>
          <w:w w:val="115"/>
        </w:rPr>
        <w:t>В соответствии со структурой двигательной деятельности содержание учебной дисциплины «Физическая культура» представлено тремя содержательными линиями:</w:t>
      </w:r>
    </w:p>
    <w:p w:rsidR="006C3628" w:rsidRPr="00D54362" w:rsidRDefault="006C3628" w:rsidP="00D54362">
      <w:pPr>
        <w:pStyle w:val="ListParagraph"/>
        <w:numPr>
          <w:ilvl w:val="0"/>
          <w:numId w:val="39"/>
        </w:numPr>
        <w:tabs>
          <w:tab w:val="left" w:pos="676"/>
        </w:tabs>
        <w:spacing w:line="230" w:lineRule="exact"/>
        <w:ind w:firstLine="284"/>
        <w:rPr>
          <w:sz w:val="28"/>
          <w:szCs w:val="28"/>
          <w:lang w:val="en-US"/>
        </w:rPr>
      </w:pPr>
      <w:r w:rsidRPr="00D54362">
        <w:rPr>
          <w:color w:val="231F20"/>
          <w:w w:val="115"/>
          <w:sz w:val="28"/>
          <w:szCs w:val="28"/>
        </w:rPr>
        <w:t>физкультурно-оздоровительной</w:t>
      </w:r>
      <w:r w:rsidRPr="00D54362">
        <w:rPr>
          <w:color w:val="231F20"/>
          <w:spacing w:val="11"/>
          <w:w w:val="115"/>
          <w:sz w:val="28"/>
          <w:szCs w:val="28"/>
        </w:rPr>
        <w:t xml:space="preserve"> </w:t>
      </w:r>
      <w:r w:rsidRPr="00D54362">
        <w:rPr>
          <w:color w:val="231F20"/>
          <w:w w:val="115"/>
          <w:sz w:val="28"/>
          <w:szCs w:val="28"/>
        </w:rPr>
        <w:t>деятельностью;</w:t>
      </w:r>
    </w:p>
    <w:p w:rsidR="006C3628" w:rsidRPr="00D54362" w:rsidRDefault="006C3628" w:rsidP="00D54362">
      <w:pPr>
        <w:pStyle w:val="ListParagraph"/>
        <w:numPr>
          <w:ilvl w:val="0"/>
          <w:numId w:val="39"/>
        </w:numPr>
        <w:tabs>
          <w:tab w:val="left" w:pos="701"/>
        </w:tabs>
        <w:spacing w:before="3" w:line="228" w:lineRule="auto"/>
        <w:ind w:right="115" w:firstLine="284"/>
        <w:rPr>
          <w:sz w:val="28"/>
          <w:szCs w:val="28"/>
        </w:rPr>
      </w:pPr>
      <w:r w:rsidRPr="00D54362">
        <w:rPr>
          <w:color w:val="231F20"/>
          <w:spacing w:val="3"/>
          <w:w w:val="115"/>
          <w:sz w:val="28"/>
          <w:szCs w:val="28"/>
        </w:rPr>
        <w:t xml:space="preserve">спортивно-оздоровительной деятельностью </w:t>
      </w:r>
      <w:r w:rsidRPr="00D54362">
        <w:rPr>
          <w:color w:val="231F20"/>
          <w:w w:val="115"/>
          <w:sz w:val="28"/>
          <w:szCs w:val="28"/>
        </w:rPr>
        <w:t xml:space="preserve">с </w:t>
      </w:r>
      <w:r w:rsidRPr="00D54362">
        <w:rPr>
          <w:color w:val="231F20"/>
          <w:spacing w:val="3"/>
          <w:w w:val="115"/>
          <w:sz w:val="28"/>
          <w:szCs w:val="28"/>
        </w:rPr>
        <w:t xml:space="preserve">прикладной </w:t>
      </w:r>
      <w:r w:rsidRPr="00D54362">
        <w:rPr>
          <w:color w:val="231F20"/>
          <w:spacing w:val="4"/>
          <w:w w:val="115"/>
          <w:sz w:val="28"/>
          <w:szCs w:val="28"/>
        </w:rPr>
        <w:t xml:space="preserve">ориентированной </w:t>
      </w:r>
      <w:r w:rsidRPr="00D54362">
        <w:rPr>
          <w:color w:val="231F20"/>
          <w:w w:val="115"/>
          <w:sz w:val="28"/>
          <w:szCs w:val="28"/>
        </w:rPr>
        <w:t>подготовкой;</w:t>
      </w:r>
    </w:p>
    <w:p w:rsidR="006C3628" w:rsidRPr="00D54362" w:rsidRDefault="006C3628" w:rsidP="00D54362">
      <w:pPr>
        <w:pStyle w:val="ListParagraph"/>
        <w:numPr>
          <w:ilvl w:val="0"/>
          <w:numId w:val="39"/>
        </w:numPr>
        <w:tabs>
          <w:tab w:val="left" w:pos="676"/>
        </w:tabs>
        <w:spacing w:line="229" w:lineRule="exact"/>
        <w:ind w:firstLine="284"/>
        <w:rPr>
          <w:sz w:val="28"/>
          <w:szCs w:val="28"/>
        </w:rPr>
      </w:pPr>
      <w:r w:rsidRPr="00D54362">
        <w:rPr>
          <w:color w:val="231F20"/>
          <w:w w:val="115"/>
          <w:sz w:val="28"/>
          <w:szCs w:val="28"/>
        </w:rPr>
        <w:t>введением в профессиональную деятельность</w:t>
      </w:r>
      <w:r w:rsidRPr="00D54362">
        <w:rPr>
          <w:color w:val="231F20"/>
          <w:spacing w:val="48"/>
          <w:w w:val="115"/>
          <w:sz w:val="28"/>
          <w:szCs w:val="28"/>
        </w:rPr>
        <w:t xml:space="preserve"> </w:t>
      </w:r>
      <w:r w:rsidRPr="00D54362">
        <w:rPr>
          <w:color w:val="231F20"/>
          <w:w w:val="115"/>
          <w:sz w:val="28"/>
          <w:szCs w:val="28"/>
        </w:rPr>
        <w:t>специалиста.</w:t>
      </w:r>
    </w:p>
    <w:p w:rsidR="006C3628" w:rsidRPr="00D54362" w:rsidRDefault="006C3628" w:rsidP="00D54362">
      <w:pPr>
        <w:pStyle w:val="BodyText"/>
        <w:spacing w:before="3" w:line="228" w:lineRule="auto"/>
        <w:ind w:left="120" w:right="119" w:firstLine="283"/>
      </w:pPr>
      <w:r w:rsidRPr="00D54362">
        <w:rPr>
          <w:color w:val="231F20"/>
          <w:w w:val="115"/>
        </w:rPr>
        <w:t>Первая содержательная линия ориентирует образовательный процесс на укрепление здоровья студентов и воспитание бережного к нему отношения. Через свое предметное содержание она нацеливает студентов на формирование интересов и потребностей в регулярных занятиях физической культурой и спортом, творческое использование осваиваемого учебного материала в разнообразных формах активного отдыха и досуга, самостоятельной физической подготовке к предстоящей жизнедеятельности.</w:t>
      </w:r>
    </w:p>
    <w:p w:rsidR="006C3628" w:rsidRPr="00D54362" w:rsidRDefault="006C3628" w:rsidP="00D54362">
      <w:pPr>
        <w:pStyle w:val="BodyText"/>
        <w:spacing w:before="2" w:line="228" w:lineRule="auto"/>
        <w:ind w:left="120" w:right="121" w:firstLine="283"/>
      </w:pPr>
      <w:r w:rsidRPr="00D54362">
        <w:rPr>
          <w:color w:val="231F20"/>
          <w:w w:val="115"/>
        </w:rPr>
        <w:t>Вторая содержательная линия соотносится с интересами студентов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обучающихся.</w:t>
      </w:r>
    </w:p>
    <w:p w:rsidR="006C3628" w:rsidRPr="00D54362" w:rsidRDefault="006C3628" w:rsidP="00D54362">
      <w:pPr>
        <w:pStyle w:val="BodyText"/>
        <w:spacing w:line="228" w:lineRule="auto"/>
        <w:ind w:left="120" w:right="120" w:firstLine="283"/>
      </w:pPr>
      <w:r w:rsidRPr="00D54362">
        <w:rPr>
          <w:color w:val="231F20"/>
          <w:w w:val="115"/>
        </w:rPr>
        <w:t>Третья содержательная линия ориентирует образовательный процесс на развитие интереса студентов к будущей профессиональной деятельности и показывает значение физической культуры для их дальнейшего профессионального роста, самосовершенствования и конкурентоспособности на современном рынке труда.</w:t>
      </w:r>
    </w:p>
    <w:p w:rsidR="006C3628" w:rsidRPr="00D54362" w:rsidRDefault="006C3628" w:rsidP="00D54362">
      <w:pPr>
        <w:pStyle w:val="BodyText"/>
        <w:spacing w:before="1" w:line="228" w:lineRule="auto"/>
        <w:ind w:left="120" w:right="122" w:firstLine="283"/>
      </w:pPr>
      <w:r w:rsidRPr="00D54362">
        <w:rPr>
          <w:color w:val="231F20"/>
          <w:w w:val="120"/>
        </w:rPr>
        <w:t>Основное</w:t>
      </w:r>
      <w:r w:rsidRPr="00D54362">
        <w:rPr>
          <w:color w:val="231F20"/>
          <w:spacing w:val="-15"/>
          <w:w w:val="120"/>
        </w:rPr>
        <w:t xml:space="preserve"> </w:t>
      </w:r>
      <w:r w:rsidRPr="00D54362">
        <w:rPr>
          <w:color w:val="231F20"/>
          <w:w w:val="120"/>
        </w:rPr>
        <w:t>содержание</w:t>
      </w:r>
      <w:r w:rsidRPr="00D54362">
        <w:rPr>
          <w:color w:val="231F20"/>
          <w:spacing w:val="-14"/>
          <w:w w:val="120"/>
        </w:rPr>
        <w:t xml:space="preserve"> </w:t>
      </w:r>
      <w:r w:rsidRPr="00D54362">
        <w:rPr>
          <w:color w:val="231F20"/>
          <w:w w:val="120"/>
        </w:rPr>
        <w:t>учебной</w:t>
      </w:r>
      <w:r w:rsidRPr="00D54362">
        <w:rPr>
          <w:color w:val="231F20"/>
          <w:spacing w:val="-14"/>
          <w:w w:val="120"/>
        </w:rPr>
        <w:t xml:space="preserve"> </w:t>
      </w:r>
      <w:r w:rsidRPr="00D54362">
        <w:rPr>
          <w:color w:val="231F20"/>
          <w:w w:val="120"/>
        </w:rPr>
        <w:t>дисциплины</w:t>
      </w:r>
      <w:r w:rsidRPr="00D54362">
        <w:rPr>
          <w:color w:val="231F20"/>
          <w:spacing w:val="-14"/>
          <w:w w:val="120"/>
        </w:rPr>
        <w:t xml:space="preserve"> </w:t>
      </w:r>
      <w:r w:rsidRPr="00D54362">
        <w:rPr>
          <w:color w:val="231F20"/>
          <w:w w:val="120"/>
        </w:rPr>
        <w:t>«Физическая</w:t>
      </w:r>
      <w:r w:rsidRPr="00D54362">
        <w:rPr>
          <w:color w:val="231F20"/>
          <w:spacing w:val="-14"/>
          <w:w w:val="120"/>
        </w:rPr>
        <w:t xml:space="preserve"> </w:t>
      </w:r>
      <w:r w:rsidRPr="00D54362">
        <w:rPr>
          <w:color w:val="231F20"/>
          <w:w w:val="120"/>
        </w:rPr>
        <w:t>культура»</w:t>
      </w:r>
      <w:r w:rsidRPr="00D54362">
        <w:rPr>
          <w:color w:val="231F20"/>
          <w:spacing w:val="-14"/>
          <w:w w:val="120"/>
        </w:rPr>
        <w:t xml:space="preserve"> </w:t>
      </w:r>
      <w:r w:rsidRPr="00D54362">
        <w:rPr>
          <w:color w:val="231F20"/>
          <w:w w:val="120"/>
        </w:rPr>
        <w:t>реализуется в</w:t>
      </w:r>
      <w:r w:rsidRPr="00D54362">
        <w:rPr>
          <w:color w:val="231F20"/>
          <w:spacing w:val="-25"/>
          <w:w w:val="120"/>
        </w:rPr>
        <w:t xml:space="preserve"> </w:t>
      </w:r>
      <w:r w:rsidRPr="00D54362">
        <w:rPr>
          <w:color w:val="231F20"/>
          <w:w w:val="120"/>
        </w:rPr>
        <w:t>процессе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теоретических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и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практических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занятий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и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представлено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двумя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разделами: теоретическая часть и практическая</w:t>
      </w:r>
      <w:r w:rsidRPr="00D54362">
        <w:rPr>
          <w:color w:val="231F20"/>
          <w:spacing w:val="28"/>
          <w:w w:val="120"/>
        </w:rPr>
        <w:t xml:space="preserve"> </w:t>
      </w:r>
      <w:r w:rsidRPr="00D54362">
        <w:rPr>
          <w:color w:val="231F20"/>
          <w:w w:val="120"/>
        </w:rPr>
        <w:t>часть.</w:t>
      </w:r>
    </w:p>
    <w:p w:rsidR="006C3628" w:rsidRPr="00D54362" w:rsidRDefault="006C3628" w:rsidP="00D54362">
      <w:pPr>
        <w:rPr>
          <w:b/>
          <w:sz w:val="28"/>
          <w:szCs w:val="28"/>
        </w:rPr>
      </w:pPr>
    </w:p>
    <w:p w:rsidR="006C3628" w:rsidRPr="00D54362" w:rsidRDefault="006C3628" w:rsidP="00D5436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D54362">
        <w:rPr>
          <w:b/>
          <w:sz w:val="28"/>
          <w:szCs w:val="28"/>
        </w:rPr>
        <w:t>1.4. Результаты освоения учебной дисциплины:</w:t>
      </w:r>
    </w:p>
    <w:p w:rsidR="006C3628" w:rsidRPr="00D54362" w:rsidRDefault="006C3628" w:rsidP="00D54362">
      <w:pPr>
        <w:pStyle w:val="ListParagraph"/>
        <w:ind w:left="0" w:firstLine="0"/>
        <w:rPr>
          <w:b/>
          <w:i/>
          <w:sz w:val="28"/>
          <w:szCs w:val="28"/>
        </w:rPr>
      </w:pPr>
      <w:r w:rsidRPr="00D54362">
        <w:rPr>
          <w:b/>
          <w:i/>
          <w:sz w:val="28"/>
          <w:szCs w:val="28"/>
        </w:rPr>
        <w:t>личностных:</w:t>
      </w:r>
    </w:p>
    <w:p w:rsidR="006C3628" w:rsidRPr="00D54362" w:rsidRDefault="006C3628" w:rsidP="00D54362">
      <w:pPr>
        <w:pStyle w:val="TableParagraph"/>
        <w:tabs>
          <w:tab w:val="left" w:pos="337"/>
        </w:tabs>
        <w:ind w:left="108" w:right="93"/>
        <w:rPr>
          <w:sz w:val="28"/>
          <w:szCs w:val="28"/>
        </w:rPr>
      </w:pPr>
      <w:r w:rsidRPr="00D54362">
        <w:rPr>
          <w:sz w:val="28"/>
          <w:szCs w:val="28"/>
        </w:rPr>
        <w:t>Л1. Сформированность готовности и способности обучающихся к саморазвитию и личностному самоопределению;</w:t>
      </w:r>
    </w:p>
    <w:p w:rsidR="006C3628" w:rsidRPr="00D54362" w:rsidRDefault="006C3628" w:rsidP="00D54362">
      <w:pPr>
        <w:pStyle w:val="TableParagraph"/>
        <w:tabs>
          <w:tab w:val="left" w:pos="337"/>
          <w:tab w:val="left" w:pos="1396"/>
          <w:tab w:val="left" w:pos="1687"/>
          <w:tab w:val="left" w:pos="2185"/>
          <w:tab w:val="left" w:pos="2536"/>
          <w:tab w:val="left" w:pos="2692"/>
          <w:tab w:val="left" w:pos="3938"/>
        </w:tabs>
        <w:ind w:left="108" w:right="93"/>
        <w:rPr>
          <w:sz w:val="28"/>
          <w:szCs w:val="28"/>
        </w:rPr>
      </w:pPr>
      <w:r w:rsidRPr="00D54362">
        <w:rPr>
          <w:sz w:val="28"/>
          <w:szCs w:val="28"/>
        </w:rPr>
        <w:t>Л2.  Сформированность устойчивой мотивации к здоровому образу жизни и обучению, к целенаправленному личностному</w:t>
      </w:r>
      <w:r w:rsidRPr="00D54362">
        <w:rPr>
          <w:sz w:val="28"/>
          <w:szCs w:val="28"/>
        </w:rPr>
        <w:tab/>
        <w:t>совершенствованию двигательной активности с валеологической и</w:t>
      </w:r>
      <w:r w:rsidRPr="00D54362">
        <w:rPr>
          <w:sz w:val="28"/>
          <w:szCs w:val="28"/>
        </w:rPr>
        <w:tab/>
        <w:t>профессиональной направленностью; неприятие вредных привычек: курения, употребления алкоголя,</w:t>
      </w:r>
      <w:r w:rsidRPr="00D54362">
        <w:rPr>
          <w:spacing w:val="-1"/>
          <w:sz w:val="28"/>
          <w:szCs w:val="28"/>
        </w:rPr>
        <w:t xml:space="preserve"> </w:t>
      </w:r>
      <w:r w:rsidRPr="00D54362">
        <w:rPr>
          <w:sz w:val="28"/>
          <w:szCs w:val="28"/>
        </w:rPr>
        <w:t>наркотиков;</w:t>
      </w:r>
    </w:p>
    <w:p w:rsidR="006C3628" w:rsidRPr="00D54362" w:rsidRDefault="006C3628" w:rsidP="00D54362">
      <w:pPr>
        <w:pStyle w:val="TableParagraph"/>
        <w:tabs>
          <w:tab w:val="left" w:pos="337"/>
          <w:tab w:val="left" w:pos="1082"/>
          <w:tab w:val="left" w:pos="2700"/>
          <w:tab w:val="left" w:pos="3462"/>
        </w:tabs>
        <w:ind w:left="0" w:right="94"/>
        <w:rPr>
          <w:sz w:val="28"/>
          <w:szCs w:val="28"/>
        </w:rPr>
      </w:pPr>
      <w:r w:rsidRPr="00D54362">
        <w:rPr>
          <w:sz w:val="28"/>
          <w:szCs w:val="28"/>
        </w:rPr>
        <w:t xml:space="preserve"> Л3. Сформированность готовности самостоятельно использовать в трудовых     ижизненных ситуациях навыки профессиональной адаптивной физической</w:t>
      </w:r>
      <w:r w:rsidRPr="00D54362">
        <w:rPr>
          <w:spacing w:val="-6"/>
          <w:sz w:val="28"/>
          <w:szCs w:val="28"/>
        </w:rPr>
        <w:t xml:space="preserve">  </w:t>
      </w:r>
      <w:r w:rsidRPr="00D54362">
        <w:rPr>
          <w:sz w:val="28"/>
          <w:szCs w:val="28"/>
        </w:rPr>
        <w:t>культуры;</w:t>
      </w:r>
    </w:p>
    <w:p w:rsidR="006C3628" w:rsidRPr="00D54362" w:rsidRDefault="006C3628" w:rsidP="00D54362">
      <w:pPr>
        <w:pStyle w:val="TableParagraph"/>
        <w:tabs>
          <w:tab w:val="left" w:pos="337"/>
          <w:tab w:val="left" w:pos="1082"/>
          <w:tab w:val="left" w:pos="2700"/>
          <w:tab w:val="left" w:pos="3462"/>
        </w:tabs>
        <w:ind w:left="0" w:right="94"/>
        <w:rPr>
          <w:b/>
          <w:i/>
          <w:sz w:val="28"/>
          <w:szCs w:val="28"/>
        </w:rPr>
      </w:pPr>
      <w:r w:rsidRPr="00D54362">
        <w:rPr>
          <w:b/>
          <w:i/>
          <w:sz w:val="28"/>
          <w:szCs w:val="28"/>
        </w:rPr>
        <w:t>метапредметных:</w:t>
      </w:r>
    </w:p>
    <w:p w:rsidR="006C3628" w:rsidRPr="00D54362" w:rsidRDefault="006C3628" w:rsidP="00D54362">
      <w:pPr>
        <w:pStyle w:val="TableParagraph"/>
        <w:tabs>
          <w:tab w:val="left" w:pos="337"/>
          <w:tab w:val="left" w:pos="3238"/>
        </w:tabs>
        <w:ind w:left="108" w:right="95"/>
        <w:rPr>
          <w:sz w:val="28"/>
          <w:szCs w:val="28"/>
        </w:rPr>
      </w:pPr>
      <w:r w:rsidRPr="00D54362">
        <w:rPr>
          <w:sz w:val="28"/>
          <w:szCs w:val="28"/>
        </w:rPr>
        <w:t>МП1. Сформированность готовности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:rsidR="006C3628" w:rsidRPr="00D54362" w:rsidRDefault="006C3628" w:rsidP="00D54362">
      <w:pPr>
        <w:pStyle w:val="TableParagraph"/>
        <w:tabs>
          <w:tab w:val="left" w:pos="337"/>
          <w:tab w:val="left" w:pos="2013"/>
          <w:tab w:val="left" w:pos="2773"/>
          <w:tab w:val="left" w:pos="2880"/>
        </w:tabs>
        <w:ind w:left="108" w:right="94"/>
        <w:rPr>
          <w:sz w:val="28"/>
          <w:szCs w:val="28"/>
        </w:rPr>
      </w:pPr>
      <w:r w:rsidRPr="00D54362">
        <w:rPr>
          <w:sz w:val="28"/>
          <w:szCs w:val="28"/>
        </w:rPr>
        <w:t xml:space="preserve"> МП2. Сформированность готовности и способности к самостоятельной</w:t>
      </w:r>
      <w:r w:rsidRPr="00D54362">
        <w:rPr>
          <w:sz w:val="28"/>
          <w:szCs w:val="28"/>
        </w:rPr>
        <w:tab/>
        <w:t xml:space="preserve"> информационно- 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</w:t>
      </w:r>
      <w:r w:rsidRPr="00D54362">
        <w:rPr>
          <w:spacing w:val="-5"/>
          <w:sz w:val="28"/>
          <w:szCs w:val="28"/>
        </w:rPr>
        <w:t xml:space="preserve"> </w:t>
      </w:r>
      <w:r w:rsidRPr="00D54362">
        <w:rPr>
          <w:sz w:val="28"/>
          <w:szCs w:val="28"/>
        </w:rPr>
        <w:t>источников;</w:t>
      </w:r>
    </w:p>
    <w:p w:rsidR="006C3628" w:rsidRPr="00D54362" w:rsidRDefault="006C3628" w:rsidP="00D54362">
      <w:pPr>
        <w:pStyle w:val="TableParagraph"/>
        <w:tabs>
          <w:tab w:val="left" w:pos="337"/>
          <w:tab w:val="left" w:pos="2013"/>
          <w:tab w:val="left" w:pos="2773"/>
          <w:tab w:val="left" w:pos="2880"/>
        </w:tabs>
        <w:ind w:left="108" w:right="94"/>
        <w:rPr>
          <w:b/>
          <w:i/>
          <w:sz w:val="28"/>
          <w:szCs w:val="28"/>
        </w:rPr>
      </w:pPr>
      <w:r w:rsidRPr="00D54362">
        <w:rPr>
          <w:b/>
          <w:i/>
          <w:sz w:val="28"/>
          <w:szCs w:val="28"/>
        </w:rPr>
        <w:t>предметных:</w:t>
      </w:r>
    </w:p>
    <w:p w:rsidR="006C3628" w:rsidRPr="00D54362" w:rsidRDefault="006C3628" w:rsidP="00D54362">
      <w:pPr>
        <w:pStyle w:val="TableParagraph"/>
        <w:tabs>
          <w:tab w:val="left" w:pos="359"/>
        </w:tabs>
        <w:ind w:left="108" w:right="607"/>
        <w:rPr>
          <w:sz w:val="28"/>
          <w:szCs w:val="28"/>
        </w:rPr>
      </w:pPr>
      <w:r w:rsidRPr="00D54362">
        <w:rPr>
          <w:sz w:val="28"/>
          <w:szCs w:val="28"/>
        </w:rPr>
        <w:t>П1. Сформированность умения использовать разнообразные формы и виды</w:t>
      </w:r>
      <w:r w:rsidRPr="00D54362">
        <w:rPr>
          <w:spacing w:val="-3"/>
          <w:sz w:val="28"/>
          <w:szCs w:val="28"/>
        </w:rPr>
        <w:t xml:space="preserve"> </w:t>
      </w:r>
      <w:r w:rsidRPr="00D54362">
        <w:rPr>
          <w:sz w:val="28"/>
          <w:szCs w:val="28"/>
        </w:rPr>
        <w:t>физкультурной</w:t>
      </w:r>
    </w:p>
    <w:p w:rsidR="006C3628" w:rsidRPr="00D54362" w:rsidRDefault="006C3628" w:rsidP="00D54362">
      <w:pPr>
        <w:pStyle w:val="TableParagraph"/>
        <w:ind w:left="108" w:right="97"/>
        <w:rPr>
          <w:sz w:val="28"/>
          <w:szCs w:val="28"/>
        </w:rPr>
      </w:pPr>
      <w:r w:rsidRPr="00D54362">
        <w:rPr>
          <w:sz w:val="28"/>
          <w:szCs w:val="28"/>
        </w:rPr>
        <w:t>деятельности для организации здорового образа жизни, активного отдыха и досуга;</w:t>
      </w:r>
    </w:p>
    <w:p w:rsidR="006C3628" w:rsidRPr="00D54362" w:rsidRDefault="006C3628" w:rsidP="00D54362">
      <w:pPr>
        <w:pStyle w:val="TableParagraph"/>
        <w:tabs>
          <w:tab w:val="left" w:pos="359"/>
        </w:tabs>
        <w:ind w:left="108" w:right="352"/>
        <w:rPr>
          <w:sz w:val="28"/>
          <w:szCs w:val="28"/>
        </w:rPr>
      </w:pPr>
      <w:r w:rsidRPr="00D54362">
        <w:rPr>
          <w:sz w:val="28"/>
          <w:szCs w:val="28"/>
        </w:rPr>
        <w:t>П2. Сформированность владения современными</w:t>
      </w:r>
      <w:r w:rsidRPr="00D54362">
        <w:rPr>
          <w:spacing w:val="-13"/>
          <w:sz w:val="28"/>
          <w:szCs w:val="28"/>
        </w:rPr>
        <w:t xml:space="preserve"> </w:t>
      </w:r>
      <w:r w:rsidRPr="00D54362">
        <w:rPr>
          <w:sz w:val="28"/>
          <w:szCs w:val="28"/>
        </w:rPr>
        <w:t>технологиями укрепления и сохранения здоровья, поддержания работоспособности, профилактики</w:t>
      </w:r>
      <w:r w:rsidRPr="00D54362">
        <w:rPr>
          <w:spacing w:val="-1"/>
          <w:sz w:val="28"/>
          <w:szCs w:val="28"/>
        </w:rPr>
        <w:t xml:space="preserve"> </w:t>
      </w:r>
      <w:r w:rsidRPr="00D54362">
        <w:rPr>
          <w:sz w:val="28"/>
          <w:szCs w:val="28"/>
        </w:rPr>
        <w:t>предупреждения</w:t>
      </w:r>
    </w:p>
    <w:p w:rsidR="006C3628" w:rsidRPr="00D54362" w:rsidRDefault="006C3628" w:rsidP="00D54362">
      <w:pPr>
        <w:pStyle w:val="TableParagraph"/>
        <w:spacing w:line="237" w:lineRule="auto"/>
        <w:ind w:left="108" w:right="869"/>
        <w:rPr>
          <w:sz w:val="28"/>
          <w:szCs w:val="28"/>
        </w:rPr>
      </w:pPr>
      <w:r w:rsidRPr="00D54362">
        <w:rPr>
          <w:sz w:val="28"/>
          <w:szCs w:val="28"/>
        </w:rPr>
        <w:t>заболеваний, связанных с учебной и производственной деятельностью;</w:t>
      </w:r>
    </w:p>
    <w:p w:rsidR="006C3628" w:rsidRPr="00D54362" w:rsidRDefault="006C3628" w:rsidP="00D54362">
      <w:pPr>
        <w:pStyle w:val="TableParagraph"/>
        <w:tabs>
          <w:tab w:val="left" w:pos="359"/>
        </w:tabs>
        <w:ind w:left="108" w:right="886"/>
        <w:rPr>
          <w:sz w:val="28"/>
          <w:szCs w:val="28"/>
        </w:rPr>
      </w:pPr>
      <w:r w:rsidRPr="00D54362">
        <w:rPr>
          <w:sz w:val="28"/>
          <w:szCs w:val="28"/>
        </w:rPr>
        <w:t>П3. Сформированность владения основными способами самоконтроля индивидуальных показателей здоровья, умственной и физической</w:t>
      </w:r>
      <w:r w:rsidRPr="00D54362">
        <w:rPr>
          <w:spacing w:val="-1"/>
          <w:sz w:val="28"/>
          <w:szCs w:val="28"/>
        </w:rPr>
        <w:t xml:space="preserve"> </w:t>
      </w:r>
      <w:r w:rsidRPr="00D54362">
        <w:rPr>
          <w:sz w:val="28"/>
          <w:szCs w:val="28"/>
        </w:rPr>
        <w:t>работоспособности,</w:t>
      </w:r>
    </w:p>
    <w:p w:rsidR="006C3628" w:rsidRPr="00D54362" w:rsidRDefault="006C3628" w:rsidP="00D54362">
      <w:pPr>
        <w:pStyle w:val="TableParagraph"/>
        <w:ind w:left="108" w:right="877"/>
        <w:rPr>
          <w:sz w:val="28"/>
          <w:szCs w:val="28"/>
        </w:rPr>
      </w:pPr>
      <w:r w:rsidRPr="00D54362">
        <w:rPr>
          <w:sz w:val="28"/>
          <w:szCs w:val="28"/>
        </w:rPr>
        <w:t>физического развития и физических качеств;</w:t>
      </w:r>
    </w:p>
    <w:p w:rsidR="006C3628" w:rsidRPr="00D54362" w:rsidRDefault="006C3628" w:rsidP="00D54362">
      <w:pPr>
        <w:pStyle w:val="TableParagraph"/>
        <w:tabs>
          <w:tab w:val="left" w:pos="359"/>
        </w:tabs>
        <w:ind w:left="75" w:right="135"/>
        <w:rPr>
          <w:sz w:val="28"/>
          <w:szCs w:val="28"/>
        </w:rPr>
      </w:pPr>
      <w:r w:rsidRPr="00D54362">
        <w:rPr>
          <w:sz w:val="28"/>
          <w:szCs w:val="28"/>
        </w:rPr>
        <w:t>П4. Сформированность владения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6C3628" w:rsidRPr="00D54362" w:rsidRDefault="006C3628" w:rsidP="00D54362">
      <w:pPr>
        <w:pStyle w:val="TableParagraph"/>
        <w:tabs>
          <w:tab w:val="left" w:pos="359"/>
        </w:tabs>
        <w:ind w:left="108"/>
        <w:rPr>
          <w:sz w:val="28"/>
          <w:szCs w:val="28"/>
        </w:rPr>
      </w:pPr>
      <w:r w:rsidRPr="00D54362">
        <w:rPr>
          <w:sz w:val="28"/>
          <w:szCs w:val="28"/>
        </w:rPr>
        <w:t>П5 Сформированность владения техническими приемами</w:t>
      </w:r>
      <w:r w:rsidRPr="00D54362">
        <w:rPr>
          <w:spacing w:val="-6"/>
          <w:sz w:val="28"/>
          <w:szCs w:val="28"/>
        </w:rPr>
        <w:t xml:space="preserve"> </w:t>
      </w:r>
      <w:r w:rsidRPr="00D54362">
        <w:rPr>
          <w:sz w:val="28"/>
          <w:szCs w:val="28"/>
        </w:rPr>
        <w:t>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 - спортивного комплекса «Готов к труду и обороне» (ГТО).</w:t>
      </w:r>
    </w:p>
    <w:p w:rsidR="006C3628" w:rsidRDefault="006C3628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6C3628" w:rsidRPr="00D54362" w:rsidRDefault="006C3628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  <w:r w:rsidRPr="00D54362">
        <w:rPr>
          <w:b/>
          <w:sz w:val="28"/>
          <w:szCs w:val="28"/>
        </w:rPr>
        <w:t xml:space="preserve">1.5.Место учебной дисциплины в учебном плане: </w:t>
      </w:r>
    </w:p>
    <w:p w:rsidR="006C3628" w:rsidRPr="00D54362" w:rsidRDefault="006C3628" w:rsidP="00D54362">
      <w:pPr>
        <w:pStyle w:val="ListParagraph"/>
        <w:tabs>
          <w:tab w:val="left" w:pos="778"/>
        </w:tabs>
        <w:spacing w:line="235" w:lineRule="auto"/>
        <w:ind w:left="582" w:right="307" w:firstLine="0"/>
        <w:rPr>
          <w:sz w:val="28"/>
          <w:szCs w:val="28"/>
        </w:rPr>
      </w:pPr>
      <w:r w:rsidRPr="00D54362">
        <w:rPr>
          <w:sz w:val="28"/>
          <w:szCs w:val="28"/>
        </w:rPr>
        <w:t xml:space="preserve">      общеобразовательный </w:t>
      </w:r>
      <w:r w:rsidRPr="00D54362">
        <w:rPr>
          <w:spacing w:val="-10"/>
          <w:sz w:val="28"/>
          <w:szCs w:val="28"/>
        </w:rPr>
        <w:t xml:space="preserve"> </w:t>
      </w:r>
      <w:r w:rsidRPr="00D54362">
        <w:rPr>
          <w:sz w:val="28"/>
          <w:szCs w:val="28"/>
        </w:rPr>
        <w:t>цикл.</w:t>
      </w:r>
    </w:p>
    <w:p w:rsidR="006C3628" w:rsidRDefault="006C3628" w:rsidP="00D54362">
      <w:pPr>
        <w:tabs>
          <w:tab w:val="left" w:pos="915"/>
        </w:tabs>
        <w:rPr>
          <w:b/>
          <w:color w:val="000000"/>
          <w:sz w:val="28"/>
          <w:szCs w:val="28"/>
          <w:shd w:val="clear" w:color="auto" w:fill="FFFFFF"/>
        </w:rPr>
      </w:pPr>
      <w:r w:rsidRPr="00D54362">
        <w:rPr>
          <w:b/>
          <w:color w:val="000000"/>
          <w:sz w:val="28"/>
          <w:szCs w:val="28"/>
          <w:shd w:val="clear" w:color="auto" w:fill="FFFFFF"/>
        </w:rPr>
        <w:t xml:space="preserve">       </w:t>
      </w:r>
    </w:p>
    <w:p w:rsidR="006C3628" w:rsidRPr="00D54362" w:rsidRDefault="006C3628" w:rsidP="00D54362">
      <w:pPr>
        <w:tabs>
          <w:tab w:val="left" w:pos="915"/>
        </w:tabs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        </w:t>
      </w:r>
      <w:r w:rsidRPr="00D54362">
        <w:rPr>
          <w:b/>
          <w:color w:val="000000"/>
          <w:sz w:val="28"/>
          <w:szCs w:val="28"/>
          <w:shd w:val="clear" w:color="auto" w:fill="FFFFFF"/>
        </w:rPr>
        <w:t>1.6. Использование электронных образовательных ресурсов (ЭОР).</w:t>
      </w:r>
    </w:p>
    <w:p w:rsidR="006C3628" w:rsidRPr="00D54362" w:rsidRDefault="006C3628" w:rsidP="00D54362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 w:rsidRPr="00D54362">
        <w:rPr>
          <w:color w:val="000000"/>
          <w:sz w:val="28"/>
          <w:szCs w:val="28"/>
          <w:shd w:val="clear" w:color="auto" w:fill="FFFFFF"/>
        </w:rPr>
        <w:tab/>
        <w:t>В соответствии с изменениями статья 108 Федерального закона от 29.12.2012г №273 «Об образовании в Российской Федерации» дополнена пунктом следующего содержания: 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6C3628" w:rsidRPr="00D54362" w:rsidRDefault="006C3628" w:rsidP="00D54362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 w:rsidRPr="00D54362">
        <w:rPr>
          <w:sz w:val="28"/>
          <w:szCs w:val="28"/>
          <w:shd w:val="clear" w:color="auto" w:fill="FFFFFF"/>
        </w:rPr>
        <w:tab/>
        <w:t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онлайн - режиме.</w:t>
      </w:r>
    </w:p>
    <w:p w:rsidR="006C3628" w:rsidRPr="00A463AF" w:rsidRDefault="006C3628" w:rsidP="00A463AF">
      <w:pPr>
        <w:rPr>
          <w:b/>
          <w:bCs/>
          <w:sz w:val="28"/>
          <w:szCs w:val="28"/>
        </w:rPr>
      </w:pPr>
      <w:r w:rsidRPr="00A463AF">
        <w:rPr>
          <w:b/>
          <w:bCs/>
          <w:sz w:val="28"/>
          <w:szCs w:val="28"/>
        </w:rPr>
        <w:t>Темы для дистанционного обучения:</w:t>
      </w:r>
    </w:p>
    <w:p w:rsidR="006C3628" w:rsidRPr="00A463AF" w:rsidRDefault="006C3628" w:rsidP="00A463AF">
      <w:pPr>
        <w:rPr>
          <w:bCs/>
          <w:i/>
          <w:sz w:val="28"/>
          <w:szCs w:val="28"/>
          <w:u w:val="single"/>
        </w:rPr>
      </w:pPr>
      <w:r w:rsidRPr="00A463AF">
        <w:rPr>
          <w:bCs/>
          <w:i/>
          <w:sz w:val="28"/>
          <w:szCs w:val="28"/>
          <w:u w:val="single"/>
        </w:rPr>
        <w:t>Физическая культура в общекультурной и профессиональной подготовки студентов</w:t>
      </w:r>
    </w:p>
    <w:p w:rsidR="006C3628" w:rsidRPr="00A463AF" w:rsidRDefault="006C3628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Физическая культура как учебная дисциплина среднего и профессионального образования</w:t>
      </w:r>
    </w:p>
    <w:p w:rsidR="006C3628" w:rsidRPr="00A463AF" w:rsidRDefault="006C3628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Основы законодательства РФ о физической культуры и спорта</w:t>
      </w:r>
    </w:p>
    <w:p w:rsidR="006C3628" w:rsidRPr="00A463AF" w:rsidRDefault="006C3628" w:rsidP="00A463AF">
      <w:pPr>
        <w:rPr>
          <w:sz w:val="28"/>
          <w:szCs w:val="28"/>
        </w:rPr>
      </w:pPr>
      <w:r w:rsidRPr="00A463AF">
        <w:rPr>
          <w:bCs/>
          <w:sz w:val="28"/>
          <w:szCs w:val="28"/>
        </w:rPr>
        <w:t xml:space="preserve">- </w:t>
      </w:r>
      <w:r w:rsidRPr="00A463AF">
        <w:rPr>
          <w:sz w:val="28"/>
          <w:szCs w:val="28"/>
        </w:rPr>
        <w:t>Выполнение сообщений на тему: «Физическая культура личности»</w:t>
      </w:r>
    </w:p>
    <w:p w:rsidR="006C3628" w:rsidRPr="00A463AF" w:rsidRDefault="006C3628" w:rsidP="00A463AF">
      <w:pPr>
        <w:rPr>
          <w:sz w:val="28"/>
          <w:szCs w:val="28"/>
        </w:rPr>
      </w:pPr>
    </w:p>
    <w:p w:rsidR="006C3628" w:rsidRDefault="006C3628" w:rsidP="00A463AF">
      <w:pPr>
        <w:rPr>
          <w:bCs/>
          <w:i/>
          <w:sz w:val="28"/>
          <w:szCs w:val="28"/>
          <w:u w:val="single"/>
        </w:rPr>
      </w:pPr>
    </w:p>
    <w:p w:rsidR="006C3628" w:rsidRPr="00A463AF" w:rsidRDefault="006C3628" w:rsidP="00A463AF">
      <w:pPr>
        <w:rPr>
          <w:bCs/>
          <w:i/>
          <w:sz w:val="28"/>
          <w:szCs w:val="28"/>
          <w:u w:val="single"/>
        </w:rPr>
      </w:pPr>
      <w:r w:rsidRPr="00A463AF">
        <w:rPr>
          <w:bCs/>
          <w:i/>
          <w:sz w:val="28"/>
          <w:szCs w:val="28"/>
          <w:u w:val="single"/>
        </w:rPr>
        <w:t>Социально-биологические основы физической культуры и спорта</w:t>
      </w:r>
    </w:p>
    <w:p w:rsidR="006C3628" w:rsidRPr="00A463AF" w:rsidRDefault="006C3628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Организм человека как единая саморазвивающаяся  и саморегулирующаяся система</w:t>
      </w:r>
    </w:p>
    <w:p w:rsidR="006C3628" w:rsidRPr="00A463AF" w:rsidRDefault="006C3628" w:rsidP="00A463AF">
      <w:pPr>
        <w:rPr>
          <w:sz w:val="28"/>
          <w:szCs w:val="28"/>
        </w:rPr>
      </w:pPr>
      <w:r w:rsidRPr="00A463AF">
        <w:rPr>
          <w:bCs/>
          <w:sz w:val="28"/>
          <w:szCs w:val="28"/>
        </w:rPr>
        <w:t xml:space="preserve">- </w:t>
      </w:r>
      <w:r w:rsidRPr="00A463AF">
        <w:rPr>
          <w:sz w:val="28"/>
          <w:szCs w:val="28"/>
        </w:rPr>
        <w:t>Выполнение сообщений на тему: « Краткая характеристика функциональных систем организма»</w:t>
      </w:r>
    </w:p>
    <w:p w:rsidR="006C3628" w:rsidRPr="00A463AF" w:rsidRDefault="006C3628" w:rsidP="00A463AF">
      <w:pPr>
        <w:rPr>
          <w:sz w:val="28"/>
          <w:szCs w:val="28"/>
        </w:rPr>
      </w:pPr>
    </w:p>
    <w:p w:rsidR="006C3628" w:rsidRPr="00A463AF" w:rsidRDefault="006C3628" w:rsidP="00A463AF">
      <w:pPr>
        <w:rPr>
          <w:i/>
          <w:sz w:val="28"/>
          <w:szCs w:val="28"/>
          <w:u w:val="single"/>
        </w:rPr>
      </w:pPr>
      <w:r w:rsidRPr="00A463AF">
        <w:rPr>
          <w:i/>
          <w:sz w:val="28"/>
          <w:szCs w:val="28"/>
          <w:u w:val="single"/>
        </w:rPr>
        <w:t>Спорт в физическом воспитании студентов</w:t>
      </w:r>
    </w:p>
    <w:p w:rsidR="006C3628" w:rsidRPr="00A463AF" w:rsidRDefault="006C3628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Студенческий спорт</w:t>
      </w:r>
    </w:p>
    <w:p w:rsidR="006C3628" w:rsidRPr="00A463AF" w:rsidRDefault="006C3628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Система студенческих спортивных соревнований</w:t>
      </w:r>
    </w:p>
    <w:p w:rsidR="006C3628" w:rsidRPr="00A463AF" w:rsidRDefault="006C3628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Международное спортивное движение</w:t>
      </w:r>
    </w:p>
    <w:p w:rsidR="006C3628" w:rsidRPr="00A463AF" w:rsidRDefault="006C3628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 xml:space="preserve">- </w:t>
      </w:r>
      <w:r w:rsidRPr="00A463AF">
        <w:rPr>
          <w:sz w:val="28"/>
          <w:szCs w:val="28"/>
        </w:rPr>
        <w:t>Выполнение сообщений на тему</w:t>
      </w:r>
      <w:r w:rsidRPr="00A463AF">
        <w:rPr>
          <w:bCs/>
          <w:sz w:val="28"/>
          <w:szCs w:val="28"/>
        </w:rPr>
        <w:t>: « Краткая история олимпийских игр», « Участие в Олимпиадах»</w:t>
      </w:r>
    </w:p>
    <w:p w:rsidR="006C3628" w:rsidRPr="00A463AF" w:rsidRDefault="006C3628" w:rsidP="00A463AF">
      <w:pPr>
        <w:rPr>
          <w:bCs/>
          <w:sz w:val="28"/>
          <w:szCs w:val="28"/>
        </w:rPr>
      </w:pPr>
    </w:p>
    <w:p w:rsidR="006C3628" w:rsidRPr="00A463AF" w:rsidRDefault="006C3628" w:rsidP="00A463AF">
      <w:pPr>
        <w:rPr>
          <w:bCs/>
          <w:i/>
          <w:sz w:val="28"/>
          <w:szCs w:val="28"/>
          <w:u w:val="single"/>
        </w:rPr>
      </w:pPr>
      <w:r w:rsidRPr="00A463AF">
        <w:rPr>
          <w:bCs/>
          <w:i/>
          <w:sz w:val="28"/>
          <w:szCs w:val="28"/>
          <w:u w:val="single"/>
        </w:rPr>
        <w:t>Практическое домашнее задание «Утренняя зарядка»</w:t>
      </w:r>
    </w:p>
    <w:p w:rsidR="006C3628" w:rsidRPr="00A463AF" w:rsidRDefault="006C3628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Выполняется утренняя зарядка, и делается не большой видеоотчет на 3-5 минут, или фото-отчет из 5-6 фотографий.</w:t>
      </w:r>
    </w:p>
    <w:p w:rsidR="006C3628" w:rsidRPr="00A463AF" w:rsidRDefault="006C3628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Выполняется 5-6 упражнений, каждое упражнение повторяется 5-6 раз!</w:t>
      </w:r>
    </w:p>
    <w:p w:rsidR="006C3628" w:rsidRPr="00A463AF" w:rsidRDefault="006C3628" w:rsidP="00A463AF">
      <w:pPr>
        <w:rPr>
          <w:sz w:val="28"/>
          <w:szCs w:val="28"/>
        </w:rPr>
      </w:pPr>
      <w:r w:rsidRPr="00A463AF">
        <w:rPr>
          <w:sz w:val="28"/>
          <w:szCs w:val="28"/>
        </w:rPr>
        <w:t>Основные правила выполнения зарядки:</w:t>
      </w:r>
    </w:p>
    <w:p w:rsidR="006C3628" w:rsidRPr="00A463AF" w:rsidRDefault="006C3628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Утреннюю гимнастику лучше всего делать в хорошо проветриваемом помещении.</w:t>
      </w:r>
    </w:p>
    <w:p w:rsidR="006C3628" w:rsidRPr="00A463AF" w:rsidRDefault="006C3628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одежда для зарядки должна быть удобной, не стеснять движения.</w:t>
      </w:r>
    </w:p>
    <w:p w:rsidR="006C3628" w:rsidRPr="00A463AF" w:rsidRDefault="006C3628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Включать в зарядку 8-9 упражнений и повторять каждое упражнение 6-10 раз (на первый раз делать 5-6 упражнений, если есть желание можно больше).</w:t>
      </w:r>
    </w:p>
    <w:p w:rsidR="006C3628" w:rsidRPr="00A463AF" w:rsidRDefault="006C3628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Наклоны выполнять и в правую и в левую стороны, выпады и махи левой и правой ногой.</w:t>
      </w:r>
    </w:p>
    <w:p w:rsidR="006C3628" w:rsidRPr="00A463AF" w:rsidRDefault="006C3628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Не забывать о правильной дыхании! Дышать свободно через нос (при разведении, подъёме, разгибании рук делать вдох, при наклонах и приседаниях – выдох).</w:t>
      </w:r>
    </w:p>
    <w:p w:rsidR="006C3628" w:rsidRPr="00A463AF" w:rsidRDefault="006C3628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Желательно делать зарядку под бодрую, ритмичную, но не громкую музыку.</w:t>
      </w:r>
    </w:p>
    <w:p w:rsidR="006C3628" w:rsidRPr="00A463AF" w:rsidRDefault="006C3628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После зарядки полезно принять душ, облиться теплой водой, или обтереться влажным, а затем растереться сухим полотенцем.</w:t>
      </w:r>
    </w:p>
    <w:p w:rsidR="006C3628" w:rsidRPr="00234AE1" w:rsidRDefault="006C3628" w:rsidP="00234AE1">
      <w:pPr>
        <w:pStyle w:val="ListParagraph"/>
        <w:tabs>
          <w:tab w:val="left" w:pos="778"/>
        </w:tabs>
        <w:spacing w:line="235" w:lineRule="auto"/>
        <w:ind w:left="582" w:right="307" w:firstLine="0"/>
        <w:rPr>
          <w:sz w:val="28"/>
          <w:szCs w:val="28"/>
        </w:rPr>
        <w:sectPr w:rsidR="006C3628" w:rsidRPr="00234AE1">
          <w:pgSz w:w="11910" w:h="16840"/>
          <w:pgMar w:top="1040" w:right="540" w:bottom="920" w:left="1400" w:header="0" w:footer="654" w:gutter="0"/>
          <w:cols w:space="720"/>
        </w:sectPr>
      </w:pPr>
    </w:p>
    <w:p w:rsidR="006C3628" w:rsidRPr="0005243C" w:rsidRDefault="006C3628" w:rsidP="00234AE1">
      <w:pPr>
        <w:pStyle w:val="ListParagraph"/>
        <w:tabs>
          <w:tab w:val="left" w:pos="816"/>
        </w:tabs>
        <w:spacing w:before="6" w:line="240" w:lineRule="auto"/>
        <w:ind w:left="0" w:right="313" w:firstLine="0"/>
        <w:rPr>
          <w:b/>
          <w:sz w:val="24"/>
          <w:szCs w:val="24"/>
        </w:rPr>
      </w:pPr>
    </w:p>
    <w:p w:rsidR="006C3628" w:rsidRPr="00D54362" w:rsidRDefault="006C3628" w:rsidP="00A5714D">
      <w:pPr>
        <w:pStyle w:val="ListParagraph"/>
        <w:tabs>
          <w:tab w:val="left" w:pos="816"/>
        </w:tabs>
        <w:spacing w:before="6" w:line="240" w:lineRule="auto"/>
        <w:ind w:right="313"/>
        <w:rPr>
          <w:b/>
          <w:sz w:val="28"/>
          <w:szCs w:val="28"/>
        </w:rPr>
      </w:pPr>
      <w:r w:rsidRPr="00D54362">
        <w:rPr>
          <w:b/>
          <w:sz w:val="28"/>
          <w:szCs w:val="28"/>
        </w:rPr>
        <w:t>1.7. Количество часов на освоение рабочей программы учебной дисциплины на весь период обучения:</w:t>
      </w:r>
    </w:p>
    <w:p w:rsidR="006C3628" w:rsidRPr="00D54362" w:rsidRDefault="006C3628" w:rsidP="00D54362">
      <w:pPr>
        <w:ind w:left="302" w:right="2433"/>
        <w:rPr>
          <w:sz w:val="28"/>
          <w:szCs w:val="28"/>
        </w:rPr>
      </w:pPr>
      <w:r w:rsidRPr="00D54362">
        <w:rPr>
          <w:sz w:val="28"/>
          <w:szCs w:val="28"/>
        </w:rPr>
        <w:t>Обязательной аудиторн</w:t>
      </w:r>
      <w:r>
        <w:rPr>
          <w:sz w:val="28"/>
          <w:szCs w:val="28"/>
        </w:rPr>
        <w:t xml:space="preserve">ой учебной нагрузки </w:t>
      </w:r>
      <w:r w:rsidRPr="00D54362">
        <w:rPr>
          <w:sz w:val="28"/>
          <w:szCs w:val="28"/>
        </w:rPr>
        <w:t>обучающихся 171час, в то</w:t>
      </w:r>
      <w:r>
        <w:rPr>
          <w:sz w:val="28"/>
          <w:szCs w:val="28"/>
        </w:rPr>
        <w:t>м числе теоретическая часть – 10</w:t>
      </w:r>
      <w:r w:rsidRPr="00D54362">
        <w:rPr>
          <w:sz w:val="28"/>
          <w:szCs w:val="28"/>
        </w:rPr>
        <w:t xml:space="preserve"> </w:t>
      </w:r>
      <w:r>
        <w:rPr>
          <w:sz w:val="28"/>
          <w:szCs w:val="28"/>
        </w:rPr>
        <w:t>часов,  практическая часть - 161</w:t>
      </w:r>
      <w:r w:rsidRPr="00D54362">
        <w:rPr>
          <w:sz w:val="28"/>
          <w:szCs w:val="28"/>
        </w:rPr>
        <w:t>часов.</w:t>
      </w:r>
    </w:p>
    <w:p w:rsidR="006C3628" w:rsidRDefault="006C3628" w:rsidP="003D6A22">
      <w:pPr>
        <w:ind w:left="302" w:right="2433"/>
        <w:rPr>
          <w:sz w:val="28"/>
          <w:szCs w:val="28"/>
        </w:rPr>
      </w:pPr>
    </w:p>
    <w:p w:rsidR="006C3628" w:rsidRPr="00B95587" w:rsidRDefault="006C3628" w:rsidP="00C62228">
      <w:pPr>
        <w:pStyle w:val="ListParagraph"/>
        <w:numPr>
          <w:ilvl w:val="3"/>
          <w:numId w:val="7"/>
        </w:numPr>
        <w:tabs>
          <w:tab w:val="left" w:pos="543"/>
        </w:tabs>
        <w:spacing w:before="71" w:line="240" w:lineRule="auto"/>
        <w:ind w:left="542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B95587">
        <w:rPr>
          <w:b/>
          <w:sz w:val="28"/>
          <w:szCs w:val="28"/>
        </w:rPr>
        <w:t>ТРУКТУРА И СОДЕРЖАНИЕ УЧЕБНОЙ</w:t>
      </w:r>
      <w:r w:rsidRPr="00B95587">
        <w:rPr>
          <w:b/>
          <w:spacing w:val="-3"/>
          <w:sz w:val="28"/>
          <w:szCs w:val="28"/>
        </w:rPr>
        <w:t xml:space="preserve"> </w:t>
      </w:r>
      <w:r w:rsidRPr="00B95587">
        <w:rPr>
          <w:b/>
          <w:sz w:val="28"/>
          <w:szCs w:val="28"/>
        </w:rPr>
        <w:t>ДИСЦИПЛИНЫ</w:t>
      </w:r>
    </w:p>
    <w:p w:rsidR="006C3628" w:rsidRPr="00B95587" w:rsidRDefault="006C3628" w:rsidP="00C62228">
      <w:pPr>
        <w:pStyle w:val="ListParagraph"/>
        <w:numPr>
          <w:ilvl w:val="4"/>
          <w:numId w:val="7"/>
        </w:numPr>
        <w:tabs>
          <w:tab w:val="left" w:pos="723"/>
        </w:tabs>
        <w:spacing w:after="4" w:line="240" w:lineRule="auto"/>
        <w:rPr>
          <w:b/>
          <w:sz w:val="28"/>
          <w:szCs w:val="28"/>
        </w:rPr>
      </w:pPr>
      <w:r w:rsidRPr="00B95587">
        <w:rPr>
          <w:b/>
          <w:sz w:val="28"/>
          <w:szCs w:val="28"/>
        </w:rPr>
        <w:t>Объем учебной дисциплины и виды учебной</w:t>
      </w:r>
      <w:r w:rsidRPr="00B95587">
        <w:rPr>
          <w:b/>
          <w:spacing w:val="-6"/>
          <w:sz w:val="28"/>
          <w:szCs w:val="28"/>
        </w:rPr>
        <w:t xml:space="preserve"> </w:t>
      </w:r>
      <w:r w:rsidRPr="00B95587">
        <w:rPr>
          <w:b/>
          <w:sz w:val="28"/>
          <w:szCs w:val="28"/>
        </w:rPr>
        <w:t>работы</w:t>
      </w:r>
    </w:p>
    <w:p w:rsidR="006C3628" w:rsidRPr="006003D9" w:rsidRDefault="006C3628" w:rsidP="00C62228">
      <w:pPr>
        <w:pStyle w:val="BodyText"/>
        <w:rPr>
          <w:rFonts w:ascii="Arial"/>
          <w:sz w:val="20"/>
        </w:rPr>
      </w:pPr>
    </w:p>
    <w:p w:rsidR="006C3628" w:rsidRDefault="006C3628" w:rsidP="00C62228">
      <w:pPr>
        <w:pStyle w:val="BodyText"/>
        <w:spacing w:before="4"/>
        <w:rPr>
          <w:rFonts w:ascii="Arial"/>
          <w:sz w:val="11"/>
        </w:rPr>
      </w:pPr>
    </w:p>
    <w:tbl>
      <w:tblPr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68"/>
        <w:gridCol w:w="1984"/>
      </w:tblGrid>
      <w:tr w:rsidR="006C3628" w:rsidTr="00DC6F9F">
        <w:trPr>
          <w:trHeight w:val="338"/>
        </w:trPr>
        <w:tc>
          <w:tcPr>
            <w:tcW w:w="6968" w:type="dxa"/>
          </w:tcPr>
          <w:p w:rsidR="006C3628" w:rsidRPr="00A915A4" w:rsidRDefault="006C3628" w:rsidP="00DC6F9F">
            <w:pPr>
              <w:pStyle w:val="TableParagraph"/>
              <w:spacing w:before="74"/>
              <w:ind w:left="1515"/>
              <w:rPr>
                <w:b/>
                <w:sz w:val="24"/>
                <w:szCs w:val="24"/>
              </w:rPr>
            </w:pPr>
            <w:r w:rsidRPr="00A915A4">
              <w:rPr>
                <w:b/>
                <w:color w:val="231F20"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</w:tcPr>
          <w:p w:rsidR="006C3628" w:rsidRPr="00A915A4" w:rsidRDefault="006C3628" w:rsidP="00DC6F9F">
            <w:pPr>
              <w:pStyle w:val="TableParagraph"/>
              <w:spacing w:before="7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часов</w:t>
            </w:r>
          </w:p>
        </w:tc>
      </w:tr>
      <w:tr w:rsidR="006C3628" w:rsidTr="00DC6F9F">
        <w:trPr>
          <w:trHeight w:val="364"/>
        </w:trPr>
        <w:tc>
          <w:tcPr>
            <w:tcW w:w="6968" w:type="dxa"/>
          </w:tcPr>
          <w:p w:rsidR="006C3628" w:rsidRPr="00A915A4" w:rsidRDefault="006C3628" w:rsidP="00DC6F9F">
            <w:pPr>
              <w:pStyle w:val="TableParagraph"/>
              <w:spacing w:before="70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color w:val="231F20"/>
                <w:sz w:val="24"/>
                <w:szCs w:val="24"/>
              </w:rPr>
              <w:t>Объем обязательной аудиторной учебной нагрузки</w:t>
            </w:r>
          </w:p>
        </w:tc>
        <w:tc>
          <w:tcPr>
            <w:tcW w:w="1984" w:type="dxa"/>
          </w:tcPr>
          <w:p w:rsidR="006C3628" w:rsidRPr="00A915A4" w:rsidRDefault="006C3628" w:rsidP="00DC6F9F">
            <w:pPr>
              <w:pStyle w:val="TableParagraph"/>
              <w:ind w:left="150" w:right="14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31F20"/>
                <w:w w:val="120"/>
                <w:sz w:val="24"/>
                <w:szCs w:val="24"/>
              </w:rPr>
              <w:t>171</w:t>
            </w:r>
          </w:p>
        </w:tc>
      </w:tr>
      <w:tr w:rsidR="006C3628" w:rsidTr="00DC6F9F">
        <w:trPr>
          <w:trHeight w:val="364"/>
        </w:trPr>
        <w:tc>
          <w:tcPr>
            <w:tcW w:w="6968" w:type="dxa"/>
          </w:tcPr>
          <w:p w:rsidR="006C3628" w:rsidRPr="00A915A4" w:rsidRDefault="006C3628" w:rsidP="00DC6F9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</w:tcPr>
          <w:p w:rsidR="006C3628" w:rsidRPr="00A915A4" w:rsidRDefault="006C3628" w:rsidP="00DC6F9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</w:p>
        </w:tc>
      </w:tr>
      <w:tr w:rsidR="006C3628" w:rsidTr="00DC6F9F">
        <w:trPr>
          <w:trHeight w:val="497"/>
        </w:trPr>
        <w:tc>
          <w:tcPr>
            <w:tcW w:w="6968" w:type="dxa"/>
          </w:tcPr>
          <w:p w:rsidR="006C3628" w:rsidRPr="00A915A4" w:rsidRDefault="006C3628" w:rsidP="00DC6F9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1984" w:type="dxa"/>
          </w:tcPr>
          <w:p w:rsidR="006C3628" w:rsidRPr="00A915A4" w:rsidRDefault="006C3628" w:rsidP="00DC6F9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C3628" w:rsidTr="00DC6F9F">
        <w:trPr>
          <w:trHeight w:val="584"/>
        </w:trPr>
        <w:tc>
          <w:tcPr>
            <w:tcW w:w="6968" w:type="dxa"/>
          </w:tcPr>
          <w:p w:rsidR="006C3628" w:rsidRPr="00A915A4" w:rsidRDefault="006C3628" w:rsidP="00DC6F9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</w:tcPr>
          <w:p w:rsidR="006C3628" w:rsidRPr="00A915A4" w:rsidRDefault="006C3628" w:rsidP="00DC6F9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</w:tr>
      <w:tr w:rsidR="006C3628" w:rsidTr="00DC6F9F">
        <w:trPr>
          <w:trHeight w:val="584"/>
        </w:trPr>
        <w:tc>
          <w:tcPr>
            <w:tcW w:w="6968" w:type="dxa"/>
          </w:tcPr>
          <w:p w:rsidR="006C3628" w:rsidRPr="006C0BC2" w:rsidRDefault="006C3628" w:rsidP="00DC6F9F">
            <w:pPr>
              <w:pStyle w:val="TableParagraph"/>
              <w:ind w:right="161"/>
              <w:rPr>
                <w:sz w:val="24"/>
                <w:szCs w:val="24"/>
              </w:rPr>
            </w:pPr>
            <w:r w:rsidRPr="00A00146">
              <w:rPr>
                <w:b/>
                <w:sz w:val="24"/>
                <w:szCs w:val="24"/>
              </w:rPr>
              <w:t>Промежуточная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00146">
              <w:rPr>
                <w:b/>
                <w:sz w:val="24"/>
                <w:szCs w:val="24"/>
              </w:rPr>
              <w:t>аттестация</w:t>
            </w:r>
            <w:r>
              <w:rPr>
                <w:b/>
                <w:sz w:val="24"/>
                <w:szCs w:val="24"/>
              </w:rPr>
              <w:t xml:space="preserve"> в виде зачета</w:t>
            </w:r>
          </w:p>
        </w:tc>
        <w:tc>
          <w:tcPr>
            <w:tcW w:w="1984" w:type="dxa"/>
          </w:tcPr>
          <w:p w:rsidR="006C3628" w:rsidRPr="00A915A4" w:rsidRDefault="006C3628" w:rsidP="00DC6F9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bookmarkStart w:id="0" w:name="_GoBack"/>
            <w:bookmarkEnd w:id="0"/>
          </w:p>
        </w:tc>
      </w:tr>
      <w:tr w:rsidR="006C3628" w:rsidTr="00DC6F9F">
        <w:trPr>
          <w:trHeight w:val="584"/>
        </w:trPr>
        <w:tc>
          <w:tcPr>
            <w:tcW w:w="6968" w:type="dxa"/>
          </w:tcPr>
          <w:p w:rsidR="006C3628" w:rsidRPr="00A00146" w:rsidRDefault="006C3628" w:rsidP="00DC6F9F">
            <w:pPr>
              <w:pStyle w:val="TableParagraph"/>
              <w:rPr>
                <w:b/>
                <w:sz w:val="24"/>
                <w:szCs w:val="24"/>
              </w:rPr>
            </w:pPr>
            <w:r w:rsidRPr="004C7AA1">
              <w:rPr>
                <w:b/>
                <w:sz w:val="24"/>
                <w:szCs w:val="24"/>
              </w:rPr>
              <w:t>Итоговая аттестация в форме дифференцированного зачета</w:t>
            </w:r>
          </w:p>
        </w:tc>
        <w:tc>
          <w:tcPr>
            <w:tcW w:w="1984" w:type="dxa"/>
          </w:tcPr>
          <w:p w:rsidR="006C3628" w:rsidRDefault="006C3628" w:rsidP="00DC6F9F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6C3628" w:rsidRPr="00B274A2" w:rsidRDefault="006C3628" w:rsidP="00C62228">
      <w:pPr>
        <w:rPr>
          <w:sz w:val="19"/>
          <w:lang w:val="en-US"/>
        </w:rPr>
        <w:sectPr w:rsidR="006C3628" w:rsidRPr="00B274A2" w:rsidSect="00E76C6F">
          <w:footerReference w:type="even" r:id="rId8"/>
          <w:footerReference w:type="default" r:id="rId9"/>
          <w:pgSz w:w="11910" w:h="16840"/>
          <w:pgMar w:top="719" w:right="1180" w:bottom="1140" w:left="1580" w:header="0" w:footer="958" w:gutter="0"/>
          <w:pgNumType w:start="13"/>
          <w:cols w:space="720"/>
        </w:sectPr>
      </w:pPr>
    </w:p>
    <w:p w:rsidR="006C3628" w:rsidRPr="0013042D" w:rsidRDefault="006C3628" w:rsidP="00B274A2">
      <w:pPr>
        <w:pStyle w:val="List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</w:rPr>
      </w:pPr>
      <w:r w:rsidRPr="0094246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.2. </w:t>
      </w:r>
      <w:r w:rsidRPr="0013042D">
        <w:rPr>
          <w:b/>
          <w:sz w:val="28"/>
          <w:szCs w:val="28"/>
        </w:rPr>
        <w:t xml:space="preserve">Тематический план </w:t>
      </w:r>
      <w:r>
        <w:rPr>
          <w:b/>
          <w:sz w:val="28"/>
          <w:szCs w:val="28"/>
        </w:rPr>
        <w:t>и содержание учебной дисциплины «Физическая культура»</w:t>
      </w:r>
    </w:p>
    <w:p w:rsidR="006C3628" w:rsidRDefault="006C3628" w:rsidP="00B274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caps/>
        </w:rPr>
      </w:pPr>
    </w:p>
    <w:tbl>
      <w:tblPr>
        <w:tblW w:w="15327" w:type="dxa"/>
        <w:tblInd w:w="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"/>
        <w:gridCol w:w="4648"/>
        <w:gridCol w:w="6281"/>
        <w:gridCol w:w="2692"/>
        <w:gridCol w:w="1700"/>
      </w:tblGrid>
      <w:tr w:rsidR="006C3628" w:rsidRPr="003C4464" w:rsidTr="00796B0D">
        <w:tc>
          <w:tcPr>
            <w:tcW w:w="4650" w:type="dxa"/>
            <w:gridSpan w:val="2"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283" w:type="dxa"/>
          </w:tcPr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Содержание уче</w:t>
            </w:r>
            <w:r>
              <w:rPr>
                <w:b/>
                <w:bCs/>
                <w:sz w:val="24"/>
                <w:szCs w:val="24"/>
              </w:rPr>
              <w:t>бного материала, самостоятельные и практические занятия</w:t>
            </w:r>
            <w:r w:rsidRPr="00A65D89">
              <w:rPr>
                <w:b/>
                <w:bCs/>
                <w:sz w:val="24"/>
                <w:szCs w:val="24"/>
              </w:rPr>
              <w:t xml:space="preserve"> обучающихся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 о</w:t>
            </w:r>
            <w:r w:rsidRPr="00A65D89">
              <w:rPr>
                <w:b/>
                <w:sz w:val="24"/>
                <w:szCs w:val="24"/>
              </w:rPr>
              <w:t>своения</w:t>
            </w:r>
          </w:p>
        </w:tc>
      </w:tr>
      <w:tr w:rsidR="006C3628" w:rsidRPr="003C4464" w:rsidTr="00796B0D">
        <w:tc>
          <w:tcPr>
            <w:tcW w:w="4650" w:type="dxa"/>
            <w:gridSpan w:val="2"/>
          </w:tcPr>
          <w:p w:rsidR="006C3628" w:rsidRPr="00E66C1D" w:rsidRDefault="006C3628" w:rsidP="00796B0D">
            <w:pPr>
              <w:jc w:val="center"/>
              <w:rPr>
                <w:b/>
              </w:rPr>
            </w:pPr>
            <w:r w:rsidRPr="00E66C1D">
              <w:rPr>
                <w:b/>
              </w:rPr>
              <w:t>1</w:t>
            </w:r>
          </w:p>
        </w:tc>
        <w:tc>
          <w:tcPr>
            <w:tcW w:w="6283" w:type="dxa"/>
          </w:tcPr>
          <w:p w:rsidR="006C3628" w:rsidRPr="00A65D89" w:rsidRDefault="006C3628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6C3628" w:rsidRPr="003C4464" w:rsidTr="00796B0D">
        <w:tc>
          <w:tcPr>
            <w:tcW w:w="4650" w:type="dxa"/>
            <w:gridSpan w:val="2"/>
          </w:tcPr>
          <w:p w:rsidR="006C3628" w:rsidRPr="00A65D89" w:rsidRDefault="006C3628" w:rsidP="00B758EF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Раздел 1</w:t>
            </w:r>
            <w:r w:rsidRPr="00A65D89">
              <w:rPr>
                <w:bCs/>
                <w:sz w:val="24"/>
                <w:szCs w:val="24"/>
              </w:rPr>
              <w:t xml:space="preserve"> </w:t>
            </w:r>
            <w:r w:rsidRPr="00B758EF">
              <w:rPr>
                <w:b/>
                <w:bCs/>
                <w:sz w:val="24"/>
                <w:szCs w:val="24"/>
              </w:rPr>
              <w:t>Физическая культура как учебная дисциплина среднего и профессионального образования</w:t>
            </w:r>
          </w:p>
        </w:tc>
        <w:tc>
          <w:tcPr>
            <w:tcW w:w="6283" w:type="dxa"/>
          </w:tcPr>
          <w:p w:rsidR="006C3628" w:rsidRPr="00A65D89" w:rsidRDefault="006C3628" w:rsidP="00796B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32D9F">
              <w:rPr>
                <w:bCs/>
                <w:sz w:val="28"/>
                <w:szCs w:val="28"/>
              </w:rPr>
              <w:t>Л1, МП1, П2,П4</w:t>
            </w:r>
          </w:p>
        </w:tc>
      </w:tr>
      <w:tr w:rsidR="006C3628" w:rsidRPr="003C4464" w:rsidTr="00796B0D">
        <w:tc>
          <w:tcPr>
            <w:tcW w:w="4650" w:type="dxa"/>
            <w:gridSpan w:val="2"/>
            <w:vMerge w:val="restart"/>
          </w:tcPr>
          <w:p w:rsidR="006C3628" w:rsidRPr="00A65D89" w:rsidRDefault="006C3628" w:rsidP="00796B0D">
            <w:pPr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Тема 1.1</w:t>
            </w:r>
          </w:p>
          <w:p w:rsidR="006C3628" w:rsidRPr="00A65D89" w:rsidRDefault="006C3628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Физическая культура в общекультурной и профессиональной подготовки студентов</w:t>
            </w:r>
          </w:p>
          <w:p w:rsidR="006C3628" w:rsidRPr="00A65D89" w:rsidRDefault="006C3628" w:rsidP="00796B0D">
            <w:pPr>
              <w:rPr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Pr="00926DC6" w:rsidRDefault="006C3628" w:rsidP="00796B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  <w:r w:rsidRPr="00926DC6">
              <w:rPr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современное состояние физической культуры и спорта. Федеральный закон «О физической культуре и спорте в Российской Федерации»</w:t>
            </w:r>
          </w:p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  <w:r w:rsidRPr="00926DC6">
              <w:rPr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различать деятельностную сущность физической культуры в различных сферах жизни и ценности физической культуры.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C3628" w:rsidRPr="00A65D89" w:rsidRDefault="006C3628" w:rsidP="00796B0D">
            <w:pPr>
              <w:rPr>
                <w:b/>
                <w:sz w:val="24"/>
                <w:szCs w:val="24"/>
                <w:highlight w:val="yellow"/>
              </w:rPr>
            </w:pPr>
          </w:p>
        </w:tc>
      </w:tr>
      <w:tr w:rsidR="006C3628" w:rsidRPr="003C4464" w:rsidTr="00796B0D">
        <w:trPr>
          <w:trHeight w:val="968"/>
        </w:trPr>
        <w:tc>
          <w:tcPr>
            <w:tcW w:w="4650" w:type="dxa"/>
            <w:gridSpan w:val="2"/>
            <w:vMerge/>
          </w:tcPr>
          <w:p w:rsidR="006C3628" w:rsidRPr="00A65D89" w:rsidRDefault="006C3628" w:rsidP="00796B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Default="006C3628" w:rsidP="00B758EF">
            <w:pPr>
              <w:rPr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6C3628" w:rsidRDefault="006C3628" w:rsidP="00B758E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Физическая культура и спорт как социальные феномены общества.</w:t>
            </w:r>
          </w:p>
          <w:p w:rsidR="006C3628" w:rsidRDefault="006C3628" w:rsidP="00796B0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Физическая культура как часть общечеловеческой культуры</w:t>
            </w:r>
          </w:p>
          <w:p w:rsidR="006C3628" w:rsidRPr="00B758EF" w:rsidRDefault="006C3628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 xml:space="preserve">Основы законодательства РФ о физической культуры и спорта. 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c>
          <w:tcPr>
            <w:tcW w:w="4650" w:type="dxa"/>
            <w:gridSpan w:val="2"/>
            <w:vMerge/>
          </w:tcPr>
          <w:p w:rsidR="006C3628" w:rsidRPr="00A65D89" w:rsidRDefault="006C3628" w:rsidP="00796B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Pr="00B250F0" w:rsidRDefault="006C3628" w:rsidP="00B250F0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Выполнение презентации по теме: «Физическая культура личности».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c>
          <w:tcPr>
            <w:tcW w:w="4650" w:type="dxa"/>
            <w:gridSpan w:val="2"/>
            <w:vMerge w:val="restart"/>
          </w:tcPr>
          <w:p w:rsidR="006C3628" w:rsidRPr="00A65D89" w:rsidRDefault="006C3628" w:rsidP="00796B0D">
            <w:pPr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Тема 1.2</w:t>
            </w:r>
          </w:p>
          <w:p w:rsidR="006C3628" w:rsidRPr="00A65D89" w:rsidRDefault="006C3628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Социально-биологические основы физической культуры и спорта</w:t>
            </w:r>
          </w:p>
          <w:p w:rsidR="006C3628" w:rsidRPr="00A65D89" w:rsidRDefault="006C3628" w:rsidP="00796B0D">
            <w:pPr>
              <w:rPr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Default="006C3628" w:rsidP="006F20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>
              <w:rPr>
                <w:rFonts w:ascii="Arial" w:hAnsi="Arial" w:cs="Arial"/>
                <w:color w:val="000000"/>
              </w:rPr>
              <w:t>организм человека, а также влияние природных и социально-экологических факторов на организм и жизнедеятельность человека и их последствий.</w:t>
            </w:r>
          </w:p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  <w:r>
              <w:rPr>
                <w:rFonts w:ascii="Arial" w:hAnsi="Arial" w:cs="Arial"/>
                <w:color w:val="000000"/>
              </w:rPr>
              <w:t xml:space="preserve"> использовать повышение устойчивости организма человека к различным условиям внешней среды.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</w:tr>
      <w:tr w:rsidR="006C3628" w:rsidRPr="003C4464" w:rsidTr="00796B0D">
        <w:trPr>
          <w:trHeight w:val="926"/>
        </w:trPr>
        <w:tc>
          <w:tcPr>
            <w:tcW w:w="4650" w:type="dxa"/>
            <w:gridSpan w:val="2"/>
            <w:vMerge/>
          </w:tcPr>
          <w:p w:rsidR="006C3628" w:rsidRPr="00A65D89" w:rsidRDefault="006C3628" w:rsidP="00796B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Default="006C3628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6C3628" w:rsidRPr="00B250F0" w:rsidRDefault="006C3628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Организм человека как единая саморазвивающаяся и саморегулирующаяся система.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trHeight w:val="210"/>
        </w:trPr>
        <w:tc>
          <w:tcPr>
            <w:tcW w:w="4650" w:type="dxa"/>
            <w:gridSpan w:val="2"/>
            <w:vMerge/>
          </w:tcPr>
          <w:p w:rsidR="006C3628" w:rsidRPr="00A65D89" w:rsidRDefault="006C3628" w:rsidP="00796B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Pr="00A65D89" w:rsidRDefault="006C3628" w:rsidP="00674A95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Выполнение сообщения на тему: «Краткая характеристика функциональных систем организма»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trHeight w:val="210"/>
        </w:trPr>
        <w:tc>
          <w:tcPr>
            <w:tcW w:w="4650" w:type="dxa"/>
            <w:gridSpan w:val="2"/>
            <w:vMerge w:val="restart"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1.3</w:t>
            </w:r>
          </w:p>
          <w:p w:rsidR="006C3628" w:rsidRPr="00A65D89" w:rsidRDefault="006C3628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Спорт в физическом воспитании студентов</w:t>
            </w:r>
          </w:p>
          <w:p w:rsidR="006C3628" w:rsidRPr="00A65D89" w:rsidRDefault="006C3628" w:rsidP="00796B0D">
            <w:pPr>
              <w:rPr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Default="006C3628" w:rsidP="006F20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>
              <w:rPr>
                <w:rFonts w:ascii="Arial" w:hAnsi="Arial" w:cs="Arial"/>
                <w:color w:val="000000"/>
              </w:rPr>
              <w:t>знать основы физической культуры. Особенности выбора форм, методов и средств физической культуры и спорта. Профилактика профессиональных заболеваний и травматизма средствами физической культуры.</w:t>
            </w:r>
          </w:p>
          <w:p w:rsidR="006C3628" w:rsidRPr="008B02F4" w:rsidRDefault="006C3628" w:rsidP="00796B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>
              <w:rPr>
                <w:rFonts w:ascii="Arial" w:hAnsi="Arial" w:cs="Arial"/>
                <w:color w:val="000000"/>
              </w:rPr>
              <w:t>организовывать занятия физическими упражнениями различной направленности.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C3628" w:rsidRPr="00A65D89" w:rsidRDefault="006C3628" w:rsidP="00796B0D">
            <w:pPr>
              <w:rPr>
                <w:sz w:val="24"/>
                <w:szCs w:val="24"/>
              </w:rPr>
            </w:pPr>
          </w:p>
        </w:tc>
      </w:tr>
      <w:tr w:rsidR="006C3628" w:rsidRPr="003C4464" w:rsidTr="008B02F4">
        <w:trPr>
          <w:trHeight w:val="925"/>
        </w:trPr>
        <w:tc>
          <w:tcPr>
            <w:tcW w:w="4650" w:type="dxa"/>
            <w:gridSpan w:val="2"/>
            <w:vMerge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Default="006C3628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6C3628" w:rsidRPr="00A65D89" w:rsidRDefault="006C3628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Студенческий спорт. Система студенческих спортивных соревнований. Международное спортивное движение.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8B02F4">
        <w:trPr>
          <w:trHeight w:val="708"/>
        </w:trPr>
        <w:tc>
          <w:tcPr>
            <w:tcW w:w="4650" w:type="dxa"/>
            <w:gridSpan w:val="2"/>
            <w:vMerge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Pr="00A65D89" w:rsidRDefault="006C3628" w:rsidP="0079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Выполнение презентации по темам: « Краткая история олимпийских игр», « Участие в Олимпиадах».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trHeight w:val="714"/>
        </w:trPr>
        <w:tc>
          <w:tcPr>
            <w:tcW w:w="4650" w:type="dxa"/>
            <w:gridSpan w:val="2"/>
          </w:tcPr>
          <w:p w:rsidR="006C3628" w:rsidRPr="00A65D89" w:rsidRDefault="006C3628" w:rsidP="00796B0D">
            <w:pPr>
              <w:jc w:val="center"/>
              <w:rPr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Раздел</w:t>
            </w:r>
            <w:r w:rsidRPr="00A65D89">
              <w:rPr>
                <w:bCs/>
                <w:sz w:val="24"/>
                <w:szCs w:val="24"/>
              </w:rPr>
              <w:t xml:space="preserve"> 2</w:t>
            </w:r>
          </w:p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Легкая атлетика</w:t>
            </w:r>
          </w:p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Pr="00A65D89" w:rsidRDefault="006C3628" w:rsidP="00796B0D">
            <w:pPr>
              <w:rPr>
                <w:bCs/>
                <w:sz w:val="24"/>
                <w:szCs w:val="24"/>
              </w:rPr>
            </w:pPr>
          </w:p>
          <w:p w:rsidR="006C3628" w:rsidRPr="00A65D89" w:rsidRDefault="006C3628" w:rsidP="00796B0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65D89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Л1,Л2,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</w:tc>
      </w:tr>
      <w:tr w:rsidR="006C3628" w:rsidRPr="003C4464" w:rsidTr="00796B0D">
        <w:trPr>
          <w:trHeight w:val="300"/>
        </w:trPr>
        <w:tc>
          <w:tcPr>
            <w:tcW w:w="4650" w:type="dxa"/>
            <w:gridSpan w:val="2"/>
            <w:vMerge w:val="restart"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2.1</w:t>
            </w:r>
          </w:p>
          <w:p w:rsidR="006C3628" w:rsidRPr="00A65D89" w:rsidRDefault="006C3628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Кросс (бег по пересеченной местности)</w:t>
            </w:r>
          </w:p>
          <w:p w:rsidR="006C3628" w:rsidRPr="00A65D89" w:rsidRDefault="006C3628" w:rsidP="00796B0D">
            <w:pPr>
              <w:rPr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Pr="001D665E" w:rsidRDefault="006C3628" w:rsidP="006F20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</w:t>
            </w:r>
            <w:r w:rsidRPr="001D665E">
              <w:rPr>
                <w:b/>
                <w:sz w:val="24"/>
                <w:szCs w:val="24"/>
              </w:rPr>
              <w:t xml:space="preserve">нать: </w:t>
            </w:r>
            <w:r w:rsidRPr="001D665E">
              <w:rPr>
                <w:color w:val="000000"/>
                <w:sz w:val="24"/>
                <w:szCs w:val="24"/>
                <w:shd w:val="clear" w:color="auto" w:fill="FFFFFF"/>
              </w:rPr>
              <w:t>технику ходьбы и бега по пересеченной местности</w:t>
            </w:r>
          </w:p>
          <w:p w:rsidR="006C3628" w:rsidRPr="008B02F4" w:rsidRDefault="006C3628" w:rsidP="00796B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</w:t>
            </w:r>
            <w:r w:rsidRPr="001D665E">
              <w:rPr>
                <w:b/>
                <w:sz w:val="24"/>
                <w:szCs w:val="24"/>
              </w:rPr>
              <w:t>меть: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64FD4">
              <w:rPr>
                <w:color w:val="000000"/>
                <w:sz w:val="24"/>
                <w:szCs w:val="24"/>
                <w:shd w:val="clear" w:color="auto" w:fill="FFFFFF"/>
              </w:rPr>
              <w:t>использовать приобретенные знания и умения в практической деятельности и в повседневной жизни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trHeight w:val="289"/>
        </w:trPr>
        <w:tc>
          <w:tcPr>
            <w:tcW w:w="4650" w:type="dxa"/>
            <w:gridSpan w:val="2"/>
            <w:vMerge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Default="006C3628" w:rsidP="00796B0D">
            <w:pPr>
              <w:rPr>
                <w:bCs/>
                <w:sz w:val="24"/>
                <w:szCs w:val="24"/>
              </w:rPr>
            </w:pPr>
            <w:r w:rsidRPr="001D665E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6C3628" w:rsidRPr="001D665E" w:rsidRDefault="006C3628" w:rsidP="00796B0D">
            <w:pPr>
              <w:rPr>
                <w:bCs/>
                <w:sz w:val="24"/>
                <w:szCs w:val="24"/>
              </w:rPr>
            </w:pPr>
            <w:r w:rsidRPr="001D665E">
              <w:rPr>
                <w:bCs/>
                <w:sz w:val="24"/>
                <w:szCs w:val="24"/>
              </w:rPr>
              <w:t>Техника бега: старт, стартовое ускорение, бег на равнинных участках, бег в гору и на уклон.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trHeight w:val="663"/>
        </w:trPr>
        <w:tc>
          <w:tcPr>
            <w:tcW w:w="4650" w:type="dxa"/>
            <w:gridSpan w:val="2"/>
            <w:vMerge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Pr="00674A95" w:rsidRDefault="006C3628" w:rsidP="00674A95">
            <w:pPr>
              <w:rPr>
                <w:bCs/>
                <w:sz w:val="24"/>
                <w:szCs w:val="24"/>
              </w:rPr>
            </w:pPr>
            <w:r w:rsidRPr="001D665E">
              <w:rPr>
                <w:bCs/>
                <w:sz w:val="24"/>
                <w:szCs w:val="24"/>
              </w:rPr>
              <w:t>Бег по пересеченной местности, преодоление горизонтальных и вертикальных препятствий.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</w:tc>
      </w:tr>
      <w:tr w:rsidR="006C3628" w:rsidRPr="003C4464" w:rsidTr="00796B0D">
        <w:trPr>
          <w:trHeight w:val="210"/>
        </w:trPr>
        <w:tc>
          <w:tcPr>
            <w:tcW w:w="4650" w:type="dxa"/>
            <w:gridSpan w:val="2"/>
            <w:vMerge w:val="restart"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2.2</w:t>
            </w:r>
          </w:p>
          <w:p w:rsidR="006C3628" w:rsidRPr="00A65D89" w:rsidRDefault="006C3628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Бег на короткие дистанции</w:t>
            </w:r>
          </w:p>
          <w:p w:rsidR="006C3628" w:rsidRPr="00A65D89" w:rsidRDefault="006C3628" w:rsidP="00796B0D">
            <w:pPr>
              <w:rPr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Pr="00E70BB9" w:rsidRDefault="006C3628" w:rsidP="00E70BB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b/>
              </w:rPr>
              <w:t>З</w:t>
            </w:r>
            <w:r w:rsidRPr="001D665E">
              <w:rPr>
                <w:b/>
              </w:rPr>
              <w:t>нать:</w:t>
            </w:r>
            <w:r>
              <w:rPr>
                <w:b/>
              </w:rPr>
              <w:t xml:space="preserve"> </w:t>
            </w:r>
            <w:r>
              <w:t>о технике бега на короткие дистанции и передачи эстафетной палочки,</w:t>
            </w:r>
            <w:r>
              <w:rPr>
                <w:sz w:val="22"/>
                <w:szCs w:val="22"/>
              </w:rPr>
              <w:t xml:space="preserve"> к</w:t>
            </w:r>
            <w:r>
              <w:t>оманды “на старт”, “внимание”, “марш”</w:t>
            </w:r>
          </w:p>
          <w:p w:rsidR="006C3628" w:rsidRDefault="006C3628" w:rsidP="00E70BB9">
            <w:pPr>
              <w:pStyle w:val="NormalWeb"/>
              <w:spacing w:before="0" w:beforeAutospacing="0" w:after="0" w:afterAutospacing="0"/>
              <w:ind w:left="-360"/>
              <w:rPr>
                <w:rFonts w:ascii="roboto" w:hAnsi="roboto"/>
                <w:color w:val="000000"/>
                <w:sz w:val="22"/>
                <w:szCs w:val="22"/>
              </w:rPr>
            </w:pPr>
            <w:r>
              <w:rPr>
                <w:b/>
              </w:rPr>
              <w:t xml:space="preserve">     У</w:t>
            </w:r>
            <w:r w:rsidRPr="001D665E">
              <w:rPr>
                <w:b/>
              </w:rPr>
              <w:t>меть:</w:t>
            </w:r>
            <w:r>
              <w:rPr>
                <w:b/>
              </w:rPr>
              <w:t xml:space="preserve"> </w:t>
            </w:r>
            <w:r w:rsidRPr="00AF6D6E">
              <w:rPr>
                <w:color w:val="000000"/>
              </w:rPr>
              <w:t>в</w:t>
            </w:r>
            <w:r w:rsidRPr="00AF6D6E">
              <w:rPr>
                <w:rFonts w:ascii="roboto" w:hAnsi="roboto"/>
                <w:color w:val="000000"/>
              </w:rPr>
              <w:t>ыполнять бег с высокого старта,</w:t>
            </w:r>
            <w:r w:rsidRPr="00AF6D6E">
              <w:rPr>
                <w:color w:val="000000"/>
              </w:rPr>
              <w:t xml:space="preserve"> бежать </w:t>
            </w:r>
            <w:r w:rsidRPr="00AF6D6E">
              <w:rPr>
                <w:rFonts w:ascii="roboto" w:hAnsi="roboto"/>
                <w:color w:val="000000"/>
              </w:rPr>
              <w:t>по дистанции, финишировать</w:t>
            </w:r>
          </w:p>
          <w:p w:rsidR="006C3628" w:rsidRPr="008B02F4" w:rsidRDefault="006C3628" w:rsidP="008B02F4">
            <w:pPr>
              <w:pStyle w:val="NormalWeb"/>
              <w:spacing w:before="0" w:beforeAutospacing="0" w:after="0" w:afterAutospacing="0"/>
              <w:ind w:left="-360"/>
              <w:rPr>
                <w:rFonts w:ascii="roboto" w:hAnsi="roboto"/>
                <w:color w:val="000000"/>
                <w:sz w:val="22"/>
                <w:szCs w:val="22"/>
              </w:rPr>
            </w:pPr>
            <w:r>
              <w:t xml:space="preserve">    Передать эстафетную палочку “снизу” на месте, в ходьбе и б   беге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C3628" w:rsidRPr="00A65D89" w:rsidRDefault="006C3628" w:rsidP="00796B0D">
            <w:pPr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trHeight w:val="847"/>
        </w:trPr>
        <w:tc>
          <w:tcPr>
            <w:tcW w:w="4650" w:type="dxa"/>
            <w:gridSpan w:val="2"/>
            <w:vMerge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Default="006C3628" w:rsidP="00796B0D">
            <w:pPr>
              <w:rPr>
                <w:bCs/>
                <w:sz w:val="24"/>
                <w:szCs w:val="24"/>
              </w:rPr>
            </w:pPr>
            <w:r w:rsidRPr="001D665E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6C3628" w:rsidRPr="00A65D89" w:rsidRDefault="006C3628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Техника бега: низкий старта, стартовое ускорение, бег на дистанции, финиширование. Эстафетный бег, прием и передача эстафетной палочки.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C3628" w:rsidRPr="00A65D89" w:rsidRDefault="006C3628" w:rsidP="00964442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trHeight w:val="210"/>
        </w:trPr>
        <w:tc>
          <w:tcPr>
            <w:tcW w:w="4650" w:type="dxa"/>
            <w:gridSpan w:val="2"/>
            <w:vMerge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Pr="00A65D89" w:rsidRDefault="006C3628" w:rsidP="00796B0D">
            <w:pPr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Бег по отрезкам: 3х30 м, 2х50м. Финишный рывок.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</w:p>
        </w:tc>
      </w:tr>
      <w:tr w:rsidR="006C3628" w:rsidRPr="003C4464" w:rsidTr="00796B0D">
        <w:trPr>
          <w:trHeight w:val="210"/>
        </w:trPr>
        <w:tc>
          <w:tcPr>
            <w:tcW w:w="4650" w:type="dxa"/>
            <w:gridSpan w:val="2"/>
            <w:vMerge w:val="restart"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2.3</w:t>
            </w:r>
          </w:p>
          <w:p w:rsidR="006C3628" w:rsidRPr="00A65D89" w:rsidRDefault="006C3628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Прыжок в длину с разбега</w:t>
            </w:r>
          </w:p>
          <w:p w:rsidR="006C3628" w:rsidRPr="00A65D89" w:rsidRDefault="006C3628" w:rsidP="00796B0D">
            <w:pPr>
              <w:rPr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Pr="009957DA" w:rsidRDefault="006C3628" w:rsidP="006F20A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 w:rsidRPr="009957DA">
              <w:rPr>
                <w:sz w:val="24"/>
                <w:szCs w:val="24"/>
                <w:shd w:val="clear" w:color="auto" w:fill="FFFFFF"/>
              </w:rPr>
              <w:t>сопоставлять изученный материал с возможностью его применения в игровой и повседневной деятельности</w:t>
            </w:r>
          </w:p>
          <w:p w:rsidR="006C3628" w:rsidRPr="009957DA" w:rsidRDefault="006C3628" w:rsidP="0005243C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9957DA">
              <w:rPr>
                <w:b/>
              </w:rPr>
              <w:t>Уметь:</w:t>
            </w:r>
            <w:r w:rsidRPr="009957DA">
              <w:t xml:space="preserve"> </w:t>
            </w:r>
            <w:r w:rsidRPr="009957DA">
              <w:rPr>
                <w:rStyle w:val="c0"/>
              </w:rPr>
              <w:t>работать в группе, анализировать,</w:t>
            </w:r>
          </w:p>
          <w:p w:rsidR="006C3628" w:rsidRPr="009957DA" w:rsidRDefault="006C3628" w:rsidP="0005243C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9957DA">
              <w:rPr>
                <w:rStyle w:val="c0"/>
              </w:rPr>
              <w:t>сравнивать выполнение товарища с эталоном,</w:t>
            </w:r>
          </w:p>
          <w:p w:rsidR="006C3628" w:rsidRPr="008B02F4" w:rsidRDefault="006C3628" w:rsidP="008B02F4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9957DA">
              <w:rPr>
                <w:rStyle w:val="c9"/>
              </w:rPr>
              <w:t>дать характеристику собственному выполнению упражнения.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C3628" w:rsidRPr="00A65D89" w:rsidRDefault="006C3628" w:rsidP="00796B0D">
            <w:pPr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trHeight w:val="829"/>
        </w:trPr>
        <w:tc>
          <w:tcPr>
            <w:tcW w:w="4650" w:type="dxa"/>
            <w:gridSpan w:val="2"/>
            <w:vMerge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Default="006C3628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6C3628" w:rsidRPr="00A65D89" w:rsidRDefault="006C3628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Специальные упражнения прыгуна в длину. Совершенствование техники прыжка способом «согну в ноги».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trHeight w:val="689"/>
        </w:trPr>
        <w:tc>
          <w:tcPr>
            <w:tcW w:w="4650" w:type="dxa"/>
            <w:gridSpan w:val="2"/>
            <w:vMerge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Pr="00A65D89" w:rsidRDefault="006C3628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Подготовительные упражнения применительно к прыжку способом «согну в ноги»</w:t>
            </w:r>
          </w:p>
          <w:p w:rsidR="006C3628" w:rsidRPr="00A65D89" w:rsidRDefault="006C3628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trHeight w:val="572"/>
        </w:trPr>
        <w:tc>
          <w:tcPr>
            <w:tcW w:w="4650" w:type="dxa"/>
            <w:gridSpan w:val="2"/>
          </w:tcPr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Раздел 3</w:t>
            </w:r>
          </w:p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Волейбол</w:t>
            </w:r>
          </w:p>
        </w:tc>
        <w:tc>
          <w:tcPr>
            <w:tcW w:w="6283" w:type="dxa"/>
          </w:tcPr>
          <w:p w:rsidR="006C3628" w:rsidRPr="00A65D89" w:rsidRDefault="006C3628" w:rsidP="00796B0D">
            <w:pPr>
              <w:rPr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Л1,Л2,</w:t>
            </w:r>
            <w:r w:rsidRPr="00A32D9F">
              <w:rPr>
                <w:bCs/>
                <w:sz w:val="28"/>
                <w:szCs w:val="28"/>
              </w:rPr>
              <w:t>МП1, П2,</w:t>
            </w:r>
            <w:r>
              <w:rPr>
                <w:bCs/>
                <w:sz w:val="28"/>
                <w:szCs w:val="28"/>
              </w:rPr>
              <w:t xml:space="preserve">П3, </w:t>
            </w:r>
            <w:r w:rsidRPr="00A32D9F">
              <w:rPr>
                <w:bCs/>
                <w:sz w:val="28"/>
                <w:szCs w:val="28"/>
              </w:rPr>
              <w:t>П4</w:t>
            </w:r>
          </w:p>
        </w:tc>
      </w:tr>
      <w:tr w:rsidR="006C3628" w:rsidRPr="003C4464" w:rsidTr="00796B0D">
        <w:trPr>
          <w:trHeight w:val="431"/>
        </w:trPr>
        <w:tc>
          <w:tcPr>
            <w:tcW w:w="4650" w:type="dxa"/>
            <w:gridSpan w:val="2"/>
            <w:vMerge w:val="restart"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3.1</w:t>
            </w:r>
          </w:p>
          <w:p w:rsidR="006C3628" w:rsidRPr="00A65D89" w:rsidRDefault="006C3628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Техника владения мячом</w:t>
            </w:r>
          </w:p>
          <w:p w:rsidR="006C3628" w:rsidRPr="00B250F0" w:rsidRDefault="006C3628" w:rsidP="00796B0D">
            <w:pPr>
              <w:rPr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Pr="009957DA" w:rsidRDefault="006C3628" w:rsidP="006F20A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  <w:r w:rsidRPr="0005243C">
              <w:rPr>
                <w:b/>
                <w:sz w:val="24"/>
                <w:szCs w:val="24"/>
              </w:rPr>
              <w:t xml:space="preserve"> </w:t>
            </w:r>
            <w:r w:rsidRPr="009957DA">
              <w:rPr>
                <w:sz w:val="24"/>
                <w:szCs w:val="24"/>
                <w:shd w:val="clear" w:color="auto" w:fill="F4F4F4"/>
              </w:rPr>
              <w:t>технические элементы волейбола</w:t>
            </w:r>
          </w:p>
          <w:p w:rsidR="006C3628" w:rsidRPr="008B02F4" w:rsidRDefault="006C3628" w:rsidP="00796B0D">
            <w:pPr>
              <w:rPr>
                <w:sz w:val="24"/>
                <w:szCs w:val="24"/>
              </w:rPr>
            </w:pPr>
            <w:r w:rsidRPr="009957DA">
              <w:rPr>
                <w:sz w:val="24"/>
                <w:szCs w:val="24"/>
              </w:rPr>
              <w:t xml:space="preserve">Уметь: </w:t>
            </w:r>
            <w:r w:rsidRPr="009957DA">
              <w:rPr>
                <w:sz w:val="24"/>
                <w:szCs w:val="24"/>
                <w:shd w:val="clear" w:color="auto" w:fill="F4F4F4"/>
              </w:rPr>
              <w:t>корректировать свои действия при выполнении передачи мяча.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trHeight w:val="573"/>
        </w:trPr>
        <w:tc>
          <w:tcPr>
            <w:tcW w:w="4650" w:type="dxa"/>
            <w:gridSpan w:val="2"/>
            <w:vMerge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Default="006C3628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C3628" w:rsidRPr="00A65D89" w:rsidRDefault="006C3628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Подачи, передачи, нападающие удары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trHeight w:val="289"/>
        </w:trPr>
        <w:tc>
          <w:tcPr>
            <w:tcW w:w="4650" w:type="dxa"/>
            <w:gridSpan w:val="2"/>
            <w:vMerge w:val="restart"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3.2</w:t>
            </w:r>
          </w:p>
          <w:p w:rsidR="006C3628" w:rsidRPr="00A65D89" w:rsidRDefault="006C3628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Защита</w:t>
            </w:r>
          </w:p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Default="006C3628" w:rsidP="006F20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 w:rsidRPr="0059031D">
              <w:rPr>
                <w:sz w:val="24"/>
                <w:szCs w:val="24"/>
              </w:rPr>
              <w:t>основные элементы защиты.</w:t>
            </w:r>
          </w:p>
          <w:p w:rsidR="006C3628" w:rsidRPr="008B02F4" w:rsidRDefault="006C3628" w:rsidP="00796B0D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Pr="0059031D">
              <w:rPr>
                <w:sz w:val="24"/>
                <w:szCs w:val="24"/>
              </w:rPr>
              <w:t>выполнять основные элементы защиты.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trHeight w:val="289"/>
        </w:trPr>
        <w:tc>
          <w:tcPr>
            <w:tcW w:w="4650" w:type="dxa"/>
            <w:gridSpan w:val="2"/>
            <w:vMerge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Default="006C3628" w:rsidP="00796B0D">
            <w:pPr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6C3628" w:rsidRPr="00A65D89" w:rsidRDefault="006C3628" w:rsidP="00796B0D">
            <w:pPr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Стойки и перемещения, приёмы мяча, блокирование, страховка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trHeight w:val="289"/>
        </w:trPr>
        <w:tc>
          <w:tcPr>
            <w:tcW w:w="4650" w:type="dxa"/>
            <w:gridSpan w:val="2"/>
            <w:vMerge w:val="restart"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3.3</w:t>
            </w:r>
          </w:p>
          <w:p w:rsidR="006C3628" w:rsidRPr="00A65D89" w:rsidRDefault="006C3628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Тактика нападения</w:t>
            </w:r>
          </w:p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Pr="0059031D" w:rsidRDefault="006C3628" w:rsidP="009E12C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 w:rsidRPr="0059031D">
              <w:rPr>
                <w:sz w:val="24"/>
                <w:szCs w:val="24"/>
              </w:rPr>
              <w:t>основные элементы тактики нападения.</w:t>
            </w:r>
          </w:p>
          <w:p w:rsidR="006C3628" w:rsidRPr="008B02F4" w:rsidRDefault="006C3628" w:rsidP="008B02F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Pr="0059031D">
              <w:rPr>
                <w:sz w:val="24"/>
                <w:szCs w:val="24"/>
              </w:rPr>
              <w:t>выполнять основные элементы нападения.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C3628" w:rsidRPr="00A65D89" w:rsidRDefault="006C3628" w:rsidP="00796B0D">
            <w:pPr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trHeight w:val="289"/>
        </w:trPr>
        <w:tc>
          <w:tcPr>
            <w:tcW w:w="4650" w:type="dxa"/>
            <w:gridSpan w:val="2"/>
            <w:vMerge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6C3628" w:rsidRPr="00A65D89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Подача мяча, нападающий удар, обманные движения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</w:tc>
      </w:tr>
      <w:tr w:rsidR="006C3628" w:rsidRPr="003C4464" w:rsidTr="00796B0D">
        <w:trPr>
          <w:trHeight w:val="289"/>
        </w:trPr>
        <w:tc>
          <w:tcPr>
            <w:tcW w:w="4650" w:type="dxa"/>
            <w:gridSpan w:val="2"/>
            <w:vMerge w:val="restart"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3.4</w:t>
            </w:r>
          </w:p>
          <w:p w:rsidR="006C3628" w:rsidRPr="00A65D89" w:rsidRDefault="006C3628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Подачи</w:t>
            </w:r>
          </w:p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Default="006C3628" w:rsidP="009E12C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 w:rsidRPr="0059031D">
              <w:rPr>
                <w:sz w:val="24"/>
                <w:szCs w:val="24"/>
              </w:rPr>
              <w:t>основные элементы подач.</w:t>
            </w:r>
          </w:p>
          <w:p w:rsidR="006C3628" w:rsidRPr="008B02F4" w:rsidRDefault="006C3628" w:rsidP="008B02F4">
            <w:pPr>
              <w:rPr>
                <w:rStyle w:val="FontStyle193"/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Pr="0059031D">
              <w:rPr>
                <w:sz w:val="24"/>
                <w:szCs w:val="24"/>
              </w:rPr>
              <w:t>выполнять основные элементы подач.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C3628" w:rsidRPr="00A65D89" w:rsidRDefault="006C3628" w:rsidP="00796B0D">
            <w:pPr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trHeight w:val="289"/>
        </w:trPr>
        <w:tc>
          <w:tcPr>
            <w:tcW w:w="4650" w:type="dxa"/>
            <w:gridSpan w:val="2"/>
            <w:vMerge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6C3628" w:rsidRPr="00A65D89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Нижняя прямая подача, нижняя боковая подача. Верхняя прямая подача, верхняя боковая подача.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</w:p>
        </w:tc>
      </w:tr>
      <w:tr w:rsidR="006C3628" w:rsidRPr="003C4464" w:rsidTr="00796B0D">
        <w:trPr>
          <w:trHeight w:val="465"/>
        </w:trPr>
        <w:tc>
          <w:tcPr>
            <w:tcW w:w="4650" w:type="dxa"/>
            <w:gridSpan w:val="2"/>
          </w:tcPr>
          <w:p w:rsidR="006C3628" w:rsidRPr="00A65D89" w:rsidRDefault="006C3628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 xml:space="preserve">Раздел </w:t>
            </w:r>
            <w:r w:rsidRPr="00A65D89">
              <w:rPr>
                <w:b/>
                <w:bCs/>
                <w:sz w:val="24"/>
                <w:szCs w:val="24"/>
              </w:rPr>
              <w:t>4</w:t>
            </w:r>
          </w:p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Гимнастика</w:t>
            </w:r>
          </w:p>
        </w:tc>
        <w:tc>
          <w:tcPr>
            <w:tcW w:w="6283" w:type="dxa"/>
          </w:tcPr>
          <w:p w:rsidR="006C3628" w:rsidRPr="00A65D89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Л1,Л2,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</w:tc>
      </w:tr>
      <w:tr w:rsidR="006C3628" w:rsidRPr="003C4464" w:rsidTr="008B02F4">
        <w:trPr>
          <w:trHeight w:val="357"/>
        </w:trPr>
        <w:tc>
          <w:tcPr>
            <w:tcW w:w="4650" w:type="dxa"/>
            <w:gridSpan w:val="2"/>
            <w:vMerge w:val="restart"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4.1</w:t>
            </w:r>
          </w:p>
          <w:p w:rsidR="006C3628" w:rsidRPr="00A65D89" w:rsidRDefault="006C3628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Акробатика</w:t>
            </w:r>
          </w:p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Default="006C3628" w:rsidP="006F20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 w:rsidRPr="0059031D">
              <w:rPr>
                <w:sz w:val="24"/>
                <w:szCs w:val="24"/>
              </w:rPr>
              <w:t>основные элементы акробатики и Т.Б.</w:t>
            </w:r>
          </w:p>
          <w:p w:rsidR="006C3628" w:rsidRPr="008B02F4" w:rsidRDefault="006C3628" w:rsidP="008B02F4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Pr="0059031D">
              <w:rPr>
                <w:sz w:val="24"/>
                <w:szCs w:val="24"/>
              </w:rPr>
              <w:t>выполнять основные элементы акробатики.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C3628" w:rsidRPr="00A65D89" w:rsidRDefault="006C3628" w:rsidP="00796B0D">
            <w:pPr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trHeight w:val="607"/>
        </w:trPr>
        <w:tc>
          <w:tcPr>
            <w:tcW w:w="4650" w:type="dxa"/>
            <w:gridSpan w:val="2"/>
            <w:vMerge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6C3628" w:rsidRPr="00A65D89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Перекаты: вперёд, назад. Кувырки вперёд, назад в группировке из различных исходных положений; вперёд прыжком.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6C3628" w:rsidRPr="00A65D89" w:rsidRDefault="006C3628" w:rsidP="00EC5425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trHeight w:val="289"/>
        </w:trPr>
        <w:tc>
          <w:tcPr>
            <w:tcW w:w="4650" w:type="dxa"/>
            <w:gridSpan w:val="2"/>
            <w:vMerge/>
            <w:tcBorders>
              <w:top w:val="nil"/>
            </w:tcBorders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Pr="00A65D89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Стойки: на лопатках, голове, на руках у стенки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6C3628" w:rsidRPr="00A65D89" w:rsidRDefault="006C3628" w:rsidP="00EC5425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trHeight w:val="289"/>
        </w:trPr>
        <w:tc>
          <w:tcPr>
            <w:tcW w:w="4650" w:type="dxa"/>
            <w:gridSpan w:val="2"/>
            <w:vMerge w:val="restart"/>
            <w:tcBorders>
              <w:top w:val="nil"/>
            </w:tcBorders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4.2</w:t>
            </w:r>
          </w:p>
          <w:p w:rsidR="006C3628" w:rsidRPr="00A65D89" w:rsidRDefault="006C3628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Спортивная гимнастика</w:t>
            </w:r>
          </w:p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Default="006C3628" w:rsidP="0059031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 w:rsidRPr="0059031D">
              <w:rPr>
                <w:sz w:val="24"/>
                <w:szCs w:val="24"/>
              </w:rPr>
              <w:t>основные элеме</w:t>
            </w:r>
            <w:r>
              <w:rPr>
                <w:sz w:val="24"/>
                <w:szCs w:val="24"/>
              </w:rPr>
              <w:t>нты спортивной гимнастики</w:t>
            </w:r>
            <w:r w:rsidRPr="0059031D">
              <w:rPr>
                <w:sz w:val="24"/>
                <w:szCs w:val="24"/>
              </w:rPr>
              <w:t xml:space="preserve"> и Т.Б.</w:t>
            </w:r>
          </w:p>
          <w:p w:rsidR="006C3628" w:rsidRPr="008B02F4" w:rsidRDefault="006C3628" w:rsidP="008B02F4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Pr="0059031D">
              <w:rPr>
                <w:sz w:val="24"/>
                <w:szCs w:val="24"/>
              </w:rPr>
              <w:t>выпо</w:t>
            </w:r>
            <w:r>
              <w:rPr>
                <w:sz w:val="24"/>
                <w:szCs w:val="24"/>
              </w:rPr>
              <w:t>лнять основные элементы спортивной гимнастики</w:t>
            </w:r>
            <w:r w:rsidRPr="0059031D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C3628" w:rsidRPr="00A65D89" w:rsidRDefault="006C3628" w:rsidP="00796B0D">
            <w:pPr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trHeight w:val="289"/>
        </w:trPr>
        <w:tc>
          <w:tcPr>
            <w:tcW w:w="4650" w:type="dxa"/>
            <w:gridSpan w:val="2"/>
            <w:vMerge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6C3628" w:rsidRPr="00A65D89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Упражнения на перекладине: потягивание, размахивания в висе. Подъёмы: силой из виса в упор, переворот из виса в упор.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6C3628" w:rsidRPr="00A65D89" w:rsidRDefault="006C3628" w:rsidP="00EC5425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trHeight w:val="289"/>
        </w:trPr>
        <w:tc>
          <w:tcPr>
            <w:tcW w:w="4650" w:type="dxa"/>
            <w:gridSpan w:val="2"/>
            <w:vMerge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Pr="00A65D89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Переворот боком, упражнение «Ласточка», упражнение «Мостик».</w:t>
            </w:r>
          </w:p>
          <w:p w:rsidR="006C3628" w:rsidRPr="00A65D89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8</w:t>
            </w:r>
          </w:p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C3628" w:rsidRPr="00A65D89" w:rsidRDefault="006C3628" w:rsidP="00EC5425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trHeight w:val="617"/>
        </w:trPr>
        <w:tc>
          <w:tcPr>
            <w:tcW w:w="4650" w:type="dxa"/>
            <w:gridSpan w:val="2"/>
          </w:tcPr>
          <w:p w:rsidR="006C3628" w:rsidRPr="00A65D89" w:rsidRDefault="006C3628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 xml:space="preserve">Раздел </w:t>
            </w:r>
            <w:r w:rsidRPr="00A65D89">
              <w:rPr>
                <w:b/>
                <w:bCs/>
                <w:sz w:val="24"/>
                <w:szCs w:val="24"/>
              </w:rPr>
              <w:t>5</w:t>
            </w:r>
          </w:p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Лыжная подготовка</w:t>
            </w:r>
          </w:p>
        </w:tc>
        <w:tc>
          <w:tcPr>
            <w:tcW w:w="6283" w:type="dxa"/>
          </w:tcPr>
          <w:p w:rsidR="006C3628" w:rsidRPr="00A65D89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Л1,Л2,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</w:tc>
      </w:tr>
      <w:tr w:rsidR="006C3628" w:rsidRPr="003C4464" w:rsidTr="00796B0D">
        <w:trPr>
          <w:trHeight w:val="289"/>
        </w:trPr>
        <w:tc>
          <w:tcPr>
            <w:tcW w:w="4650" w:type="dxa"/>
            <w:gridSpan w:val="2"/>
            <w:vMerge w:val="restart"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5.1</w:t>
            </w:r>
          </w:p>
          <w:p w:rsidR="006C3628" w:rsidRDefault="006C3628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Техника передвижения на лыжах</w:t>
            </w:r>
          </w:p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Pr="0059031D" w:rsidRDefault="006C3628" w:rsidP="006F20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 w:rsidRPr="0059031D">
              <w:rPr>
                <w:iCs/>
                <w:color w:val="000000"/>
                <w:sz w:val="24"/>
                <w:szCs w:val="24"/>
                <w:shd w:val="clear" w:color="auto" w:fill="FFFFFF"/>
              </w:rPr>
              <w:t>комбинации движений и их последовательность в некоторых упражнениях</w:t>
            </w:r>
            <w:r>
              <w:rPr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6C3628" w:rsidRPr="008B02F4" w:rsidRDefault="006C3628" w:rsidP="008B02F4">
            <w:pPr>
              <w:rPr>
                <w:rStyle w:val="FontStyle193"/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Pr="0059031D">
              <w:rPr>
                <w:iCs/>
                <w:color w:val="000000"/>
                <w:sz w:val="24"/>
                <w:szCs w:val="24"/>
                <w:shd w:val="clear" w:color="auto" w:fill="FFFFFF"/>
              </w:rPr>
              <w:t>выполнять комбинации движений и их последовательность в некоторых упражнениях</w:t>
            </w:r>
            <w:r>
              <w:rPr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C3628" w:rsidRPr="00A65D89" w:rsidRDefault="006C3628" w:rsidP="00796B0D">
            <w:pPr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6C3628" w:rsidRPr="00A65D89" w:rsidRDefault="006C3628" w:rsidP="00796B0D">
            <w:pPr>
              <w:jc w:val="both"/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Попеременно двушажный ход, одновременный бесшажный и двухшажный ходы. Переход от одновременных ходов к переменным и обратно. Выбор способа передвижения в зависимости от рельефа местности.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C3628" w:rsidRPr="00A65D89" w:rsidRDefault="006C3628" w:rsidP="00EC5425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5.4</w:t>
            </w:r>
          </w:p>
          <w:p w:rsidR="006C3628" w:rsidRDefault="006C3628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Торможение и повороты</w:t>
            </w:r>
          </w:p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Default="006C3628" w:rsidP="00B91F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 w:rsidRPr="0059031D">
              <w:rPr>
                <w:sz w:val="24"/>
                <w:szCs w:val="24"/>
              </w:rPr>
              <w:t>основные элеме</w:t>
            </w:r>
            <w:r>
              <w:rPr>
                <w:sz w:val="24"/>
                <w:szCs w:val="24"/>
              </w:rPr>
              <w:t>нты торможений и поворотов</w:t>
            </w:r>
            <w:r w:rsidRPr="0059031D">
              <w:rPr>
                <w:sz w:val="24"/>
                <w:szCs w:val="24"/>
              </w:rPr>
              <w:t>.</w:t>
            </w:r>
          </w:p>
          <w:p w:rsidR="006C3628" w:rsidRPr="008B02F4" w:rsidRDefault="006C3628" w:rsidP="008B02F4">
            <w:pPr>
              <w:rPr>
                <w:rStyle w:val="FontStyle193"/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Pr="00B91F9B">
              <w:rPr>
                <w:sz w:val="24"/>
                <w:szCs w:val="24"/>
              </w:rPr>
              <w:t xml:space="preserve">выполнять </w:t>
            </w:r>
            <w:r w:rsidRPr="0059031D">
              <w:rPr>
                <w:sz w:val="24"/>
                <w:szCs w:val="24"/>
              </w:rPr>
              <w:t>основные элеме</w:t>
            </w:r>
            <w:r>
              <w:rPr>
                <w:sz w:val="24"/>
                <w:szCs w:val="24"/>
              </w:rPr>
              <w:t>нты торможений и поворотов</w:t>
            </w:r>
            <w:r w:rsidRPr="0059031D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6C3628" w:rsidRPr="00A65D89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Торможение: плугом, упором, боковым соскальзыванием. Повороты: переступанием, упором.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Pr="00A65D89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Повороты на параллельных лыжах</w:t>
            </w:r>
          </w:p>
          <w:p w:rsidR="006C3628" w:rsidRPr="00A65D89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gridBefore w:val="1"/>
          <w:trHeight w:val="210"/>
        </w:trPr>
        <w:tc>
          <w:tcPr>
            <w:tcW w:w="4650" w:type="dxa"/>
          </w:tcPr>
          <w:p w:rsidR="006C3628" w:rsidRPr="00A65D89" w:rsidRDefault="006C3628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 xml:space="preserve">Раздел </w:t>
            </w:r>
            <w:r w:rsidRPr="00A65D89">
              <w:rPr>
                <w:b/>
                <w:bCs/>
                <w:sz w:val="24"/>
                <w:szCs w:val="24"/>
              </w:rPr>
              <w:t>6</w:t>
            </w:r>
          </w:p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Баскетбол</w:t>
            </w:r>
          </w:p>
        </w:tc>
        <w:tc>
          <w:tcPr>
            <w:tcW w:w="6283" w:type="dxa"/>
          </w:tcPr>
          <w:p w:rsidR="006C3628" w:rsidRPr="00A65D89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Л1,Л2,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</w:tc>
      </w:tr>
      <w:tr w:rsidR="006C3628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6.1</w:t>
            </w:r>
          </w:p>
          <w:p w:rsidR="006C3628" w:rsidRPr="00A65D89" w:rsidRDefault="006C3628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Владение мячом</w:t>
            </w:r>
          </w:p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Pr="009957DA" w:rsidRDefault="006C3628" w:rsidP="006F20A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 w:rsidRPr="009957DA">
              <w:rPr>
                <w:sz w:val="24"/>
                <w:szCs w:val="24"/>
                <w:shd w:val="clear" w:color="auto" w:fill="F4F4F4"/>
              </w:rPr>
              <w:t>технические элементы баскетбола.</w:t>
            </w:r>
          </w:p>
          <w:p w:rsidR="006C3628" w:rsidRPr="008B02F4" w:rsidRDefault="006C3628" w:rsidP="008B02F4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 w:rsidRPr="009957DA">
              <w:rPr>
                <w:sz w:val="24"/>
                <w:szCs w:val="24"/>
              </w:rPr>
              <w:t xml:space="preserve">Уметь: </w:t>
            </w:r>
            <w:r w:rsidRPr="009957DA">
              <w:rPr>
                <w:sz w:val="24"/>
                <w:szCs w:val="24"/>
                <w:shd w:val="clear" w:color="auto" w:fill="F4F4F4"/>
              </w:rPr>
              <w:t>корректировать свои действия при выполнении ведения и передачи мяча.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6C3628" w:rsidRPr="00A65D89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Ловля и передача мяча на месте и в движении, ведение мяча правой и левой рукой на месте и в движении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6C3628" w:rsidRPr="009B28E7" w:rsidRDefault="006C3628" w:rsidP="00796B0D">
            <w:pPr>
              <w:rPr>
                <w:b/>
              </w:rPr>
            </w:pPr>
          </w:p>
        </w:tc>
        <w:tc>
          <w:tcPr>
            <w:tcW w:w="6283" w:type="dxa"/>
          </w:tcPr>
          <w:p w:rsidR="006C3628" w:rsidRPr="00A65D89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Перехваты, вырывание, выбивание мяча. Броски в корзину, овладение мячом при отскоке от щита.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gridBefore w:val="1"/>
          <w:trHeight w:val="430"/>
        </w:trPr>
        <w:tc>
          <w:tcPr>
            <w:tcW w:w="4650" w:type="dxa"/>
          </w:tcPr>
          <w:p w:rsidR="006C3628" w:rsidRPr="00A65D89" w:rsidRDefault="006C3628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 xml:space="preserve">Раздел </w:t>
            </w:r>
            <w:r w:rsidRPr="00A65D89">
              <w:rPr>
                <w:b/>
                <w:bCs/>
                <w:sz w:val="24"/>
                <w:szCs w:val="24"/>
              </w:rPr>
              <w:t>7</w:t>
            </w:r>
          </w:p>
          <w:p w:rsidR="006C3628" w:rsidRPr="00A65D89" w:rsidRDefault="006C3628" w:rsidP="00796B0D">
            <w:pPr>
              <w:jc w:val="center"/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Ритмическая гимнастика</w:t>
            </w:r>
          </w:p>
        </w:tc>
        <w:tc>
          <w:tcPr>
            <w:tcW w:w="6283" w:type="dxa"/>
          </w:tcPr>
          <w:p w:rsidR="006C3628" w:rsidRPr="00A65D89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Л1,Л2,</w:t>
            </w:r>
            <w:r w:rsidRPr="00A32D9F">
              <w:rPr>
                <w:bCs/>
                <w:sz w:val="28"/>
                <w:szCs w:val="28"/>
              </w:rPr>
              <w:t>МП1, П2,</w:t>
            </w:r>
            <w:r>
              <w:rPr>
                <w:bCs/>
                <w:sz w:val="28"/>
                <w:szCs w:val="28"/>
              </w:rPr>
              <w:t>П3,</w:t>
            </w:r>
            <w:r w:rsidRPr="00A32D9F">
              <w:rPr>
                <w:bCs/>
                <w:sz w:val="28"/>
                <w:szCs w:val="28"/>
              </w:rPr>
              <w:t>П4</w:t>
            </w:r>
          </w:p>
        </w:tc>
      </w:tr>
      <w:tr w:rsidR="006C3628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7.1</w:t>
            </w:r>
          </w:p>
          <w:p w:rsidR="006C3628" w:rsidRPr="00A65D89" w:rsidRDefault="006C3628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Строевые, специальные упражнения для согласования с музыкой</w:t>
            </w:r>
          </w:p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Pr="009957DA" w:rsidRDefault="006C3628" w:rsidP="006F20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</w:t>
            </w:r>
            <w:r w:rsidRPr="009957DA">
              <w:rPr>
                <w:sz w:val="24"/>
                <w:szCs w:val="24"/>
              </w:rPr>
              <w:t xml:space="preserve">: </w:t>
            </w:r>
            <w:r w:rsidRPr="009957DA">
              <w:rPr>
                <w:sz w:val="24"/>
                <w:szCs w:val="24"/>
                <w:shd w:val="clear" w:color="auto" w:fill="F4F4F4"/>
              </w:rPr>
              <w:t>технические элементы строевых упражнений.</w:t>
            </w:r>
          </w:p>
          <w:p w:rsidR="006C3628" w:rsidRPr="008B02F4" w:rsidRDefault="006C3628" w:rsidP="008B02F4">
            <w:pPr>
              <w:rPr>
                <w:rStyle w:val="FontStyle193"/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выполнять с</w:t>
            </w:r>
            <w:r w:rsidRPr="00A65D89">
              <w:rPr>
                <w:sz w:val="24"/>
                <w:szCs w:val="24"/>
              </w:rPr>
              <w:t>троевые, специальные упражнения для согласования с музыкой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6C3628" w:rsidRPr="00A65D89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 xml:space="preserve">Строевые упражнения: перестроения, размыкания. </w:t>
            </w:r>
            <w:r w:rsidRPr="00A65D89">
              <w:rPr>
                <w:sz w:val="24"/>
                <w:szCs w:val="24"/>
              </w:rPr>
              <w:t xml:space="preserve"> Регулировать скорость и силу мышечного напряжения.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Pr="00A65D89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Перестроения: выполнить переменные шагами или подскоками. Размыкание приставными шагами с наклонными туловища вправо-влево.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7.2</w:t>
            </w:r>
          </w:p>
          <w:p w:rsidR="006C3628" w:rsidRPr="00A65D89" w:rsidRDefault="006C3628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Общеразвивающие упражнения</w:t>
            </w:r>
          </w:p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Pr="000F34F6" w:rsidRDefault="006C3628" w:rsidP="006F20A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 w:rsidRPr="000F34F6">
              <w:rPr>
                <w:sz w:val="24"/>
                <w:szCs w:val="24"/>
              </w:rPr>
              <w:t>элементы общеразвивающих упражнений</w:t>
            </w:r>
            <w:r>
              <w:rPr>
                <w:sz w:val="24"/>
                <w:szCs w:val="24"/>
              </w:rPr>
              <w:t>.</w:t>
            </w:r>
          </w:p>
          <w:p w:rsidR="006C3628" w:rsidRPr="008B02F4" w:rsidRDefault="006C3628" w:rsidP="008B02F4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Pr="000F34F6">
              <w:rPr>
                <w:sz w:val="24"/>
                <w:szCs w:val="24"/>
              </w:rPr>
              <w:t>самостоятельно выполнять элементы общеразвивающих упражнений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6C3628" w:rsidRPr="00A65D89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Ходьба, бег, прыжки. Упражнения с предметами (палки, набивные мячи). Упражнения на гимнастических снарядах (гимнастическая стенка, скамейка)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Pr="00A65D89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Упражнения со взаимной помощью друг другу (в парах). Упражнения из других видов спорта.</w:t>
            </w:r>
          </w:p>
          <w:p w:rsidR="006C3628" w:rsidRPr="00A65D89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Контрольные нормативы.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3628" w:rsidRDefault="006C3628" w:rsidP="00796B0D">
            <w:pPr>
              <w:jc w:val="center"/>
              <w:rPr>
                <w:sz w:val="24"/>
                <w:szCs w:val="24"/>
              </w:rPr>
            </w:pPr>
          </w:p>
          <w:p w:rsidR="006C3628" w:rsidRDefault="006C3628" w:rsidP="00796B0D">
            <w:pPr>
              <w:jc w:val="center"/>
              <w:rPr>
                <w:sz w:val="24"/>
                <w:szCs w:val="24"/>
              </w:rPr>
            </w:pPr>
          </w:p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gridBefore w:val="1"/>
          <w:trHeight w:val="210"/>
        </w:trPr>
        <w:tc>
          <w:tcPr>
            <w:tcW w:w="4650" w:type="dxa"/>
          </w:tcPr>
          <w:p w:rsidR="006C3628" w:rsidRPr="00A65D89" w:rsidRDefault="006C3628" w:rsidP="00796B0D">
            <w:pPr>
              <w:jc w:val="center"/>
              <w:rPr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 xml:space="preserve">Раздел </w:t>
            </w:r>
            <w:r w:rsidRPr="00A65D89">
              <w:rPr>
                <w:b/>
                <w:bCs/>
                <w:sz w:val="24"/>
                <w:szCs w:val="24"/>
              </w:rPr>
              <w:t>8</w:t>
            </w:r>
          </w:p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6283" w:type="dxa"/>
          </w:tcPr>
          <w:p w:rsidR="006C3628" w:rsidRPr="00A65D89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6C3628" w:rsidRPr="00FF5E76" w:rsidRDefault="006C3628" w:rsidP="00ED58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Л1,Л2,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8.1</w:t>
            </w:r>
          </w:p>
          <w:p w:rsidR="006C3628" w:rsidRPr="00A65D89" w:rsidRDefault="006C3628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 xml:space="preserve">Работа на тренажёрах </w:t>
            </w:r>
          </w:p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Pr="0057403D" w:rsidRDefault="006C3628" w:rsidP="006F20A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 w:rsidRPr="0057403D">
              <w:rPr>
                <w:sz w:val="24"/>
                <w:szCs w:val="24"/>
              </w:rPr>
              <w:t>основные</w:t>
            </w:r>
            <w:r>
              <w:rPr>
                <w:sz w:val="24"/>
                <w:szCs w:val="24"/>
              </w:rPr>
              <w:t xml:space="preserve"> упражнения на тренажёрах и т.б.</w:t>
            </w:r>
          </w:p>
          <w:p w:rsidR="006C3628" w:rsidRPr="008B02F4" w:rsidRDefault="006C3628" w:rsidP="008B02F4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Pr="0057403D">
              <w:rPr>
                <w:sz w:val="24"/>
                <w:szCs w:val="24"/>
              </w:rPr>
              <w:t>правильно выполнять упражнения на тренажёрах.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tabs>
                <w:tab w:val="left" w:pos="1149"/>
                <w:tab w:val="center" w:pos="1238"/>
              </w:tabs>
              <w:rPr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6C3628" w:rsidRPr="00A65D89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Различные сгибания и разгибания, поднимания и отпускания рук. Подтягивание.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8.2</w:t>
            </w:r>
          </w:p>
          <w:p w:rsidR="006C3628" w:rsidRPr="00A65D89" w:rsidRDefault="006C3628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Специальные силовые упражнения</w:t>
            </w:r>
          </w:p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Pr="0057403D" w:rsidRDefault="006C3628" w:rsidP="006F20A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>технику выполнения специальных силовых упражнений.</w:t>
            </w:r>
          </w:p>
          <w:p w:rsidR="006C3628" w:rsidRPr="008B02F4" w:rsidRDefault="006C3628" w:rsidP="008B02F4">
            <w:pPr>
              <w:rPr>
                <w:rStyle w:val="FontStyle193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Pr="0057403D">
              <w:rPr>
                <w:sz w:val="24"/>
                <w:szCs w:val="24"/>
              </w:rPr>
              <w:t>правильно выполнять специальные упражнения.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6C3628" w:rsidRPr="00A65D89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Лёгкая атлетика. Гимнастика, подвижные игры.  Специальная силовая подготовка.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Pr="00A65D89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Легкоатлетические прыжковые упражнения. Силовые упражнения (подъём силой и пер</w:t>
            </w:r>
            <w:r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 xml:space="preserve">еворотом на перекладине). 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gridBefore w:val="1"/>
          <w:trHeight w:val="210"/>
        </w:trPr>
        <w:tc>
          <w:tcPr>
            <w:tcW w:w="4650" w:type="dxa"/>
          </w:tcPr>
          <w:p w:rsidR="006C3628" w:rsidRPr="00A65D89" w:rsidRDefault="006C3628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6C3628" w:rsidRPr="00A65D89" w:rsidRDefault="006C3628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6115F">
              <w:rPr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693" w:type="dxa"/>
          </w:tcPr>
          <w:p w:rsidR="006C3628" w:rsidRDefault="006C3628" w:rsidP="00796B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6C3628" w:rsidRPr="003C4464" w:rsidTr="00796B0D">
        <w:trPr>
          <w:gridBefore w:val="1"/>
          <w:trHeight w:val="210"/>
        </w:trPr>
        <w:tc>
          <w:tcPr>
            <w:tcW w:w="10933" w:type="dxa"/>
            <w:gridSpan w:val="2"/>
          </w:tcPr>
          <w:p w:rsidR="006C3628" w:rsidRPr="00A65D89" w:rsidRDefault="006C3628" w:rsidP="00796B0D">
            <w:pPr>
              <w:jc w:val="right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693" w:type="dxa"/>
          </w:tcPr>
          <w:p w:rsidR="006C3628" w:rsidRPr="00A65D89" w:rsidRDefault="006C3628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171</w:t>
            </w:r>
          </w:p>
        </w:tc>
        <w:tc>
          <w:tcPr>
            <w:tcW w:w="1701" w:type="dxa"/>
          </w:tcPr>
          <w:p w:rsidR="006C3628" w:rsidRPr="00A65D89" w:rsidRDefault="006C3628" w:rsidP="00796B0D">
            <w:pPr>
              <w:jc w:val="center"/>
              <w:rPr>
                <w:sz w:val="24"/>
                <w:szCs w:val="24"/>
              </w:rPr>
            </w:pPr>
          </w:p>
        </w:tc>
      </w:tr>
    </w:tbl>
    <w:p w:rsidR="006C3628" w:rsidRDefault="006C3628">
      <w:pPr>
        <w:rPr>
          <w:sz w:val="20"/>
        </w:rPr>
      </w:pPr>
    </w:p>
    <w:p w:rsidR="006C3628" w:rsidRDefault="006C3628">
      <w:pPr>
        <w:rPr>
          <w:sz w:val="20"/>
        </w:rPr>
      </w:pPr>
    </w:p>
    <w:p w:rsidR="006C3628" w:rsidRDefault="006C3628">
      <w:pPr>
        <w:rPr>
          <w:sz w:val="20"/>
        </w:rPr>
      </w:pPr>
    </w:p>
    <w:p w:rsidR="006C3628" w:rsidRDefault="006C3628">
      <w:pPr>
        <w:rPr>
          <w:sz w:val="20"/>
        </w:rPr>
      </w:pPr>
    </w:p>
    <w:p w:rsidR="006C3628" w:rsidRDefault="006C3628">
      <w:pPr>
        <w:rPr>
          <w:sz w:val="20"/>
        </w:rPr>
      </w:pPr>
    </w:p>
    <w:p w:rsidR="006C3628" w:rsidRDefault="006C3628">
      <w:pPr>
        <w:rPr>
          <w:sz w:val="20"/>
        </w:rPr>
      </w:pPr>
    </w:p>
    <w:p w:rsidR="006C3628" w:rsidRDefault="006C3628">
      <w:pPr>
        <w:rPr>
          <w:sz w:val="20"/>
        </w:rPr>
      </w:pPr>
    </w:p>
    <w:p w:rsidR="006C3628" w:rsidRDefault="006C3628">
      <w:pPr>
        <w:rPr>
          <w:sz w:val="20"/>
        </w:rPr>
      </w:pPr>
    </w:p>
    <w:p w:rsidR="006C3628" w:rsidRDefault="006C3628">
      <w:pPr>
        <w:rPr>
          <w:sz w:val="20"/>
        </w:rPr>
      </w:pPr>
    </w:p>
    <w:p w:rsidR="006C3628" w:rsidRDefault="006C3628">
      <w:pPr>
        <w:rPr>
          <w:sz w:val="20"/>
        </w:rPr>
      </w:pPr>
    </w:p>
    <w:p w:rsidR="006C3628" w:rsidRDefault="006C3628">
      <w:pPr>
        <w:rPr>
          <w:sz w:val="20"/>
        </w:rPr>
      </w:pPr>
    </w:p>
    <w:p w:rsidR="006C3628" w:rsidRDefault="006C3628">
      <w:pPr>
        <w:rPr>
          <w:sz w:val="20"/>
        </w:rPr>
      </w:pPr>
    </w:p>
    <w:p w:rsidR="006C3628" w:rsidRDefault="006C3628">
      <w:pPr>
        <w:rPr>
          <w:sz w:val="20"/>
        </w:rPr>
      </w:pPr>
    </w:p>
    <w:p w:rsidR="006C3628" w:rsidRDefault="006C3628">
      <w:pPr>
        <w:rPr>
          <w:sz w:val="20"/>
        </w:rPr>
      </w:pPr>
    </w:p>
    <w:p w:rsidR="006C3628" w:rsidRDefault="006C3628">
      <w:pPr>
        <w:rPr>
          <w:sz w:val="20"/>
        </w:rPr>
      </w:pPr>
    </w:p>
    <w:p w:rsidR="006C3628" w:rsidRDefault="006C3628">
      <w:pPr>
        <w:rPr>
          <w:sz w:val="20"/>
        </w:rPr>
      </w:pPr>
    </w:p>
    <w:p w:rsidR="006C3628" w:rsidRDefault="006C3628">
      <w:pPr>
        <w:rPr>
          <w:sz w:val="20"/>
        </w:rPr>
        <w:sectPr w:rsidR="006C3628">
          <w:footerReference w:type="default" r:id="rId10"/>
          <w:pgSz w:w="16850" w:h="11910" w:orient="landscape"/>
          <w:pgMar w:top="720" w:right="860" w:bottom="1080" w:left="760" w:header="0" w:footer="884" w:gutter="0"/>
          <w:cols w:space="720"/>
        </w:sectPr>
      </w:pPr>
    </w:p>
    <w:p w:rsidR="006C3628" w:rsidRDefault="006C3628" w:rsidP="00C559F1">
      <w:pPr>
        <w:pStyle w:val="Heading21"/>
        <w:spacing w:before="198" w:line="252" w:lineRule="auto"/>
        <w:ind w:left="3818" w:hanging="3494"/>
        <w:rPr>
          <w:rFonts w:ascii="Times New Roman" w:hAnsi="Times New Roman" w:cs="Times New Roman"/>
          <w:b/>
          <w:lang w:val="ru-RU"/>
        </w:rPr>
      </w:pPr>
      <w:bookmarkStart w:id="1" w:name="_TOC_250002"/>
      <w:r>
        <w:rPr>
          <w:rFonts w:ascii="Times New Roman" w:hAnsi="Times New Roman" w:cs="Times New Roman"/>
          <w:b/>
          <w:color w:val="231F20"/>
          <w:w w:val="90"/>
          <w:lang w:val="ru-RU"/>
        </w:rPr>
        <w:t xml:space="preserve">2.3. ОСНОВНЫЕ ВИДЫ УЧЕБНОЙ ДЕЯТЕЛЬНОСТИ </w:t>
      </w:r>
      <w:bookmarkEnd w:id="1"/>
      <w:r>
        <w:rPr>
          <w:rFonts w:ascii="Times New Roman" w:hAnsi="Times New Roman" w:cs="Times New Roman"/>
          <w:b/>
          <w:color w:val="231F20"/>
          <w:lang w:val="ru-RU"/>
        </w:rPr>
        <w:t>СТУДЕНТОВ</w:t>
      </w:r>
    </w:p>
    <w:p w:rsidR="006C3628" w:rsidRDefault="006C3628" w:rsidP="00C559F1">
      <w:pPr>
        <w:pStyle w:val="BodyText"/>
        <w:spacing w:before="7"/>
        <w:rPr>
          <w:rFonts w:ascii="Arial"/>
          <w:sz w:val="24"/>
        </w:rPr>
      </w:pPr>
    </w:p>
    <w:tbl>
      <w:tblPr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551"/>
        <w:gridCol w:w="6339"/>
      </w:tblGrid>
      <w:tr w:rsidR="006C3628" w:rsidTr="00C559F1">
        <w:trPr>
          <w:trHeight w:val="538"/>
        </w:trPr>
        <w:tc>
          <w:tcPr>
            <w:tcW w:w="2551" w:type="dxa"/>
          </w:tcPr>
          <w:p w:rsidR="006C3628" w:rsidRPr="00F6051B" w:rsidRDefault="006C3628">
            <w:pPr>
              <w:pStyle w:val="TableParagraph"/>
              <w:spacing w:before="174"/>
              <w:ind w:left="338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color w:val="231F20"/>
                <w:sz w:val="24"/>
                <w:szCs w:val="24"/>
              </w:rPr>
              <w:t>Раздел учебной дисциплины</w:t>
            </w:r>
          </w:p>
        </w:tc>
        <w:tc>
          <w:tcPr>
            <w:tcW w:w="6339" w:type="dxa"/>
          </w:tcPr>
          <w:p w:rsidR="006C3628" w:rsidRPr="00F6051B" w:rsidRDefault="006C3628" w:rsidP="00F6051B">
            <w:pPr>
              <w:pStyle w:val="TableParagraph"/>
              <w:spacing w:before="74" w:line="247" w:lineRule="auto"/>
              <w:ind w:left="1900" w:right="267" w:hanging="1537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color w:val="231F20"/>
                <w:w w:val="90"/>
                <w:sz w:val="24"/>
                <w:szCs w:val="24"/>
              </w:rPr>
              <w:t>Основные виды деятельности студентов</w:t>
            </w:r>
          </w:p>
        </w:tc>
      </w:tr>
      <w:tr w:rsidR="006C3628" w:rsidTr="00524729">
        <w:trPr>
          <w:trHeight w:val="1749"/>
        </w:trPr>
        <w:tc>
          <w:tcPr>
            <w:tcW w:w="2551" w:type="dxa"/>
          </w:tcPr>
          <w:p w:rsidR="006C3628" w:rsidRPr="00F6051B" w:rsidRDefault="006C3628">
            <w:pPr>
              <w:pStyle w:val="TableParagraph"/>
              <w:spacing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Ведение. Физическая</w:t>
            </w:r>
          </w:p>
          <w:p w:rsidR="006C3628" w:rsidRPr="00F6051B" w:rsidRDefault="006C3628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культура в общекультурной и профессиональной подготовке сту</w:t>
            </w:r>
            <w:r w:rsidRPr="00F6051B">
              <w:rPr>
                <w:color w:val="231F20"/>
                <w:w w:val="110"/>
                <w:sz w:val="24"/>
                <w:szCs w:val="24"/>
              </w:rPr>
              <w:t>дентов СПО</w:t>
            </w:r>
          </w:p>
        </w:tc>
        <w:tc>
          <w:tcPr>
            <w:tcW w:w="6339" w:type="dxa"/>
          </w:tcPr>
          <w:p w:rsidR="006C3628" w:rsidRPr="00F6051B" w:rsidRDefault="006C3628" w:rsidP="00F6051B">
            <w:pPr>
              <w:pStyle w:val="TableParagraph"/>
              <w:spacing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современного состояния физической культуры и спорта.</w:t>
            </w:r>
          </w:p>
          <w:p w:rsidR="006C3628" w:rsidRPr="00F6051B" w:rsidRDefault="006C3628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обосновывать значение физической культуры для формирования личности профессионала, профилактики профзабо</w:t>
            </w:r>
            <w:r w:rsidRPr="00F6051B">
              <w:rPr>
                <w:color w:val="231F20"/>
                <w:w w:val="120"/>
                <w:sz w:val="24"/>
                <w:szCs w:val="24"/>
              </w:rPr>
              <w:t>леваний.</w:t>
            </w:r>
          </w:p>
          <w:p w:rsidR="006C3628" w:rsidRPr="00F6051B" w:rsidRDefault="006C3628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оздоровительных систем физического воспитания.</w:t>
            </w:r>
          </w:p>
          <w:p w:rsidR="006C3628" w:rsidRPr="00F6051B" w:rsidRDefault="006C3628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Владение информацией о Всероссийском физкультурно-спортивном комплексе «Готов к труду и обороне» (ГТО)</w:t>
            </w:r>
          </w:p>
        </w:tc>
      </w:tr>
      <w:tr w:rsidR="006C3628" w:rsidTr="00524729">
        <w:trPr>
          <w:trHeight w:val="1981"/>
        </w:trPr>
        <w:tc>
          <w:tcPr>
            <w:tcW w:w="2551" w:type="dxa"/>
          </w:tcPr>
          <w:p w:rsidR="006C3628" w:rsidRPr="00F6051B" w:rsidRDefault="006C3628" w:rsidP="00F6051B">
            <w:pPr>
              <w:pStyle w:val="TableParagraph"/>
              <w:spacing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1. Основы методики са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мостоятельных занятий</w:t>
            </w:r>
          </w:p>
          <w:p w:rsidR="006C3628" w:rsidRPr="00F6051B" w:rsidRDefault="006C3628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>
              <w:rPr>
                <w:color w:val="231F20"/>
                <w:w w:val="120"/>
                <w:sz w:val="24"/>
                <w:szCs w:val="24"/>
              </w:rPr>
              <w:t xml:space="preserve">Физическим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упражнениями</w:t>
            </w:r>
          </w:p>
        </w:tc>
        <w:tc>
          <w:tcPr>
            <w:tcW w:w="6339" w:type="dxa"/>
          </w:tcPr>
          <w:p w:rsidR="006C3628" w:rsidRPr="00F6051B" w:rsidRDefault="006C3628" w:rsidP="00F6051B">
            <w:pPr>
              <w:pStyle w:val="TableParagraph"/>
              <w:spacing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Демонстрация мотивации и стремления к самостоятельным за</w:t>
            </w:r>
            <w:r w:rsidRPr="00F6051B">
              <w:rPr>
                <w:color w:val="231F20"/>
                <w:w w:val="125"/>
                <w:sz w:val="24"/>
                <w:szCs w:val="24"/>
              </w:rPr>
              <w:t>нятиям.</w:t>
            </w:r>
          </w:p>
          <w:p w:rsidR="006C3628" w:rsidRPr="00F6051B" w:rsidRDefault="006C3628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Знание форм и содержания физических упражнений.</w:t>
            </w:r>
          </w:p>
          <w:p w:rsidR="006C3628" w:rsidRPr="00F6051B" w:rsidRDefault="006C3628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Умение организовывать занятия физическими упражнениями</w:t>
            </w:r>
          </w:p>
          <w:p w:rsidR="006C3628" w:rsidRPr="00F6051B" w:rsidRDefault="006C3628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различной направленности с использованием знаний особенно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стей самостоятельных занятий для юношей и девушек.</w:t>
            </w:r>
          </w:p>
          <w:p w:rsidR="006C3628" w:rsidRPr="00F6051B" w:rsidRDefault="006C3628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Знание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основных</w:t>
            </w:r>
            <w:r w:rsidRPr="00F6051B">
              <w:rPr>
                <w:color w:val="231F20"/>
                <w:spacing w:val="-2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принципов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построения</w:t>
            </w:r>
            <w:r w:rsidRPr="00F6051B">
              <w:rPr>
                <w:color w:val="231F20"/>
                <w:spacing w:val="-2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самостоятельных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занятий и их гигиены</w:t>
            </w:r>
          </w:p>
        </w:tc>
      </w:tr>
      <w:tr w:rsidR="006C3628" w:rsidTr="00524729">
        <w:trPr>
          <w:trHeight w:val="1516"/>
        </w:trPr>
        <w:tc>
          <w:tcPr>
            <w:tcW w:w="2551" w:type="dxa"/>
          </w:tcPr>
          <w:p w:rsidR="006C3628" w:rsidRPr="00F6051B" w:rsidRDefault="006C3628">
            <w:pPr>
              <w:pStyle w:val="TableParagraph"/>
              <w:spacing w:before="79"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2. Самоконтроль, его</w:t>
            </w:r>
          </w:p>
          <w:p w:rsidR="006C3628" w:rsidRPr="00F6051B" w:rsidRDefault="006C3628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основные методы, по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казатели и критерии</w:t>
            </w:r>
          </w:p>
          <w:p w:rsidR="006C3628" w:rsidRPr="00F6051B" w:rsidRDefault="006C3628" w:rsidP="00524729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оценки</w:t>
            </w:r>
          </w:p>
        </w:tc>
        <w:tc>
          <w:tcPr>
            <w:tcW w:w="6339" w:type="dxa"/>
          </w:tcPr>
          <w:p w:rsidR="006C3628" w:rsidRPr="00F6051B" w:rsidRDefault="006C3628" w:rsidP="00F6051B">
            <w:pPr>
              <w:pStyle w:val="TableParagraph"/>
              <w:spacing w:before="79"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Самостоятельное</w:t>
            </w:r>
            <w:r w:rsidRPr="00F6051B">
              <w:rPr>
                <w:color w:val="231F20"/>
                <w:spacing w:val="-3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использование</w:t>
            </w:r>
            <w:r w:rsidRPr="00F6051B">
              <w:rPr>
                <w:color w:val="231F20"/>
                <w:spacing w:val="-3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оценка</w:t>
            </w:r>
            <w:r w:rsidRPr="00F6051B">
              <w:rPr>
                <w:color w:val="231F20"/>
                <w:spacing w:val="-3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показателей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функциональных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проб,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упражнений-тестов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для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оценки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физического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раз-</w:t>
            </w:r>
          </w:p>
          <w:p w:rsidR="006C3628" w:rsidRPr="00F6051B" w:rsidRDefault="006C3628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вития, телосложения, функционального состояния организма,</w:t>
            </w:r>
          </w:p>
          <w:p w:rsidR="006C3628" w:rsidRPr="00F6051B" w:rsidRDefault="006C3628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физической подготовленности.</w:t>
            </w:r>
          </w:p>
          <w:p w:rsidR="006C3628" w:rsidRPr="00F6051B" w:rsidRDefault="006C3628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Внесение коррекций в содержание занятий физическими</w:t>
            </w:r>
          </w:p>
          <w:p w:rsidR="006C3628" w:rsidRPr="00F6051B" w:rsidRDefault="006C3628" w:rsidP="00F6051B">
            <w:pPr>
              <w:pStyle w:val="TableParagraph"/>
              <w:spacing w:line="213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упражнениями и спортом по результатам показателей контроля</w:t>
            </w:r>
          </w:p>
        </w:tc>
      </w:tr>
      <w:tr w:rsidR="006C3628" w:rsidTr="00524729">
        <w:trPr>
          <w:trHeight w:val="2446"/>
        </w:trPr>
        <w:tc>
          <w:tcPr>
            <w:tcW w:w="2551" w:type="dxa"/>
          </w:tcPr>
          <w:p w:rsidR="006C3628" w:rsidRPr="00F6051B" w:rsidRDefault="006C3628" w:rsidP="00F6051B">
            <w:pPr>
              <w:pStyle w:val="TableParagraph"/>
              <w:spacing w:before="79" w:line="206" w:lineRule="exact"/>
              <w:rPr>
                <w:sz w:val="24"/>
                <w:szCs w:val="24"/>
                <w:lang w:eastAsia="en-US"/>
              </w:rPr>
            </w:pPr>
            <w:r>
              <w:rPr>
                <w:color w:val="231F20"/>
                <w:w w:val="120"/>
                <w:sz w:val="24"/>
                <w:szCs w:val="24"/>
              </w:rPr>
              <w:t>3.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Психофизиологиче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ски</w:t>
            </w:r>
            <w:r>
              <w:rPr>
                <w:color w:val="231F20"/>
                <w:w w:val="115"/>
                <w:sz w:val="24"/>
                <w:szCs w:val="24"/>
              </w:rPr>
              <w:t xml:space="preserve">е основы </w:t>
            </w:r>
            <w:r w:rsidRPr="00F6051B">
              <w:rPr>
                <w:color w:val="231F20"/>
                <w:w w:val="115"/>
                <w:sz w:val="24"/>
                <w:szCs w:val="24"/>
              </w:rPr>
              <w:t>учебного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и производственного</w:t>
            </w:r>
          </w:p>
          <w:p w:rsidR="006C3628" w:rsidRPr="00F6051B" w:rsidRDefault="006C3628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труда. Средства физической культуры в регулировании работоспособности</w:t>
            </w:r>
          </w:p>
        </w:tc>
        <w:tc>
          <w:tcPr>
            <w:tcW w:w="6339" w:type="dxa"/>
          </w:tcPr>
          <w:p w:rsidR="006C3628" w:rsidRPr="00F6051B" w:rsidRDefault="006C3628" w:rsidP="00F6051B">
            <w:pPr>
              <w:pStyle w:val="TableParagraph"/>
              <w:spacing w:before="79" w:line="205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Знание требований, которые предъявляет профессиональная</w:t>
            </w:r>
          </w:p>
          <w:p w:rsidR="006C3628" w:rsidRPr="00F6051B" w:rsidRDefault="006C3628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деятельность к личности, ее психофизиологическим возможно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стям, здоровью и физической подготовленности.</w:t>
            </w:r>
          </w:p>
          <w:p w:rsidR="006C3628" w:rsidRPr="00F6051B" w:rsidRDefault="006C3628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Использование знаний динамики работоспособности в учебном</w:t>
            </w:r>
          </w:p>
          <w:p w:rsidR="006C3628" w:rsidRPr="00F6051B" w:rsidRDefault="006C3628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году и в период экзаменационной сессии.</w:t>
            </w:r>
          </w:p>
          <w:p w:rsidR="006C3628" w:rsidRPr="00F6051B" w:rsidRDefault="006C3628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определять основные критерии нервно-эмоционального,</w:t>
            </w:r>
          </w:p>
          <w:p w:rsidR="006C3628" w:rsidRPr="00F6051B" w:rsidRDefault="006C3628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психического и психофизического утомления.</w:t>
            </w:r>
          </w:p>
          <w:p w:rsidR="006C3628" w:rsidRPr="00F6051B" w:rsidRDefault="006C3628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Овладение методами повышения эффективности производственного и учебного труда; освоение применения аутотренинга для</w:t>
            </w:r>
          </w:p>
          <w:p w:rsidR="006C3628" w:rsidRPr="00F6051B" w:rsidRDefault="006C3628" w:rsidP="00F6051B">
            <w:pPr>
              <w:pStyle w:val="TableParagraph"/>
              <w:spacing w:line="213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повышения работоспособности</w:t>
            </w:r>
          </w:p>
        </w:tc>
      </w:tr>
      <w:tr w:rsidR="006C3628" w:rsidTr="00524729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6C3628" w:rsidRPr="00F6051B" w:rsidRDefault="006C3628">
            <w:pPr>
              <w:pStyle w:val="TableParagraph"/>
              <w:ind w:left="0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 xml:space="preserve">4. Физическая </w:t>
            </w:r>
            <w:r>
              <w:rPr>
                <w:color w:val="231F20"/>
                <w:w w:val="115"/>
                <w:sz w:val="24"/>
                <w:szCs w:val="24"/>
              </w:rPr>
              <w:t>культура в профессиональной де</w:t>
            </w:r>
            <w:r w:rsidRPr="00F6051B">
              <w:rPr>
                <w:color w:val="231F20"/>
                <w:w w:val="115"/>
                <w:sz w:val="24"/>
                <w:szCs w:val="24"/>
              </w:rPr>
              <w:t>ятельности студента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6C3628" w:rsidRPr="00F6051B" w:rsidRDefault="006C3628" w:rsidP="00F6051B">
            <w:pPr>
              <w:pStyle w:val="TableParagraph"/>
              <w:spacing w:before="89"/>
              <w:ind w:right="267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Обоснование социально-эко</w:t>
            </w:r>
            <w:r>
              <w:rPr>
                <w:color w:val="231F20"/>
                <w:w w:val="115"/>
                <w:sz w:val="24"/>
                <w:szCs w:val="24"/>
              </w:rPr>
              <w:t>номической необходимости специ</w:t>
            </w:r>
            <w:r w:rsidRPr="00F6051B">
              <w:rPr>
                <w:color w:val="231F20"/>
                <w:w w:val="115"/>
                <w:sz w:val="24"/>
                <w:szCs w:val="24"/>
              </w:rPr>
              <w:t>альной адаптивной и психофизической подготовки к труду.</w:t>
            </w:r>
          </w:p>
          <w:p w:rsidR="006C3628" w:rsidRPr="00F6051B" w:rsidRDefault="006C3628" w:rsidP="00F6051B">
            <w:pPr>
              <w:pStyle w:val="TableParagraph"/>
              <w:spacing w:before="4"/>
              <w:ind w:right="214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использовать оздоро</w:t>
            </w:r>
            <w:r>
              <w:rPr>
                <w:color w:val="231F20"/>
                <w:w w:val="115"/>
                <w:sz w:val="24"/>
                <w:szCs w:val="24"/>
              </w:rPr>
              <w:t>вительные и профилированные ме</w:t>
            </w:r>
            <w:r w:rsidRPr="00F6051B">
              <w:rPr>
                <w:color w:val="231F20"/>
                <w:w w:val="115"/>
                <w:sz w:val="24"/>
                <w:szCs w:val="24"/>
              </w:rPr>
              <w:t>тоды физического воспитания при занятиях различными вида- ми двигательной активности.</w:t>
            </w:r>
          </w:p>
          <w:p w:rsidR="006C3628" w:rsidRPr="00F6051B" w:rsidRDefault="006C3628" w:rsidP="00F6051B">
            <w:pPr>
              <w:pStyle w:val="TableParagraph"/>
              <w:spacing w:before="4"/>
              <w:ind w:right="543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Применение средств и методов физического воспитания для профилактики профессиональных заболеваний.</w:t>
            </w:r>
          </w:p>
          <w:p w:rsidR="006C3628" w:rsidRPr="00F6051B" w:rsidRDefault="006C3628" w:rsidP="00F6051B">
            <w:pPr>
              <w:pStyle w:val="TableParagraph"/>
              <w:spacing w:line="213" w:lineRule="exact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Умение</w:t>
            </w:r>
            <w:r w:rsidRPr="00F6051B">
              <w:rPr>
                <w:color w:val="231F20"/>
                <w:spacing w:val="-2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использовать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на</w:t>
            </w:r>
            <w:r w:rsidRPr="00F6051B">
              <w:rPr>
                <w:color w:val="231F20"/>
                <w:spacing w:val="-2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практике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результаты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компьютерного тестирования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состояния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здоровья,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двигательных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качеств,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пси</w:t>
            </w:r>
            <w:r w:rsidRPr="00F6051B">
              <w:rPr>
                <w:color w:val="231F20"/>
                <w:w w:val="120"/>
                <w:sz w:val="24"/>
                <w:szCs w:val="24"/>
              </w:rPr>
              <w:t>хофизиологических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функций,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которым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профессия</w:t>
            </w:r>
            <w:r w:rsidRPr="00F6051B">
              <w:rPr>
                <w:color w:val="231F20"/>
                <w:spacing w:val="-30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(специаль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ность) предъявляет повышенные</w:t>
            </w:r>
            <w:r w:rsidRPr="00F6051B">
              <w:rPr>
                <w:color w:val="231F20"/>
                <w:spacing w:val="-4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требования</w:t>
            </w:r>
          </w:p>
        </w:tc>
      </w:tr>
      <w:tr w:rsidR="006C3628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6C3628" w:rsidRPr="00F6051B" w:rsidRDefault="006C3628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i/>
                <w:color w:val="231F20"/>
                <w:w w:val="115"/>
                <w:sz w:val="24"/>
                <w:szCs w:val="24"/>
              </w:rPr>
              <w:t>Учебно</w:t>
            </w:r>
            <w:r w:rsidRPr="00F6051B">
              <w:rPr>
                <w:color w:val="231F20"/>
                <w:w w:val="115"/>
                <w:sz w:val="24"/>
                <w:szCs w:val="24"/>
              </w:rPr>
              <w:t>-</w:t>
            </w:r>
            <w:r w:rsidRPr="00F6051B">
              <w:rPr>
                <w:i/>
                <w:color w:val="231F20"/>
                <w:w w:val="115"/>
                <w:sz w:val="24"/>
                <w:szCs w:val="24"/>
              </w:rPr>
              <w:t xml:space="preserve">методические </w:t>
            </w:r>
            <w:r w:rsidRPr="00F6051B">
              <w:rPr>
                <w:i/>
                <w:color w:val="231F20"/>
                <w:w w:val="120"/>
                <w:sz w:val="24"/>
                <w:szCs w:val="24"/>
              </w:rPr>
              <w:t>занятия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6C3628" w:rsidRPr="00F6051B" w:rsidRDefault="006C3628" w:rsidP="00F6051B">
            <w:pPr>
              <w:pStyle w:val="TableParagraph"/>
              <w:spacing w:before="90"/>
              <w:ind w:right="989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Демонстрация</w:t>
            </w:r>
            <w:r w:rsidRPr="00F6051B">
              <w:rPr>
                <w:color w:val="231F20"/>
                <w:spacing w:val="-3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установки</w:t>
            </w:r>
            <w:r w:rsidRPr="00F6051B">
              <w:rPr>
                <w:color w:val="231F20"/>
                <w:spacing w:val="-3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на</w:t>
            </w:r>
            <w:r w:rsidRPr="00F6051B">
              <w:rPr>
                <w:color w:val="231F20"/>
                <w:spacing w:val="-3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психическое</w:t>
            </w:r>
            <w:r w:rsidRPr="00F6051B">
              <w:rPr>
                <w:color w:val="231F20"/>
                <w:spacing w:val="-3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3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физическое</w:t>
            </w:r>
            <w:r w:rsidRPr="00F6051B">
              <w:rPr>
                <w:color w:val="231F20"/>
                <w:w w:val="116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здоровье.</w:t>
            </w:r>
          </w:p>
          <w:p w:rsidR="006C3628" w:rsidRPr="00F6051B" w:rsidRDefault="006C3628" w:rsidP="00F6051B">
            <w:pPr>
              <w:pStyle w:val="TableParagraph"/>
              <w:spacing w:before="3"/>
              <w:ind w:right="304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 xml:space="preserve">Освоение методов профилактики профессиональных </w:t>
            </w:r>
            <w:r>
              <w:rPr>
                <w:color w:val="231F20"/>
                <w:w w:val="115"/>
                <w:sz w:val="24"/>
                <w:szCs w:val="24"/>
              </w:rPr>
              <w:t>заболева</w:t>
            </w:r>
            <w:r w:rsidRPr="00F6051B">
              <w:rPr>
                <w:color w:val="231F20"/>
                <w:w w:val="115"/>
                <w:sz w:val="24"/>
                <w:szCs w:val="24"/>
              </w:rPr>
              <w:t>ний.</w:t>
            </w:r>
          </w:p>
          <w:p w:rsidR="006C3628" w:rsidRPr="00F6051B" w:rsidRDefault="006C3628" w:rsidP="00F6051B">
            <w:pPr>
              <w:pStyle w:val="TableParagraph"/>
              <w:spacing w:before="3"/>
              <w:ind w:right="136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Овладение</w:t>
            </w:r>
            <w:r w:rsidRPr="00F6051B">
              <w:rPr>
                <w:color w:val="231F20"/>
                <w:spacing w:val="-4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приемами</w:t>
            </w:r>
            <w:r w:rsidRPr="00F6051B">
              <w:rPr>
                <w:color w:val="231F20"/>
                <w:spacing w:val="-4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массажа</w:t>
            </w:r>
            <w:r w:rsidRPr="00F6051B">
              <w:rPr>
                <w:color w:val="231F20"/>
                <w:spacing w:val="-4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4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самомассажа,</w:t>
            </w:r>
            <w:r w:rsidRPr="00F6051B">
              <w:rPr>
                <w:color w:val="231F20"/>
                <w:spacing w:val="-42"/>
                <w:w w:val="120"/>
                <w:sz w:val="24"/>
                <w:szCs w:val="24"/>
              </w:rPr>
              <w:t xml:space="preserve"> 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психорегулирующими</w:t>
            </w:r>
            <w:r w:rsidRPr="00F6051B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упражнениями.</w:t>
            </w:r>
          </w:p>
          <w:p w:rsidR="006C3628" w:rsidRPr="00F6051B" w:rsidRDefault="006C3628" w:rsidP="00F6051B">
            <w:pPr>
              <w:pStyle w:val="TableParagraph"/>
              <w:spacing w:before="3"/>
              <w:ind w:right="129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Использование тестов, поз</w:t>
            </w:r>
            <w:r>
              <w:rPr>
                <w:color w:val="231F20"/>
                <w:w w:val="115"/>
                <w:sz w:val="24"/>
                <w:szCs w:val="24"/>
              </w:rPr>
              <w:t>воляющих самостоятельно опреде</w:t>
            </w:r>
            <w:r w:rsidRPr="00F6051B">
              <w:rPr>
                <w:color w:val="231F20"/>
                <w:w w:val="115"/>
                <w:sz w:val="24"/>
                <w:szCs w:val="24"/>
              </w:rPr>
              <w:t>лять и анализировать состояние здоровья; овладение основными приемами неотложной доврачебной помощи.</w:t>
            </w:r>
          </w:p>
          <w:p w:rsidR="006C3628" w:rsidRPr="00F6051B" w:rsidRDefault="006C3628" w:rsidP="00F6051B">
            <w:pPr>
              <w:pStyle w:val="TableParagraph"/>
              <w:spacing w:before="5"/>
              <w:ind w:right="329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и применение  методики  активного  отдыха,  массажа и самомассажа при физическом и умственном утомлении. Освоение методики занятий физическими упражнениями для профилактики и коррекции нарушения опорно-двигательного аппарата, зрения и основных функциональных</w:t>
            </w:r>
            <w:r w:rsidRPr="00F6051B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систем.</w:t>
            </w:r>
          </w:p>
          <w:p w:rsidR="006C3628" w:rsidRPr="00F6051B" w:rsidRDefault="006C3628" w:rsidP="00F6051B">
            <w:pPr>
              <w:pStyle w:val="TableParagraph"/>
              <w:spacing w:before="7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методов здоровьесберегающих технологий при работе за компьютером.</w:t>
            </w:r>
          </w:p>
          <w:p w:rsidR="006C3628" w:rsidRPr="00F6051B" w:rsidRDefault="006C3628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составлять и проводить комплексы утренней, вводной  и производственной гимнастики с учетом направления будущей профессиональной</w:t>
            </w:r>
            <w:r w:rsidRPr="00F6051B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деятельности</w:t>
            </w:r>
          </w:p>
        </w:tc>
      </w:tr>
      <w:tr w:rsidR="006C3628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6C3628" w:rsidRPr="00F6051B" w:rsidRDefault="006C3628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 xml:space="preserve">1. Легкая атлетика. </w:t>
            </w:r>
            <w:r w:rsidRPr="00F6051B">
              <w:rPr>
                <w:color w:val="231F20"/>
                <w:w w:val="115"/>
                <w:sz w:val="24"/>
                <w:szCs w:val="24"/>
              </w:rPr>
              <w:t>Кроссовая подготовка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6C3628" w:rsidRPr="00F6051B" w:rsidRDefault="006C3628" w:rsidP="00F6051B">
            <w:pPr>
              <w:pStyle w:val="TableParagraph"/>
              <w:spacing w:before="90"/>
              <w:ind w:right="267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Освоение</w:t>
            </w:r>
            <w:r w:rsidRPr="00F6051B">
              <w:rPr>
                <w:color w:val="231F20"/>
                <w:spacing w:val="-3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техники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беговых</w:t>
            </w:r>
            <w:r w:rsidRPr="00F6051B">
              <w:rPr>
                <w:color w:val="231F20"/>
                <w:spacing w:val="-3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упражнений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(кроссового</w:t>
            </w:r>
            <w:r w:rsidRPr="00F6051B">
              <w:rPr>
                <w:color w:val="231F20"/>
                <w:spacing w:val="-3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бега,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бега на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короткие,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средние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длинные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дистанции),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высокого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низ- кого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старта,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стартового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разгона,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финиширования;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бега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100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м, эстафетный</w:t>
            </w:r>
            <w:r w:rsidRPr="00F6051B">
              <w:rPr>
                <w:color w:val="231F20"/>
                <w:spacing w:val="-1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4</w:t>
            </w:r>
            <w:r w:rsidRPr="00F6051B">
              <w:rPr>
                <w:color w:val="231F20"/>
                <w:spacing w:val="-3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100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м,</w:t>
            </w:r>
            <w:r w:rsidRPr="00F6051B">
              <w:rPr>
                <w:color w:val="231F20"/>
                <w:spacing w:val="-1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4</w:t>
            </w:r>
            <w:r w:rsidRPr="00F6051B">
              <w:rPr>
                <w:color w:val="231F20"/>
                <w:spacing w:val="-3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400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м;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бега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по</w:t>
            </w:r>
            <w:r w:rsidRPr="00F6051B">
              <w:rPr>
                <w:color w:val="231F20"/>
                <w:spacing w:val="-1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прямой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различной скоростью,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равномерного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бега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на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дистанцию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2</w:t>
            </w:r>
            <w:r w:rsidRPr="00F6051B">
              <w:rPr>
                <w:color w:val="231F20"/>
                <w:spacing w:val="-4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000</w:t>
            </w:r>
            <w:r w:rsidRPr="00F6051B">
              <w:rPr>
                <w:color w:val="231F20"/>
                <w:spacing w:val="-3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(девушки)</w:t>
            </w:r>
            <w:r w:rsidRPr="00F6051B">
              <w:rPr>
                <w:color w:val="231F20"/>
                <w:w w:val="116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3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000</w:t>
            </w:r>
            <w:r w:rsidRPr="00F6051B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</w:t>
            </w:r>
            <w:r w:rsidRPr="00F6051B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(юноши).</w:t>
            </w:r>
          </w:p>
          <w:p w:rsidR="006C3628" w:rsidRPr="00F6051B" w:rsidRDefault="006C3628" w:rsidP="00F6051B">
            <w:pPr>
              <w:pStyle w:val="TableParagraph"/>
              <w:spacing w:before="9"/>
              <w:ind w:right="179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Умение технически грамотн</w:t>
            </w:r>
            <w:r>
              <w:rPr>
                <w:color w:val="231F20"/>
                <w:w w:val="120"/>
                <w:sz w:val="24"/>
                <w:szCs w:val="24"/>
              </w:rPr>
              <w:t>о выполнять (на технику): прыж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ки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длину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разбега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способом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«согнув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ноги»;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прыжки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высоту способами: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«прогнувшись»,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перешагивания,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«ножницы»,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перекидной.</w:t>
            </w:r>
          </w:p>
          <w:p w:rsidR="006C3628" w:rsidRPr="00F6051B" w:rsidRDefault="006C3628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Метание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гранаты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весом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500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(девушки)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700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(юноши);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толка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ние</w:t>
            </w:r>
            <w:r w:rsidRPr="00F6051B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ядра;</w:t>
            </w:r>
            <w:r w:rsidRPr="00F6051B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сдача</w:t>
            </w:r>
            <w:r w:rsidRPr="00F6051B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контрольных</w:t>
            </w:r>
            <w:r w:rsidRPr="00F6051B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нормативов</w:t>
            </w:r>
          </w:p>
        </w:tc>
      </w:tr>
      <w:tr w:rsidR="006C3628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6C3628" w:rsidRPr="00F6051B" w:rsidRDefault="006C3628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2. Лыжная подготовка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6C3628" w:rsidRPr="00F6051B" w:rsidRDefault="006C3628" w:rsidP="00F6051B">
            <w:pPr>
              <w:pStyle w:val="TableParagraph"/>
              <w:spacing w:before="90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Овладение техникой лыжных ходов, перехода с одновременных лыжных ходов на попеременные.</w:t>
            </w:r>
          </w:p>
          <w:p w:rsidR="006C3628" w:rsidRPr="00F6051B" w:rsidRDefault="006C3628" w:rsidP="00F6051B">
            <w:pPr>
              <w:pStyle w:val="TableParagraph"/>
              <w:spacing w:before="3"/>
              <w:ind w:right="31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Преодоление подъемов и препятствий; выполнение перехода  с хода на ход в зависимости от условий дистанции и</w:t>
            </w:r>
            <w:r w:rsidRPr="00F6051B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состояния лыжни.</w:t>
            </w:r>
          </w:p>
          <w:p w:rsidR="006C3628" w:rsidRPr="00F6051B" w:rsidRDefault="006C3628" w:rsidP="00F6051B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Сдача на оценку техники лыжных ходов.</w:t>
            </w:r>
          </w:p>
          <w:p w:rsidR="006C3628" w:rsidRPr="00F6051B" w:rsidRDefault="006C3628" w:rsidP="00F6051B">
            <w:pPr>
              <w:pStyle w:val="TableParagraph"/>
              <w:spacing w:before="2"/>
              <w:ind w:right="329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Умение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разбираться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элементах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тактики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лыжных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гонок: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рас- пределении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сил,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лидировании,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обгоне,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финишировании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др. Прохождение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дистанции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до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3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км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(девушки)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5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км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(юноши).</w:t>
            </w:r>
          </w:p>
          <w:p w:rsidR="006C3628" w:rsidRPr="00F6051B" w:rsidRDefault="006C3628" w:rsidP="00F6051B">
            <w:pPr>
              <w:pStyle w:val="TableParagraph"/>
              <w:spacing w:before="4"/>
              <w:ind w:right="136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правил соревнований, т</w:t>
            </w:r>
            <w:r>
              <w:rPr>
                <w:color w:val="231F20"/>
                <w:w w:val="115"/>
                <w:sz w:val="24"/>
                <w:szCs w:val="24"/>
              </w:rPr>
              <w:t>ехники безопасности при заняти</w:t>
            </w:r>
            <w:r w:rsidRPr="00F6051B">
              <w:rPr>
                <w:color w:val="231F20"/>
                <w:w w:val="115"/>
                <w:sz w:val="24"/>
                <w:szCs w:val="24"/>
              </w:rPr>
              <w:t>ях лыжным спортом.</w:t>
            </w:r>
          </w:p>
          <w:p w:rsidR="006C3628" w:rsidRPr="00F6051B" w:rsidRDefault="006C3628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оказывать первую помощь при травмах и обморожениях</w:t>
            </w:r>
          </w:p>
        </w:tc>
      </w:tr>
      <w:tr w:rsidR="006C3628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6C3628" w:rsidRPr="00F6051B" w:rsidRDefault="006C3628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3. Гимнастика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6C3628" w:rsidRPr="00F6051B" w:rsidRDefault="006C3628" w:rsidP="00F6051B">
            <w:pPr>
              <w:pStyle w:val="TableParagraph"/>
              <w:spacing w:before="89"/>
              <w:ind w:right="188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Освоение техники общер</w:t>
            </w:r>
            <w:r>
              <w:rPr>
                <w:color w:val="231F20"/>
                <w:w w:val="115"/>
                <w:sz w:val="24"/>
                <w:szCs w:val="24"/>
              </w:rPr>
              <w:t>азвивающих упражнений, упражне</w:t>
            </w:r>
            <w:r w:rsidRPr="00F6051B">
              <w:rPr>
                <w:color w:val="231F20"/>
                <w:w w:val="115"/>
                <w:sz w:val="24"/>
                <w:szCs w:val="24"/>
              </w:rPr>
              <w:t>ний в паре с партнером, упражнений с гантелями, набивными мячами, упражнений с мячом, обручем (девушки); выполнение упражнений для профилак</w:t>
            </w:r>
            <w:r>
              <w:rPr>
                <w:color w:val="231F20"/>
                <w:w w:val="115"/>
                <w:sz w:val="24"/>
                <w:szCs w:val="24"/>
              </w:rPr>
              <w:t>тики профессиональных заболева</w:t>
            </w:r>
            <w:r w:rsidRPr="00F6051B">
              <w:rPr>
                <w:color w:val="231F20"/>
                <w:w w:val="115"/>
                <w:sz w:val="24"/>
                <w:szCs w:val="24"/>
              </w:rPr>
              <w:t>ний (упражнений в чередовании напряжения с расслаблением, упражнений для коррекции нарушений осанки, упражнений на внимание, висов и упоров, уп</w:t>
            </w:r>
            <w:r>
              <w:rPr>
                <w:color w:val="231F20"/>
                <w:w w:val="115"/>
                <w:sz w:val="24"/>
                <w:szCs w:val="24"/>
              </w:rPr>
              <w:t>ражнений у гимнастической стен</w:t>
            </w:r>
            <w:r w:rsidRPr="00F6051B">
              <w:rPr>
                <w:color w:val="231F20"/>
                <w:w w:val="115"/>
                <w:sz w:val="24"/>
                <w:szCs w:val="24"/>
              </w:rPr>
              <w:t>ки), упражнений для коррекции</w:t>
            </w:r>
            <w:r w:rsidRPr="00F6051B">
              <w:rPr>
                <w:color w:val="231F20"/>
                <w:spacing w:val="-23"/>
                <w:w w:val="115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зрения.</w:t>
            </w:r>
          </w:p>
          <w:p w:rsidR="006C3628" w:rsidRPr="00F6051B" w:rsidRDefault="006C3628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Выполнение комплексов упражнений вводной и производствен- ной гимнастики</w:t>
            </w:r>
          </w:p>
        </w:tc>
      </w:tr>
      <w:tr w:rsidR="006C3628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6C3628" w:rsidRPr="00F6051B" w:rsidRDefault="006C3628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4. Спортивные игры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6C3628" w:rsidRPr="00F6051B" w:rsidRDefault="006C3628" w:rsidP="00F6051B">
            <w:pPr>
              <w:pStyle w:val="TableParagraph"/>
              <w:spacing w:before="90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Освоение основных игровых элементов.</w:t>
            </w:r>
          </w:p>
          <w:p w:rsidR="006C3628" w:rsidRPr="00F6051B" w:rsidRDefault="006C3628" w:rsidP="00F6051B">
            <w:pPr>
              <w:pStyle w:val="TableParagraph"/>
              <w:spacing w:before="1"/>
              <w:ind w:right="606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правил соревнований по избранному игровому виду спорта.</w:t>
            </w:r>
          </w:p>
          <w:p w:rsidR="006C3628" w:rsidRPr="00F6051B" w:rsidRDefault="006C3628" w:rsidP="00F6051B">
            <w:pPr>
              <w:pStyle w:val="TableParagraph"/>
              <w:spacing w:before="3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Развитие координационных способностей, совершенствование ориентации в пространстве, скорости реакции, дифференци</w:t>
            </w:r>
            <w:r w:rsidRPr="00F6051B">
              <w:rPr>
                <w:color w:val="231F20"/>
                <w:w w:val="117"/>
                <w:sz w:val="24"/>
                <w:szCs w:val="24"/>
              </w:rPr>
              <w:t>ровке</w:t>
            </w:r>
            <w:r w:rsidRPr="00F6051B">
              <w:rPr>
                <w:color w:val="231F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7"/>
                <w:sz w:val="24"/>
                <w:szCs w:val="24"/>
              </w:rPr>
              <w:t>пространственных,</w:t>
            </w:r>
            <w:r w:rsidRPr="00F6051B">
              <w:rPr>
                <w:color w:val="231F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6"/>
                <w:sz w:val="24"/>
                <w:szCs w:val="24"/>
              </w:rPr>
              <w:t>временны</w:t>
            </w:r>
            <w:r w:rsidRPr="00F6051B">
              <w:rPr>
                <w:color w:val="231F20"/>
                <w:w w:val="1"/>
                <w:sz w:val="24"/>
                <w:szCs w:val="24"/>
              </w:rPr>
              <w:t>'</w:t>
            </w:r>
            <w:r w:rsidRPr="00F6051B">
              <w:rPr>
                <w:color w:val="231F20"/>
                <w:w w:val="123"/>
                <w:sz w:val="24"/>
                <w:szCs w:val="24"/>
              </w:rPr>
              <w:t>х</w:t>
            </w:r>
            <w:r w:rsidRPr="00F6051B">
              <w:rPr>
                <w:color w:val="231F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09"/>
                <w:sz w:val="24"/>
                <w:szCs w:val="24"/>
              </w:rPr>
              <w:t>с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w w:val="122"/>
                <w:sz w:val="24"/>
                <w:szCs w:val="24"/>
              </w:rPr>
              <w:t>л</w:t>
            </w:r>
            <w:r w:rsidRPr="00F6051B">
              <w:rPr>
                <w:color w:val="231F20"/>
                <w:w w:val="108"/>
                <w:sz w:val="24"/>
                <w:szCs w:val="24"/>
              </w:rPr>
              <w:t>о</w:t>
            </w:r>
            <w:r w:rsidRPr="00F6051B">
              <w:rPr>
                <w:color w:val="231F20"/>
                <w:w w:val="115"/>
                <w:sz w:val="24"/>
                <w:szCs w:val="24"/>
              </w:rPr>
              <w:t>в</w:t>
            </w:r>
            <w:r w:rsidRPr="00F6051B">
              <w:rPr>
                <w:color w:val="231F20"/>
                <w:w w:val="119"/>
                <w:sz w:val="24"/>
                <w:szCs w:val="24"/>
              </w:rPr>
              <w:t>ы</w:t>
            </w:r>
            <w:r w:rsidRPr="00F6051B">
              <w:rPr>
                <w:color w:val="231F20"/>
                <w:w w:val="123"/>
                <w:sz w:val="24"/>
                <w:szCs w:val="24"/>
              </w:rPr>
              <w:t>х</w:t>
            </w:r>
            <w:r w:rsidRPr="00F6051B">
              <w:rPr>
                <w:color w:val="231F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7"/>
                <w:sz w:val="24"/>
                <w:szCs w:val="24"/>
              </w:rPr>
              <w:t>п</w:t>
            </w:r>
            <w:r w:rsidRPr="00F6051B">
              <w:rPr>
                <w:color w:val="231F20"/>
                <w:w w:val="121"/>
                <w:sz w:val="24"/>
                <w:szCs w:val="24"/>
              </w:rPr>
              <w:t>а</w:t>
            </w:r>
            <w:r w:rsidRPr="00F6051B">
              <w:rPr>
                <w:color w:val="231F20"/>
                <w:w w:val="117"/>
                <w:sz w:val="24"/>
                <w:szCs w:val="24"/>
              </w:rPr>
              <w:t>р</w:t>
            </w:r>
            <w:r w:rsidRPr="00F6051B">
              <w:rPr>
                <w:color w:val="231F20"/>
                <w:w w:val="121"/>
                <w:sz w:val="24"/>
                <w:szCs w:val="24"/>
              </w:rPr>
              <w:t>а</w:t>
            </w:r>
            <w:r w:rsidRPr="00F6051B">
              <w:rPr>
                <w:color w:val="231F20"/>
                <w:w w:val="116"/>
                <w:sz w:val="24"/>
                <w:szCs w:val="24"/>
              </w:rPr>
              <w:t>м</w:t>
            </w:r>
            <w:r w:rsidRPr="00F6051B">
              <w:rPr>
                <w:color w:val="231F20"/>
                <w:w w:val="111"/>
                <w:sz w:val="24"/>
                <w:szCs w:val="24"/>
              </w:rPr>
              <w:t>е</w:t>
            </w:r>
            <w:r w:rsidRPr="00F6051B">
              <w:rPr>
                <w:color w:val="231F20"/>
                <w:w w:val="118"/>
                <w:sz w:val="24"/>
                <w:szCs w:val="24"/>
              </w:rPr>
              <w:t>т</w:t>
            </w:r>
            <w:r w:rsidRPr="00F6051B">
              <w:rPr>
                <w:color w:val="231F20"/>
                <w:w w:val="117"/>
                <w:sz w:val="24"/>
                <w:szCs w:val="24"/>
              </w:rPr>
              <w:t>р</w:t>
            </w:r>
            <w:r w:rsidRPr="00F6051B">
              <w:rPr>
                <w:color w:val="231F20"/>
                <w:w w:val="108"/>
                <w:sz w:val="24"/>
                <w:szCs w:val="24"/>
              </w:rPr>
              <w:t>о</w:t>
            </w:r>
            <w:r w:rsidRPr="00F6051B">
              <w:rPr>
                <w:color w:val="231F20"/>
                <w:w w:val="115"/>
                <w:sz w:val="24"/>
                <w:szCs w:val="24"/>
              </w:rPr>
              <w:t>в движения.</w:t>
            </w:r>
          </w:p>
          <w:p w:rsidR="006C3628" w:rsidRPr="00F6051B" w:rsidRDefault="006C3628" w:rsidP="00F6051B">
            <w:pPr>
              <w:pStyle w:val="TableParagraph"/>
              <w:spacing w:before="6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Развитие личностно-коммуникативных качеств. Совершенствование восприятия, внимания, памяти, вообра</w:t>
            </w:r>
            <w:r w:rsidRPr="00F6051B">
              <w:rPr>
                <w:color w:val="231F20"/>
                <w:w w:val="115"/>
                <w:sz w:val="24"/>
                <w:szCs w:val="24"/>
              </w:rPr>
              <w:t xml:space="preserve">жения, согласованности групповых взаимодействий, быстрого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принятия решений.</w:t>
            </w:r>
          </w:p>
          <w:p w:rsidR="006C3628" w:rsidRPr="00F6051B" w:rsidRDefault="006C3628" w:rsidP="00F6051B">
            <w:pPr>
              <w:pStyle w:val="TableParagraph"/>
              <w:spacing w:before="7"/>
              <w:ind w:right="364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Развитие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волевых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качеств,</w:t>
            </w:r>
            <w:r w:rsidRPr="00F6051B">
              <w:rPr>
                <w:color w:val="231F20"/>
                <w:spacing w:val="-3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инициативности,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самостоятельности.</w:t>
            </w:r>
          </w:p>
          <w:p w:rsidR="006C3628" w:rsidRPr="00F6051B" w:rsidRDefault="006C3628" w:rsidP="00F6051B">
            <w:pPr>
              <w:pStyle w:val="TableParagraph"/>
              <w:spacing w:before="3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выполнять технику игровых элементов на оценку. Участие в соревнованиях по избранному виду</w:t>
            </w:r>
            <w:r w:rsidRPr="00F6051B">
              <w:rPr>
                <w:color w:val="231F20"/>
                <w:spacing w:val="-36"/>
                <w:w w:val="115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спорта.</w:t>
            </w:r>
          </w:p>
          <w:p w:rsidR="006C3628" w:rsidRPr="00F6051B" w:rsidRDefault="006C3628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Освоение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техники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самоконтроля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при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занятиях;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умение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оказы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вать</w:t>
            </w:r>
            <w:r w:rsidRPr="00F6051B">
              <w:rPr>
                <w:color w:val="231F20"/>
                <w:spacing w:val="-1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первую</w:t>
            </w:r>
            <w:r w:rsidRPr="00F6051B">
              <w:rPr>
                <w:color w:val="231F20"/>
                <w:spacing w:val="-1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помощь</w:t>
            </w:r>
            <w:r w:rsidRPr="00F6051B">
              <w:rPr>
                <w:color w:val="231F20"/>
                <w:spacing w:val="-1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при</w:t>
            </w:r>
            <w:r w:rsidRPr="00F6051B">
              <w:rPr>
                <w:color w:val="231F20"/>
                <w:spacing w:val="-1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травмах</w:t>
            </w:r>
            <w:r w:rsidRPr="00F6051B">
              <w:rPr>
                <w:color w:val="231F20"/>
                <w:spacing w:val="-1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</w:t>
            </w:r>
            <w:r w:rsidRPr="00F6051B">
              <w:rPr>
                <w:color w:val="231F20"/>
                <w:spacing w:val="-1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игровой</w:t>
            </w:r>
            <w:r w:rsidRPr="00F6051B">
              <w:rPr>
                <w:color w:val="231F20"/>
                <w:spacing w:val="-1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ситуации</w:t>
            </w:r>
          </w:p>
        </w:tc>
      </w:tr>
      <w:tr w:rsidR="006C3628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6C3628" w:rsidRPr="00F6051B" w:rsidRDefault="006C3628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Виды спорта по выбору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6C3628" w:rsidRPr="00F6051B" w:rsidRDefault="006C3628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составлять и выполнять индивидуально подобранные композиции из упражнений</w:t>
            </w:r>
            <w:r>
              <w:rPr>
                <w:color w:val="231F20"/>
                <w:w w:val="115"/>
                <w:sz w:val="24"/>
                <w:szCs w:val="24"/>
              </w:rPr>
              <w:t>, выполняемых с разной амплиту</w:t>
            </w:r>
            <w:r w:rsidRPr="00F6051B">
              <w:rPr>
                <w:color w:val="231F20"/>
                <w:w w:val="115"/>
                <w:sz w:val="24"/>
                <w:szCs w:val="24"/>
              </w:rPr>
              <w:t>дой, траекторией, ритмом, темпом, пространственной точностью. Составление, освоение и выпол</w:t>
            </w:r>
            <w:r>
              <w:rPr>
                <w:color w:val="231F20"/>
                <w:w w:val="115"/>
                <w:sz w:val="24"/>
                <w:szCs w:val="24"/>
              </w:rPr>
              <w:t>нение в группе комплекса упраж</w:t>
            </w:r>
            <w:r w:rsidRPr="00F6051B">
              <w:rPr>
                <w:color w:val="231F20"/>
                <w:w w:val="115"/>
                <w:sz w:val="24"/>
                <w:szCs w:val="24"/>
              </w:rPr>
              <w:t>нений из 26—30 движений</w:t>
            </w:r>
          </w:p>
        </w:tc>
      </w:tr>
      <w:tr w:rsidR="006C3628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6C3628" w:rsidRPr="00F6051B" w:rsidRDefault="006C3628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1. Ритмическая гимна- стика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6C3628" w:rsidRPr="00F6051B" w:rsidRDefault="006C3628" w:rsidP="00F6051B">
            <w:pPr>
              <w:pStyle w:val="TableParagraph"/>
              <w:spacing w:before="90"/>
              <w:ind w:right="181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Знание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средств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методов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тренировки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для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развития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силы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основ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ных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мышечных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групп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эспандерами,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амортизаторами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из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рези- ны, гантелями, гирей,</w:t>
            </w:r>
            <w:r w:rsidRPr="00F6051B">
              <w:rPr>
                <w:color w:val="231F20"/>
                <w:spacing w:val="-3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штангой.</w:t>
            </w:r>
          </w:p>
          <w:p w:rsidR="006C3628" w:rsidRPr="00F6051B" w:rsidRDefault="006C3628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осуществлять контроль за состоянием здоровья. Освоение техники безопасности занятий</w:t>
            </w:r>
          </w:p>
        </w:tc>
      </w:tr>
      <w:tr w:rsidR="006C3628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6C3628" w:rsidRPr="00F6051B" w:rsidRDefault="006C3628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>
              <w:rPr>
                <w:color w:val="231F20"/>
                <w:w w:val="120"/>
                <w:sz w:val="24"/>
                <w:szCs w:val="24"/>
              </w:rPr>
              <w:t>2. Атлетическая гимнастика, работа на трена</w:t>
            </w:r>
            <w:r w:rsidRPr="00F6051B">
              <w:rPr>
                <w:color w:val="231F20"/>
                <w:w w:val="120"/>
                <w:sz w:val="24"/>
                <w:szCs w:val="24"/>
              </w:rPr>
              <w:t>жерах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6C3628" w:rsidRPr="00F6051B" w:rsidRDefault="006C3628" w:rsidP="00F6051B">
            <w:pPr>
              <w:pStyle w:val="TableParagraph"/>
              <w:spacing w:before="90"/>
              <w:ind w:right="174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Знание</w:t>
            </w:r>
            <w:r w:rsidRPr="00F6051B">
              <w:rPr>
                <w:color w:val="231F20"/>
                <w:spacing w:val="-4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4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умение</w:t>
            </w:r>
            <w:r w:rsidRPr="00F6051B">
              <w:rPr>
                <w:color w:val="231F20"/>
                <w:spacing w:val="-3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грамотно</w:t>
            </w:r>
            <w:r w:rsidRPr="00F6051B">
              <w:rPr>
                <w:color w:val="231F20"/>
                <w:spacing w:val="-4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использовать</w:t>
            </w:r>
            <w:r w:rsidRPr="00F6051B">
              <w:rPr>
                <w:color w:val="231F20"/>
                <w:spacing w:val="-4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современные</w:t>
            </w:r>
            <w:r w:rsidRPr="00F6051B">
              <w:rPr>
                <w:color w:val="231F20"/>
                <w:spacing w:val="-3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методики</w:t>
            </w:r>
            <w:r w:rsidRPr="00F6051B">
              <w:rPr>
                <w:color w:val="231F20"/>
                <w:w w:val="117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дыхательной</w:t>
            </w:r>
            <w:r w:rsidRPr="00F6051B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гимнастики.</w:t>
            </w:r>
          </w:p>
          <w:p w:rsidR="006C3628" w:rsidRPr="00F6051B" w:rsidRDefault="006C3628" w:rsidP="00F6051B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6051B">
              <w:rPr>
                <w:color w:val="231F20"/>
                <w:spacing w:val="-3"/>
                <w:w w:val="115"/>
                <w:sz w:val="24"/>
                <w:szCs w:val="24"/>
              </w:rPr>
              <w:t xml:space="preserve">Осуществление контроля </w:t>
            </w:r>
            <w:r w:rsidRPr="00F6051B">
              <w:rPr>
                <w:color w:val="231F20"/>
                <w:w w:val="115"/>
                <w:sz w:val="24"/>
                <w:szCs w:val="24"/>
              </w:rPr>
              <w:t xml:space="preserve">и </w:t>
            </w:r>
            <w:r w:rsidRPr="00F6051B">
              <w:rPr>
                <w:color w:val="231F20"/>
                <w:spacing w:val="-3"/>
                <w:w w:val="115"/>
                <w:sz w:val="24"/>
                <w:szCs w:val="24"/>
              </w:rPr>
              <w:t xml:space="preserve">самоконтроля </w:t>
            </w:r>
            <w:r w:rsidRPr="00F6051B">
              <w:rPr>
                <w:color w:val="231F20"/>
                <w:w w:val="115"/>
                <w:sz w:val="24"/>
                <w:szCs w:val="24"/>
              </w:rPr>
              <w:t xml:space="preserve">за </w:t>
            </w:r>
            <w:r w:rsidRPr="00F6051B">
              <w:rPr>
                <w:color w:val="231F20"/>
                <w:spacing w:val="-3"/>
                <w:w w:val="115"/>
                <w:sz w:val="24"/>
                <w:szCs w:val="24"/>
              </w:rPr>
              <w:t xml:space="preserve">состоянием здоровья. </w:t>
            </w:r>
            <w:r w:rsidRPr="00F6051B">
              <w:rPr>
                <w:color w:val="231F20"/>
                <w:w w:val="115"/>
                <w:sz w:val="24"/>
                <w:szCs w:val="24"/>
              </w:rPr>
              <w:t>Знание средств и методов при</w:t>
            </w:r>
            <w:r>
              <w:rPr>
                <w:color w:val="231F20"/>
                <w:w w:val="115"/>
                <w:sz w:val="24"/>
                <w:szCs w:val="24"/>
              </w:rPr>
              <w:t xml:space="preserve"> занятиях дыхательной гимнасти</w:t>
            </w:r>
            <w:r w:rsidRPr="00F6051B">
              <w:rPr>
                <w:color w:val="231F20"/>
                <w:w w:val="115"/>
                <w:sz w:val="24"/>
                <w:szCs w:val="24"/>
              </w:rPr>
              <w:t>кой.</w:t>
            </w:r>
          </w:p>
          <w:p w:rsidR="006C3628" w:rsidRPr="00F6051B" w:rsidRDefault="006C3628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Заполнение дневника самоконтроля</w:t>
            </w:r>
          </w:p>
        </w:tc>
      </w:tr>
      <w:tr w:rsidR="006C3628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6C3628" w:rsidRPr="00F6051B" w:rsidRDefault="006C3628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>
              <w:rPr>
                <w:color w:val="231F20"/>
                <w:w w:val="120"/>
                <w:sz w:val="24"/>
                <w:szCs w:val="24"/>
              </w:rPr>
              <w:t>3. Дыхательная гимна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стика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6C3628" w:rsidRPr="00F6051B" w:rsidRDefault="006C3628" w:rsidP="00F6051B">
            <w:pPr>
              <w:pStyle w:val="TableParagraph"/>
              <w:ind w:right="195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 xml:space="preserve">Умение составлять и выполнять с группой комбинации из спортивно-гимнастических и </w:t>
            </w:r>
            <w:r>
              <w:rPr>
                <w:color w:val="231F20"/>
                <w:w w:val="115"/>
                <w:sz w:val="24"/>
                <w:szCs w:val="24"/>
              </w:rPr>
              <w:t>акробатических элементов, вклю</w:t>
            </w:r>
            <w:r w:rsidRPr="00F6051B">
              <w:rPr>
                <w:color w:val="231F20"/>
                <w:w w:val="115"/>
                <w:sz w:val="24"/>
                <w:szCs w:val="24"/>
              </w:rPr>
              <w:t>чая дополнительные элементы.</w:t>
            </w:r>
          </w:p>
          <w:p w:rsidR="006C3628" w:rsidRPr="00F6051B" w:rsidRDefault="006C3628" w:rsidP="00F6051B">
            <w:pPr>
              <w:pStyle w:val="TableParagraph"/>
              <w:spacing w:before="5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техники безопасности</w:t>
            </w:r>
            <w:r>
              <w:rPr>
                <w:color w:val="231F20"/>
                <w:w w:val="115"/>
                <w:sz w:val="24"/>
                <w:szCs w:val="24"/>
              </w:rPr>
              <w:t xml:space="preserve"> при занятии спортивной аэроби</w:t>
            </w:r>
            <w:r w:rsidRPr="00F6051B">
              <w:rPr>
                <w:color w:val="231F20"/>
                <w:w w:val="115"/>
                <w:sz w:val="24"/>
                <w:szCs w:val="24"/>
              </w:rPr>
              <w:t>кой.</w:t>
            </w:r>
          </w:p>
          <w:p w:rsidR="006C3628" w:rsidRPr="00F6051B" w:rsidRDefault="006C3628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осуществлять самоконтроль. Участие в соревнованиях</w:t>
            </w:r>
          </w:p>
        </w:tc>
      </w:tr>
      <w:tr w:rsidR="006C3628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6C3628" w:rsidRPr="00F6051B" w:rsidRDefault="006C3628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4. Спортивная аэробика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6C3628" w:rsidRPr="00F6051B" w:rsidRDefault="006C3628" w:rsidP="00F6051B">
            <w:pPr>
              <w:pStyle w:val="TableParagraph"/>
              <w:ind w:right="267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Овладение спортивным мастерством в избранном виде спорта. Участие в соревнованиях.</w:t>
            </w:r>
          </w:p>
          <w:p w:rsidR="006C3628" w:rsidRPr="00F6051B" w:rsidRDefault="006C3628" w:rsidP="00F6051B">
            <w:pPr>
              <w:pStyle w:val="TableParagraph"/>
              <w:spacing w:before="3"/>
              <w:ind w:right="176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 xml:space="preserve">Умение осуществлять контроль </w:t>
            </w:r>
            <w:r>
              <w:rPr>
                <w:color w:val="231F20"/>
                <w:w w:val="115"/>
                <w:sz w:val="24"/>
                <w:szCs w:val="24"/>
              </w:rPr>
              <w:t>за состоянием здоровья (в дина</w:t>
            </w:r>
            <w:r w:rsidRPr="00F6051B">
              <w:rPr>
                <w:color w:val="231F20"/>
                <w:w w:val="115"/>
                <w:sz w:val="24"/>
                <w:szCs w:val="24"/>
              </w:rPr>
              <w:t>мике).</w:t>
            </w:r>
          </w:p>
          <w:p w:rsidR="006C3628" w:rsidRPr="00F6051B" w:rsidRDefault="006C3628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оказать первую медицинскую помощь при травмах. Соблюдение техники безопасности</w:t>
            </w:r>
          </w:p>
        </w:tc>
      </w:tr>
      <w:tr w:rsidR="006C3628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6C3628" w:rsidRPr="00F6051B" w:rsidRDefault="006C3628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>
              <w:rPr>
                <w:color w:val="231F20"/>
                <w:w w:val="115"/>
                <w:sz w:val="24"/>
                <w:szCs w:val="24"/>
              </w:rPr>
              <w:t>Внеаудиторная само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стоятельная работа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6C3628" w:rsidRPr="00F6051B" w:rsidRDefault="006C3628" w:rsidP="00F6051B">
            <w:pPr>
              <w:pStyle w:val="TableParagraph"/>
              <w:spacing w:before="79"/>
              <w:ind w:right="267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Овладение спортивным мастерством в избранном виде спорта. Участие в соревнованиях.</w:t>
            </w:r>
          </w:p>
          <w:p w:rsidR="006C3628" w:rsidRPr="00F6051B" w:rsidRDefault="006C3628" w:rsidP="00F6051B">
            <w:pPr>
              <w:pStyle w:val="TableParagraph"/>
              <w:spacing w:before="3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осуществлять контрол</w:t>
            </w:r>
            <w:r>
              <w:rPr>
                <w:color w:val="231F20"/>
                <w:w w:val="115"/>
                <w:sz w:val="24"/>
                <w:szCs w:val="24"/>
              </w:rPr>
              <w:t>ь за состоянием здоровья (в ди</w:t>
            </w:r>
            <w:r w:rsidRPr="00F6051B">
              <w:rPr>
                <w:color w:val="231F20"/>
                <w:w w:val="115"/>
                <w:sz w:val="24"/>
                <w:szCs w:val="24"/>
              </w:rPr>
              <w:t>намике); умение оказывать первую медицинскую помощь при травмах.</w:t>
            </w:r>
          </w:p>
          <w:p w:rsidR="006C3628" w:rsidRPr="00F6051B" w:rsidRDefault="006C3628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Соблюдение техники безопасности</w:t>
            </w:r>
          </w:p>
        </w:tc>
      </w:tr>
    </w:tbl>
    <w:p w:rsidR="006C3628" w:rsidRDefault="006C3628" w:rsidP="00C559F1">
      <w:pPr>
        <w:widowControl/>
        <w:autoSpaceDE/>
        <w:autoSpaceDN/>
        <w:rPr>
          <w:sz w:val="19"/>
        </w:rPr>
        <w:sectPr w:rsidR="006C3628">
          <w:pgSz w:w="11910" w:h="16840"/>
          <w:pgMar w:top="1000" w:right="1180" w:bottom="1140" w:left="1580" w:header="0" w:footer="958" w:gutter="0"/>
          <w:cols w:space="720"/>
        </w:sectPr>
      </w:pPr>
    </w:p>
    <w:p w:rsidR="006C3628" w:rsidRDefault="006C3628" w:rsidP="00C559F1">
      <w:pPr>
        <w:pStyle w:val="Heading1"/>
        <w:tabs>
          <w:tab w:val="left" w:pos="1146"/>
        </w:tabs>
        <w:ind w:left="865"/>
      </w:pPr>
    </w:p>
    <w:p w:rsidR="006C3628" w:rsidRDefault="006C3628">
      <w:pPr>
        <w:pStyle w:val="Heading1"/>
        <w:numPr>
          <w:ilvl w:val="1"/>
          <w:numId w:val="5"/>
        </w:numPr>
        <w:tabs>
          <w:tab w:val="left" w:pos="1146"/>
        </w:tabs>
        <w:ind w:hanging="280"/>
      </w:pPr>
      <w:r>
        <w:t>УСЛОВИЯ РЕАЛИЗАЦИИ ПРОГРАММЫ</w:t>
      </w:r>
      <w:r>
        <w:rPr>
          <w:spacing w:val="-5"/>
        </w:rPr>
        <w:t xml:space="preserve"> </w:t>
      </w:r>
      <w:r>
        <w:t>ДИСЦИПЛИНЫ</w:t>
      </w:r>
    </w:p>
    <w:p w:rsidR="006C3628" w:rsidRDefault="006C3628">
      <w:pPr>
        <w:pStyle w:val="BodyText"/>
        <w:spacing w:before="2"/>
        <w:rPr>
          <w:b/>
        </w:rPr>
      </w:pPr>
    </w:p>
    <w:p w:rsidR="006C3628" w:rsidRDefault="006C3628" w:rsidP="00C559F1">
      <w:pPr>
        <w:pStyle w:val="ListParagraph"/>
        <w:numPr>
          <w:ilvl w:val="1"/>
          <w:numId w:val="41"/>
        </w:numPr>
        <w:tabs>
          <w:tab w:val="left" w:pos="1476"/>
        </w:tabs>
        <w:spacing w:line="240" w:lineRule="auto"/>
        <w:ind w:right="890"/>
        <w:rPr>
          <w:b/>
          <w:sz w:val="28"/>
        </w:rPr>
      </w:pPr>
      <w:r>
        <w:rPr>
          <w:b/>
          <w:sz w:val="28"/>
        </w:rPr>
        <w:t>Требования к минимальному материально-техническому обеспечению</w:t>
      </w:r>
    </w:p>
    <w:p w:rsidR="006C3628" w:rsidRDefault="006C3628">
      <w:pPr>
        <w:pStyle w:val="BodyText"/>
        <w:spacing w:line="316" w:lineRule="exact"/>
        <w:ind w:left="222"/>
      </w:pPr>
      <w:r>
        <w:t>Реализация программы дисциплины требует наличие спортивного комплекса:</w:t>
      </w:r>
    </w:p>
    <w:p w:rsidR="006C3628" w:rsidRDefault="006C3628">
      <w:pPr>
        <w:pStyle w:val="ListParagraph"/>
        <w:numPr>
          <w:ilvl w:val="0"/>
          <w:numId w:val="4"/>
        </w:numPr>
        <w:tabs>
          <w:tab w:val="left" w:pos="930"/>
        </w:tabs>
        <w:rPr>
          <w:sz w:val="28"/>
        </w:rPr>
      </w:pPr>
      <w:r>
        <w:rPr>
          <w:sz w:val="28"/>
        </w:rPr>
        <w:t>спортивный</w:t>
      </w:r>
      <w:r>
        <w:rPr>
          <w:spacing w:val="-1"/>
          <w:sz w:val="28"/>
        </w:rPr>
        <w:t xml:space="preserve"> </w:t>
      </w:r>
      <w:r>
        <w:rPr>
          <w:sz w:val="28"/>
        </w:rPr>
        <w:t>зал;</w:t>
      </w:r>
    </w:p>
    <w:p w:rsidR="006C3628" w:rsidRDefault="006C3628">
      <w:pPr>
        <w:pStyle w:val="ListParagraph"/>
        <w:numPr>
          <w:ilvl w:val="0"/>
          <w:numId w:val="4"/>
        </w:numPr>
        <w:tabs>
          <w:tab w:val="left" w:pos="930"/>
          <w:tab w:val="left" w:pos="2430"/>
          <w:tab w:val="left" w:pos="3696"/>
          <w:tab w:val="left" w:pos="5188"/>
          <w:tab w:val="left" w:pos="6531"/>
          <w:tab w:val="left" w:pos="6970"/>
          <w:tab w:val="left" w:pos="8692"/>
        </w:tabs>
        <w:spacing w:line="240" w:lineRule="auto"/>
        <w:ind w:right="132"/>
        <w:rPr>
          <w:sz w:val="28"/>
        </w:rPr>
      </w:pPr>
      <w:r>
        <w:rPr>
          <w:sz w:val="28"/>
        </w:rPr>
        <w:t>открытый</w:t>
      </w:r>
      <w:r>
        <w:rPr>
          <w:sz w:val="28"/>
        </w:rPr>
        <w:tab/>
        <w:t>стадион</w:t>
      </w:r>
      <w:r>
        <w:rPr>
          <w:sz w:val="28"/>
        </w:rPr>
        <w:tab/>
        <w:t>широкого</w:t>
      </w:r>
      <w:r>
        <w:rPr>
          <w:sz w:val="28"/>
        </w:rPr>
        <w:tab/>
        <w:t>профиля</w:t>
      </w:r>
      <w:r>
        <w:rPr>
          <w:sz w:val="28"/>
        </w:rPr>
        <w:tab/>
        <w:t>с</w:t>
      </w:r>
      <w:r>
        <w:rPr>
          <w:sz w:val="28"/>
        </w:rPr>
        <w:tab/>
        <w:t>элементами</w:t>
      </w:r>
      <w:r>
        <w:rPr>
          <w:sz w:val="28"/>
        </w:rPr>
        <w:tab/>
      </w:r>
      <w:r>
        <w:rPr>
          <w:spacing w:val="-1"/>
          <w:sz w:val="28"/>
        </w:rPr>
        <w:t xml:space="preserve">полосы </w:t>
      </w:r>
      <w:r>
        <w:rPr>
          <w:sz w:val="28"/>
        </w:rPr>
        <w:t>препятствий;</w:t>
      </w:r>
    </w:p>
    <w:p w:rsidR="006C3628" w:rsidRDefault="006C3628">
      <w:pPr>
        <w:pStyle w:val="ListParagraph"/>
        <w:numPr>
          <w:ilvl w:val="0"/>
          <w:numId w:val="4"/>
        </w:numPr>
        <w:tabs>
          <w:tab w:val="left" w:pos="930"/>
        </w:tabs>
        <w:spacing w:line="340" w:lineRule="exact"/>
        <w:rPr>
          <w:sz w:val="28"/>
        </w:rPr>
      </w:pPr>
      <w:r>
        <w:rPr>
          <w:sz w:val="28"/>
        </w:rPr>
        <w:t>стрелковый</w:t>
      </w:r>
      <w:r>
        <w:rPr>
          <w:spacing w:val="-1"/>
          <w:sz w:val="28"/>
        </w:rPr>
        <w:t xml:space="preserve"> </w:t>
      </w:r>
      <w:r>
        <w:rPr>
          <w:sz w:val="28"/>
        </w:rPr>
        <w:t>тир.</w:t>
      </w:r>
    </w:p>
    <w:p w:rsidR="006C3628" w:rsidRDefault="006C3628">
      <w:pPr>
        <w:pStyle w:val="BodyText"/>
        <w:spacing w:before="1"/>
      </w:pPr>
    </w:p>
    <w:p w:rsidR="006C3628" w:rsidRDefault="006C3628">
      <w:pPr>
        <w:pStyle w:val="BodyText"/>
        <w:spacing w:line="322" w:lineRule="exact"/>
        <w:ind w:left="222"/>
      </w:pPr>
      <w:r>
        <w:t>Оборудование спортивного зала:</w:t>
      </w:r>
    </w:p>
    <w:p w:rsidR="006C3628" w:rsidRDefault="006C3628">
      <w:pPr>
        <w:pStyle w:val="ListParagraph"/>
        <w:numPr>
          <w:ilvl w:val="0"/>
          <w:numId w:val="3"/>
        </w:numPr>
        <w:tabs>
          <w:tab w:val="left" w:pos="1139"/>
        </w:tabs>
        <w:spacing w:line="343" w:lineRule="exact"/>
        <w:ind w:hanging="556"/>
        <w:rPr>
          <w:sz w:val="28"/>
        </w:rPr>
      </w:pPr>
      <w:r>
        <w:rPr>
          <w:sz w:val="28"/>
        </w:rPr>
        <w:t>спортивный зал</w:t>
      </w:r>
      <w:r>
        <w:rPr>
          <w:spacing w:val="-3"/>
          <w:sz w:val="28"/>
        </w:rPr>
        <w:t xml:space="preserve"> </w:t>
      </w:r>
      <w:r>
        <w:rPr>
          <w:sz w:val="28"/>
        </w:rPr>
        <w:t>игровой;</w:t>
      </w:r>
    </w:p>
    <w:p w:rsidR="006C3628" w:rsidRDefault="006C3628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спортивный зал</w:t>
      </w:r>
      <w:r>
        <w:rPr>
          <w:spacing w:val="-3"/>
          <w:sz w:val="28"/>
        </w:rPr>
        <w:t xml:space="preserve"> </w:t>
      </w:r>
      <w:r>
        <w:rPr>
          <w:sz w:val="28"/>
        </w:rPr>
        <w:t>гимнастический;</w:t>
      </w:r>
    </w:p>
    <w:p w:rsidR="006C3628" w:rsidRDefault="006C3628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зоны рекреации для проведения динамических пауз</w:t>
      </w:r>
      <w:r>
        <w:rPr>
          <w:spacing w:val="-14"/>
          <w:sz w:val="28"/>
        </w:rPr>
        <w:t xml:space="preserve"> </w:t>
      </w:r>
      <w:r>
        <w:rPr>
          <w:sz w:val="28"/>
        </w:rPr>
        <w:t>(перемен);</w:t>
      </w:r>
    </w:p>
    <w:p w:rsidR="006C3628" w:rsidRDefault="006C3628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кабинет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:rsidR="006C3628" w:rsidRDefault="006C3628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подсобное помещение для хранения инвентаря и</w:t>
      </w:r>
      <w:r>
        <w:rPr>
          <w:spacing w:val="-13"/>
          <w:sz w:val="28"/>
        </w:rPr>
        <w:t xml:space="preserve"> </w:t>
      </w:r>
      <w:r>
        <w:rPr>
          <w:sz w:val="28"/>
        </w:rPr>
        <w:t>оборудования</w:t>
      </w:r>
    </w:p>
    <w:p w:rsidR="006C3628" w:rsidRDefault="006C3628">
      <w:pPr>
        <w:pStyle w:val="BodyText"/>
        <w:spacing w:before="277" w:line="321" w:lineRule="exact"/>
        <w:ind w:left="222"/>
      </w:pPr>
      <w:r>
        <w:t>Оборудование открытого стадиона:</w:t>
      </w:r>
    </w:p>
    <w:p w:rsidR="006C3628" w:rsidRDefault="006C3628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легкоатлетическая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дорожка;</w:t>
      </w:r>
    </w:p>
    <w:p w:rsidR="006C3628" w:rsidRDefault="006C3628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сектор для прыжков в</w:t>
      </w:r>
      <w:r>
        <w:rPr>
          <w:spacing w:val="-8"/>
          <w:sz w:val="28"/>
        </w:rPr>
        <w:t xml:space="preserve"> </w:t>
      </w:r>
      <w:r>
        <w:rPr>
          <w:sz w:val="28"/>
        </w:rPr>
        <w:t>длину;</w:t>
      </w:r>
    </w:p>
    <w:p w:rsidR="006C3628" w:rsidRDefault="006C3628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сектор для прыжков в</w:t>
      </w:r>
      <w:r>
        <w:rPr>
          <w:spacing w:val="-8"/>
          <w:sz w:val="28"/>
        </w:rPr>
        <w:t xml:space="preserve"> </w:t>
      </w:r>
      <w:r>
        <w:rPr>
          <w:sz w:val="28"/>
        </w:rPr>
        <w:t>высоту;</w:t>
      </w:r>
    </w:p>
    <w:p w:rsidR="006C3628" w:rsidRDefault="006C3628">
      <w:pPr>
        <w:pStyle w:val="ListParagraph"/>
        <w:numPr>
          <w:ilvl w:val="0"/>
          <w:numId w:val="3"/>
        </w:numPr>
        <w:tabs>
          <w:tab w:val="left" w:pos="1139"/>
        </w:tabs>
        <w:spacing w:before="1"/>
        <w:ind w:hanging="556"/>
        <w:rPr>
          <w:sz w:val="28"/>
        </w:rPr>
      </w:pPr>
      <w:r>
        <w:rPr>
          <w:sz w:val="28"/>
        </w:rPr>
        <w:t>игровое поле для футбола</w:t>
      </w:r>
      <w:r>
        <w:rPr>
          <w:spacing w:val="-4"/>
          <w:sz w:val="28"/>
        </w:rPr>
        <w:t xml:space="preserve"> </w:t>
      </w:r>
      <w:r>
        <w:rPr>
          <w:sz w:val="28"/>
        </w:rPr>
        <w:t>(мини-футбола);</w:t>
      </w:r>
    </w:p>
    <w:p w:rsidR="006C3628" w:rsidRDefault="006C3628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площадка игровая</w:t>
      </w:r>
      <w:r>
        <w:rPr>
          <w:spacing w:val="-1"/>
          <w:sz w:val="28"/>
        </w:rPr>
        <w:t xml:space="preserve"> </w:t>
      </w:r>
      <w:r>
        <w:rPr>
          <w:sz w:val="28"/>
        </w:rPr>
        <w:t>баскетбольная;</w:t>
      </w:r>
    </w:p>
    <w:p w:rsidR="006C3628" w:rsidRDefault="006C3628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площадка игровая</w:t>
      </w:r>
      <w:r>
        <w:rPr>
          <w:spacing w:val="-1"/>
          <w:sz w:val="28"/>
        </w:rPr>
        <w:t xml:space="preserve"> </w:t>
      </w:r>
      <w:r>
        <w:rPr>
          <w:sz w:val="28"/>
        </w:rPr>
        <w:t>волейбольная;</w:t>
      </w:r>
    </w:p>
    <w:p w:rsidR="006C3628" w:rsidRDefault="006C3628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гимнастический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городок;</w:t>
      </w:r>
    </w:p>
    <w:p w:rsidR="006C3628" w:rsidRDefault="006C3628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полоса</w:t>
      </w:r>
      <w:r>
        <w:rPr>
          <w:spacing w:val="-1"/>
          <w:sz w:val="28"/>
        </w:rPr>
        <w:t xml:space="preserve"> </w:t>
      </w:r>
      <w:r>
        <w:rPr>
          <w:sz w:val="28"/>
        </w:rPr>
        <w:t>препятствий;</w:t>
      </w:r>
    </w:p>
    <w:p w:rsidR="006C3628" w:rsidRDefault="006C3628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лыжная трасса</w:t>
      </w:r>
    </w:p>
    <w:p w:rsidR="006C3628" w:rsidRDefault="006C3628">
      <w:pPr>
        <w:pStyle w:val="BodyText"/>
        <w:spacing w:before="277" w:line="321" w:lineRule="exact"/>
        <w:ind w:left="222"/>
      </w:pPr>
      <w:r>
        <w:t>Технические средства обучения:</w:t>
      </w:r>
    </w:p>
    <w:p w:rsidR="006C3628" w:rsidRDefault="006C3628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телевизор с универсальной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приставкой;</w:t>
      </w:r>
    </w:p>
    <w:p w:rsidR="006C3628" w:rsidRDefault="006C3628">
      <w:pPr>
        <w:pStyle w:val="ListParagraph"/>
        <w:numPr>
          <w:ilvl w:val="0"/>
          <w:numId w:val="3"/>
        </w:numPr>
        <w:tabs>
          <w:tab w:val="left" w:pos="1139"/>
        </w:tabs>
        <w:spacing w:before="1"/>
        <w:ind w:hanging="556"/>
        <w:rPr>
          <w:sz w:val="28"/>
        </w:rPr>
      </w:pPr>
      <w:r>
        <w:rPr>
          <w:sz w:val="28"/>
        </w:rPr>
        <w:t>dvd с комплектом дисков;</w:t>
      </w:r>
    </w:p>
    <w:p w:rsidR="006C3628" w:rsidRDefault="006C3628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радиомикрофон</w:t>
      </w:r>
      <w:r>
        <w:rPr>
          <w:spacing w:val="-1"/>
          <w:sz w:val="28"/>
        </w:rPr>
        <w:t xml:space="preserve"> </w:t>
      </w:r>
      <w:r>
        <w:rPr>
          <w:sz w:val="28"/>
        </w:rPr>
        <w:t>(петличный);</w:t>
      </w:r>
    </w:p>
    <w:p w:rsidR="006C3628" w:rsidRDefault="006C3628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мегафон;</w:t>
      </w:r>
    </w:p>
    <w:p w:rsidR="006C3628" w:rsidRDefault="006C3628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сканер;</w:t>
      </w:r>
    </w:p>
    <w:p w:rsidR="006C3628" w:rsidRDefault="006C3628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принтер лазерный;</w:t>
      </w:r>
    </w:p>
    <w:p w:rsidR="006C3628" w:rsidRDefault="006C3628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ксерокс;</w:t>
      </w:r>
    </w:p>
    <w:p w:rsidR="006C3628" w:rsidRDefault="006C3628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цифровая</w:t>
      </w:r>
      <w:r>
        <w:rPr>
          <w:spacing w:val="-1"/>
          <w:sz w:val="28"/>
        </w:rPr>
        <w:t xml:space="preserve"> </w:t>
      </w:r>
      <w:r>
        <w:rPr>
          <w:sz w:val="28"/>
        </w:rPr>
        <w:t>видеокамера;</w:t>
      </w:r>
    </w:p>
    <w:p w:rsidR="006C3628" w:rsidRDefault="006C3628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цифровая</w:t>
      </w:r>
      <w:r>
        <w:rPr>
          <w:spacing w:val="-4"/>
          <w:sz w:val="28"/>
        </w:rPr>
        <w:t xml:space="preserve"> </w:t>
      </w:r>
      <w:r>
        <w:rPr>
          <w:sz w:val="28"/>
        </w:rPr>
        <w:t>фотокамера;</w:t>
      </w:r>
    </w:p>
    <w:p w:rsidR="006C3628" w:rsidRDefault="006C3628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мультимедиапроектор;</w:t>
      </w:r>
    </w:p>
    <w:p w:rsidR="006C3628" w:rsidRDefault="006C3628">
      <w:pPr>
        <w:pStyle w:val="ListParagraph"/>
        <w:numPr>
          <w:ilvl w:val="0"/>
          <w:numId w:val="3"/>
        </w:numPr>
        <w:tabs>
          <w:tab w:val="left" w:pos="1209"/>
        </w:tabs>
        <w:ind w:left="1208" w:hanging="626"/>
        <w:rPr>
          <w:sz w:val="28"/>
        </w:rPr>
      </w:pPr>
      <w:r>
        <w:rPr>
          <w:sz w:val="28"/>
        </w:rPr>
        <w:t>экран (на штативе или</w:t>
      </w:r>
      <w:r>
        <w:rPr>
          <w:spacing w:val="-5"/>
          <w:sz w:val="28"/>
        </w:rPr>
        <w:t xml:space="preserve"> </w:t>
      </w:r>
      <w:r>
        <w:rPr>
          <w:sz w:val="28"/>
        </w:rPr>
        <w:t>навесной);</w:t>
      </w:r>
    </w:p>
    <w:p w:rsidR="006C3628" w:rsidRDefault="006C3628">
      <w:pPr>
        <w:pStyle w:val="ListParagraph"/>
        <w:numPr>
          <w:ilvl w:val="0"/>
          <w:numId w:val="3"/>
        </w:numPr>
        <w:tabs>
          <w:tab w:val="left" w:pos="1139"/>
        </w:tabs>
        <w:spacing w:before="1" w:line="240" w:lineRule="auto"/>
        <w:ind w:hanging="556"/>
        <w:rPr>
          <w:sz w:val="28"/>
        </w:rPr>
      </w:pPr>
      <w:r>
        <w:rPr>
          <w:sz w:val="28"/>
        </w:rPr>
        <w:t>аудиоцентр с системой озвучивания спортивных</w:t>
      </w:r>
      <w:r>
        <w:rPr>
          <w:spacing w:val="-8"/>
          <w:sz w:val="28"/>
        </w:rPr>
        <w:t xml:space="preserve"> </w:t>
      </w:r>
      <w:r>
        <w:rPr>
          <w:sz w:val="28"/>
        </w:rPr>
        <w:t>мероприятий.</w:t>
      </w:r>
    </w:p>
    <w:p w:rsidR="006C3628" w:rsidRDefault="006C3628">
      <w:pPr>
        <w:rPr>
          <w:sz w:val="28"/>
        </w:rPr>
        <w:sectPr w:rsidR="006C3628">
          <w:footerReference w:type="default" r:id="rId11"/>
          <w:pgSz w:w="11910" w:h="16840"/>
          <w:pgMar w:top="1040" w:right="720" w:bottom="280" w:left="1480" w:header="0" w:footer="0" w:gutter="0"/>
          <w:cols w:space="720"/>
        </w:sectPr>
      </w:pPr>
    </w:p>
    <w:p w:rsidR="006C3628" w:rsidRDefault="006C3628" w:rsidP="00BE27CA">
      <w:pPr>
        <w:pStyle w:val="Heading1"/>
        <w:numPr>
          <w:ilvl w:val="2"/>
          <w:numId w:val="5"/>
        </w:numPr>
        <w:tabs>
          <w:tab w:val="left" w:pos="2594"/>
        </w:tabs>
        <w:ind w:left="2593" w:hanging="492"/>
      </w:pPr>
      <w:r>
        <w:t>Информационное обеспечение</w:t>
      </w:r>
      <w:r>
        <w:rPr>
          <w:spacing w:val="-1"/>
        </w:rPr>
        <w:t xml:space="preserve"> </w:t>
      </w:r>
      <w:r>
        <w:t>обучения</w:t>
      </w:r>
    </w:p>
    <w:p w:rsidR="006C3628" w:rsidRDefault="006C3628" w:rsidP="00BE27CA">
      <w:pPr>
        <w:pStyle w:val="BodyText"/>
        <w:spacing w:before="2"/>
        <w:rPr>
          <w:b/>
        </w:rPr>
      </w:pPr>
    </w:p>
    <w:p w:rsidR="006C3628" w:rsidRDefault="006C3628" w:rsidP="00BE27CA">
      <w:pPr>
        <w:ind w:left="800" w:right="703"/>
        <w:rPr>
          <w:b/>
          <w:sz w:val="28"/>
        </w:rPr>
      </w:pPr>
      <w:r>
        <w:rPr>
          <w:b/>
          <w:sz w:val="28"/>
        </w:rPr>
        <w:t>Перечень  рекомендуемых учебных изданий, Интернет-ресурсов, дополнительной литературы</w:t>
      </w:r>
    </w:p>
    <w:p w:rsidR="006C3628" w:rsidRDefault="006C3628" w:rsidP="00B01C90">
      <w:pPr>
        <w:pStyle w:val="BodyText"/>
        <w:ind w:left="930" w:right="459" w:hanging="288"/>
        <w:rPr>
          <w:lang w:val="en-US"/>
        </w:rPr>
      </w:pPr>
    </w:p>
    <w:p w:rsidR="006C3628" w:rsidRDefault="006C3628" w:rsidP="00B01C90">
      <w:pPr>
        <w:pStyle w:val="BodyText"/>
        <w:ind w:left="930" w:right="459" w:hanging="288"/>
      </w:pPr>
      <w:r>
        <w:t>1. Бишаева А.А. Физическая культура: учебник для НПО и СПО/ А.А. Бишаева. -5-е изд., стер. - М.: Издательский центр «Академия», 201</w:t>
      </w:r>
      <w:r>
        <w:rPr>
          <w:lang w:val="en-US"/>
        </w:rPr>
        <w:t>5</w:t>
      </w:r>
      <w:r>
        <w:t>.</w:t>
      </w:r>
    </w:p>
    <w:p w:rsidR="006C3628" w:rsidRDefault="006C3628" w:rsidP="00B01C90">
      <w:pPr>
        <w:pStyle w:val="BodyText"/>
      </w:pPr>
      <w:r>
        <w:t xml:space="preserve">         2.  Физическая культура: учебник / В.С. Кузнецов, Г.А. Колоднецкий. – 3-е     изд., испр. – Москва : КНОРУС, 2020. – 256 с. – (Среднее профессиональное образование)</w:t>
      </w:r>
    </w:p>
    <w:p w:rsidR="006C3628" w:rsidRDefault="006C3628" w:rsidP="00B01C90">
      <w:pPr>
        <w:pStyle w:val="BodyText"/>
      </w:pPr>
      <w:r>
        <w:t xml:space="preserve">         3. Физическая культура: учебник / А.А. Бишаева, В.В. Малков. – 3-е изд., испр. – Москва : КНОРУС, 2020. – 380 с. – (Среднее профессиональное образование)</w:t>
      </w:r>
    </w:p>
    <w:p w:rsidR="006C3628" w:rsidRDefault="006C3628" w:rsidP="00B01C90">
      <w:pPr>
        <w:pStyle w:val="BodyText"/>
      </w:pPr>
      <w:r>
        <w:t xml:space="preserve">         4, Физическая культура. Матвеев А.П. Просвещение</w:t>
      </w:r>
      <w:r>
        <w:rPr>
          <w:spacing w:val="-3"/>
        </w:rPr>
        <w:t xml:space="preserve"> </w:t>
      </w:r>
      <w:r>
        <w:t>2016</w:t>
      </w:r>
    </w:p>
    <w:p w:rsidR="006C3628" w:rsidRDefault="006C3628" w:rsidP="00B01C90">
      <w:pPr>
        <w:pStyle w:val="BodyText"/>
      </w:pPr>
      <w:r>
        <w:t xml:space="preserve">         5. Слайд-презентация «Урок баскетбола. Броски и передача</w:t>
      </w:r>
      <w:r>
        <w:rPr>
          <w:spacing w:val="-2"/>
        </w:rPr>
        <w:t xml:space="preserve"> </w:t>
      </w:r>
      <w:r>
        <w:t>мяча»</w:t>
      </w:r>
    </w:p>
    <w:p w:rsidR="006C3628" w:rsidRDefault="006C3628" w:rsidP="00B01C90">
      <w:pPr>
        <w:pStyle w:val="BodyText"/>
      </w:pPr>
      <w:r>
        <w:t xml:space="preserve">        Видеоуроки</w:t>
      </w:r>
    </w:p>
    <w:p w:rsidR="006C3628" w:rsidRDefault="006C3628" w:rsidP="00B01C90">
      <w:pPr>
        <w:pStyle w:val="ListParagraph"/>
        <w:tabs>
          <w:tab w:val="left" w:pos="942"/>
        </w:tabs>
        <w:spacing w:line="240" w:lineRule="auto"/>
        <w:ind w:left="581" w:firstLine="0"/>
        <w:rPr>
          <w:sz w:val="24"/>
        </w:rPr>
      </w:pPr>
      <w:hyperlink r:id="rId12" w:history="1">
        <w:r>
          <w:rPr>
            <w:rStyle w:val="Hyperlink"/>
            <w:sz w:val="24"/>
          </w:rPr>
          <w:t>http://www.fizkult-ura.ru/football</w:t>
        </w:r>
      </w:hyperlink>
    </w:p>
    <w:p w:rsidR="006C3628" w:rsidRDefault="006C3628" w:rsidP="00B01C90">
      <w:pPr>
        <w:pStyle w:val="ListParagraph"/>
        <w:tabs>
          <w:tab w:val="left" w:pos="942"/>
        </w:tabs>
        <w:spacing w:line="240" w:lineRule="auto"/>
        <w:ind w:left="581" w:firstLine="0"/>
        <w:rPr>
          <w:sz w:val="24"/>
        </w:rPr>
      </w:pPr>
      <w:hyperlink r:id="rId13" w:history="1">
        <w:r>
          <w:rPr>
            <w:rStyle w:val="Hyperlink"/>
            <w:sz w:val="24"/>
          </w:rPr>
          <w:t>http://all-psychology.ru/lichnost/temperament/individ-stil/vliyanie.html</w:t>
        </w:r>
      </w:hyperlink>
    </w:p>
    <w:p w:rsidR="006C3628" w:rsidRDefault="006C3628" w:rsidP="00B01C90">
      <w:pPr>
        <w:pStyle w:val="BodyText"/>
        <w:spacing w:before="5"/>
        <w:rPr>
          <w:sz w:val="27"/>
        </w:rPr>
      </w:pPr>
    </w:p>
    <w:p w:rsidR="006C3628" w:rsidRDefault="006C3628">
      <w:pPr>
        <w:pStyle w:val="BodyText"/>
        <w:spacing w:before="5"/>
        <w:rPr>
          <w:b/>
          <w:sz w:val="27"/>
        </w:rPr>
      </w:pPr>
    </w:p>
    <w:p w:rsidR="006C3628" w:rsidRDefault="006C3628">
      <w:pPr>
        <w:pStyle w:val="BodyText"/>
        <w:spacing w:before="5"/>
        <w:rPr>
          <w:sz w:val="27"/>
        </w:rPr>
      </w:pPr>
    </w:p>
    <w:p w:rsidR="006C3628" w:rsidRDefault="006C3628">
      <w:pPr>
        <w:pStyle w:val="BodyText"/>
        <w:spacing w:before="1" w:line="322" w:lineRule="exact"/>
        <w:ind w:left="4146"/>
      </w:pPr>
      <w:r>
        <w:t>Интернет-ресурсы:</w:t>
      </w:r>
    </w:p>
    <w:p w:rsidR="006C3628" w:rsidRDefault="006C3628">
      <w:pPr>
        <w:pStyle w:val="ListParagraph"/>
        <w:numPr>
          <w:ilvl w:val="0"/>
          <w:numId w:val="1"/>
        </w:numPr>
        <w:tabs>
          <w:tab w:val="left" w:pos="930"/>
        </w:tabs>
        <w:spacing w:line="240" w:lineRule="auto"/>
        <w:ind w:right="682" w:hanging="360"/>
        <w:rPr>
          <w:sz w:val="28"/>
        </w:rPr>
      </w:pPr>
      <w:r>
        <w:rPr>
          <w:sz w:val="28"/>
        </w:rPr>
        <w:t>Бальсевич В.К. Здоровьеформирующая функция образования в РФ:</w:t>
      </w:r>
      <w:hyperlink r:id="rId14">
        <w:r>
          <w:rPr>
            <w:sz w:val="28"/>
          </w:rPr>
          <w:t xml:space="preserve"> www. </w:t>
        </w:r>
      </w:hyperlink>
      <w:r>
        <w:rPr>
          <w:sz w:val="28"/>
        </w:rPr>
        <w:t>adygnet. ru/konfer/konflikt 2007/3/3/balsevich.</w:t>
      </w:r>
      <w:r>
        <w:rPr>
          <w:spacing w:val="-11"/>
          <w:sz w:val="28"/>
        </w:rPr>
        <w:t xml:space="preserve"> </w:t>
      </w:r>
      <w:r>
        <w:rPr>
          <w:sz w:val="28"/>
        </w:rPr>
        <w:t>htm</w:t>
      </w:r>
    </w:p>
    <w:p w:rsidR="006C3628" w:rsidRDefault="006C3628">
      <w:pPr>
        <w:pStyle w:val="ListParagraph"/>
        <w:numPr>
          <w:ilvl w:val="0"/>
          <w:numId w:val="1"/>
        </w:numPr>
        <w:tabs>
          <w:tab w:val="left" w:pos="930"/>
        </w:tabs>
        <w:spacing w:before="1" w:line="240" w:lineRule="auto"/>
        <w:ind w:right="436" w:hanging="360"/>
        <w:rPr>
          <w:sz w:val="28"/>
        </w:rPr>
      </w:pPr>
      <w:r>
        <w:rPr>
          <w:sz w:val="28"/>
        </w:rPr>
        <w:t xml:space="preserve">Концепция модернизации физического воспитания и оздоровления учащихся средствами физкультурно-спортивной деятельности: </w:t>
      </w:r>
      <w:hyperlink r:id="rId15">
        <w:r>
          <w:rPr>
            <w:sz w:val="28"/>
          </w:rPr>
          <w:t>www.</w:t>
        </w:r>
      </w:hyperlink>
      <w:r>
        <w:rPr>
          <w:sz w:val="28"/>
        </w:rPr>
        <w:t xml:space="preserve"> spbniifk. ru/concepsion.</w:t>
      </w:r>
      <w:r>
        <w:rPr>
          <w:spacing w:val="-6"/>
          <w:sz w:val="28"/>
        </w:rPr>
        <w:t xml:space="preserve"> </w:t>
      </w:r>
      <w:r>
        <w:rPr>
          <w:sz w:val="28"/>
        </w:rPr>
        <w:t>dok</w:t>
      </w:r>
    </w:p>
    <w:p w:rsidR="006C3628" w:rsidRDefault="006C3628">
      <w:pPr>
        <w:pStyle w:val="ListParagraph"/>
        <w:numPr>
          <w:ilvl w:val="0"/>
          <w:numId w:val="1"/>
        </w:numPr>
        <w:tabs>
          <w:tab w:val="left" w:pos="930"/>
        </w:tabs>
        <w:spacing w:line="240" w:lineRule="auto"/>
        <w:ind w:right="1320" w:hanging="360"/>
        <w:rPr>
          <w:sz w:val="28"/>
        </w:rPr>
      </w:pPr>
      <w:r>
        <w:rPr>
          <w:sz w:val="28"/>
        </w:rPr>
        <w:t>Концепция оздоровления учащихся в процессе использования инновационных технологий физического воспитания: lib. Sportedu./ru/press/fkvot/2006</w:t>
      </w:r>
      <w:r>
        <w:rPr>
          <w:spacing w:val="-4"/>
          <w:sz w:val="28"/>
        </w:rPr>
        <w:t xml:space="preserve"> </w:t>
      </w:r>
      <w:r>
        <w:rPr>
          <w:sz w:val="28"/>
        </w:rPr>
        <w:t>№2/p24-26/htm</w:t>
      </w:r>
    </w:p>
    <w:p w:rsidR="006C3628" w:rsidRDefault="006C3628">
      <w:pPr>
        <w:pStyle w:val="ListParagraph"/>
        <w:numPr>
          <w:ilvl w:val="0"/>
          <w:numId w:val="1"/>
        </w:numPr>
        <w:tabs>
          <w:tab w:val="left" w:pos="930"/>
        </w:tabs>
        <w:spacing w:line="242" w:lineRule="auto"/>
        <w:ind w:right="485" w:hanging="360"/>
        <w:rPr>
          <w:sz w:val="28"/>
        </w:rPr>
      </w:pPr>
      <w:r>
        <w:rPr>
          <w:sz w:val="28"/>
        </w:rPr>
        <w:t xml:space="preserve">Концепция личностно-ориентированного содержания физкультурно- спортивной деятельности: </w:t>
      </w:r>
      <w:hyperlink r:id="rId16">
        <w:r>
          <w:rPr>
            <w:sz w:val="28"/>
          </w:rPr>
          <w:t xml:space="preserve">www. </w:t>
        </w:r>
      </w:hyperlink>
      <w:r>
        <w:rPr>
          <w:sz w:val="28"/>
        </w:rPr>
        <w:t>mirrabot. /com/work_4900.</w:t>
      </w:r>
      <w:r>
        <w:rPr>
          <w:spacing w:val="-13"/>
          <w:sz w:val="28"/>
        </w:rPr>
        <w:t xml:space="preserve"> </w:t>
      </w:r>
      <w:r>
        <w:rPr>
          <w:sz w:val="28"/>
        </w:rPr>
        <w:t>html</w:t>
      </w:r>
    </w:p>
    <w:p w:rsidR="006C3628" w:rsidRDefault="006C3628">
      <w:pPr>
        <w:pStyle w:val="ListParagraph"/>
        <w:numPr>
          <w:ilvl w:val="0"/>
          <w:numId w:val="1"/>
        </w:numPr>
        <w:tabs>
          <w:tab w:val="left" w:pos="930"/>
        </w:tabs>
        <w:spacing w:line="317" w:lineRule="exact"/>
        <w:ind w:hanging="360"/>
        <w:rPr>
          <w:sz w:val="28"/>
        </w:rPr>
      </w:pPr>
      <w:r>
        <w:rPr>
          <w:sz w:val="28"/>
        </w:rPr>
        <w:t>Методическое письмо «О преподавании учебного</w:t>
      </w:r>
      <w:r>
        <w:rPr>
          <w:spacing w:val="-9"/>
          <w:sz w:val="28"/>
        </w:rPr>
        <w:t xml:space="preserve"> </w:t>
      </w:r>
      <w:r>
        <w:rPr>
          <w:sz w:val="28"/>
        </w:rPr>
        <w:t>предмета</w:t>
      </w:r>
    </w:p>
    <w:p w:rsidR="006C3628" w:rsidRDefault="006C3628">
      <w:pPr>
        <w:pStyle w:val="BodyText"/>
        <w:ind w:left="941" w:right="235"/>
      </w:pPr>
      <w:r>
        <w:t xml:space="preserve">«физическая культура» в условиях введения федерального компонента государственного стандарта: </w:t>
      </w:r>
      <w:hyperlink r:id="rId17">
        <w:r>
          <w:t xml:space="preserve">www. </w:t>
        </w:r>
      </w:hyperlink>
      <w:r>
        <w:t>ipkps. psu.edu. ru/source/metod_s/uzvaldist_sport.asp</w:t>
      </w:r>
    </w:p>
    <w:p w:rsidR="006C3628" w:rsidRDefault="006C3628">
      <w:pPr>
        <w:pStyle w:val="ListParagraph"/>
        <w:numPr>
          <w:ilvl w:val="0"/>
          <w:numId w:val="1"/>
        </w:numPr>
        <w:tabs>
          <w:tab w:val="left" w:pos="930"/>
        </w:tabs>
        <w:spacing w:line="242" w:lineRule="auto"/>
        <w:ind w:right="224" w:hanging="360"/>
        <w:rPr>
          <w:sz w:val="28"/>
        </w:rPr>
      </w:pPr>
      <w:r>
        <w:rPr>
          <w:sz w:val="28"/>
        </w:rPr>
        <w:t>Развивающие занятия по физической культуре и укреплению здоровья:</w:t>
      </w:r>
      <w:hyperlink r:id="rId18">
        <w:r>
          <w:rPr>
            <w:color w:val="0000FF"/>
            <w:sz w:val="28"/>
            <w:u w:val="single" w:color="0000FF"/>
          </w:rPr>
          <w:t xml:space="preserve"> www.zone-x.</w:t>
        </w:r>
        <w:r>
          <w:rPr>
            <w:color w:val="0000FF"/>
            <w:spacing w:val="-3"/>
            <w:sz w:val="28"/>
          </w:rPr>
          <w:t xml:space="preserve"> </w:t>
        </w:r>
      </w:hyperlink>
      <w:r>
        <w:rPr>
          <w:sz w:val="28"/>
        </w:rPr>
        <w:t>ru/chowtov</w:t>
      </w:r>
    </w:p>
    <w:p w:rsidR="006C3628" w:rsidRDefault="006C3628">
      <w:pPr>
        <w:pStyle w:val="ListParagraph"/>
        <w:numPr>
          <w:ilvl w:val="0"/>
          <w:numId w:val="1"/>
        </w:numPr>
        <w:tabs>
          <w:tab w:val="left" w:pos="930"/>
        </w:tabs>
        <w:spacing w:line="240" w:lineRule="auto"/>
        <w:ind w:right="1134" w:hanging="360"/>
        <w:rPr>
          <w:sz w:val="28"/>
        </w:rPr>
      </w:pPr>
      <w:r>
        <w:rPr>
          <w:sz w:val="28"/>
        </w:rPr>
        <w:t>Физическая культура в профильном обучении: spo. 1 september/ ru/2006/17/15.</w:t>
      </w:r>
      <w:r>
        <w:rPr>
          <w:spacing w:val="-2"/>
          <w:sz w:val="28"/>
        </w:rPr>
        <w:t xml:space="preserve"> </w:t>
      </w:r>
      <w:r>
        <w:rPr>
          <w:sz w:val="28"/>
        </w:rPr>
        <w:t>htm</w:t>
      </w:r>
    </w:p>
    <w:p w:rsidR="006C3628" w:rsidRPr="00D65949" w:rsidRDefault="006C3628" w:rsidP="0057069A">
      <w:pPr>
        <w:pStyle w:val="ListParagraph"/>
        <w:numPr>
          <w:ilvl w:val="0"/>
          <w:numId w:val="1"/>
        </w:numPr>
        <w:tabs>
          <w:tab w:val="left" w:pos="930"/>
        </w:tabs>
        <w:spacing w:line="240" w:lineRule="auto"/>
        <w:ind w:right="1094" w:hanging="360"/>
        <w:rPr>
          <w:sz w:val="28"/>
          <w:szCs w:val="28"/>
        </w:rPr>
        <w:sectPr w:rsidR="006C3628" w:rsidRPr="00D65949">
          <w:footerReference w:type="default" r:id="rId19"/>
          <w:pgSz w:w="11910" w:h="16840"/>
          <w:pgMar w:top="1040" w:right="720" w:bottom="1160" w:left="1480" w:header="0" w:footer="964" w:gutter="0"/>
          <w:pgNumType w:start="12"/>
          <w:cols w:space="720"/>
        </w:sectPr>
      </w:pPr>
      <w:r w:rsidRPr="00D65949">
        <w:rPr>
          <w:sz w:val="28"/>
          <w:szCs w:val="28"/>
        </w:rPr>
        <w:t>Совершенствование содержания уроков физической культуры в общеобразовательной школе: lib. sportedu.</w:t>
      </w:r>
      <w:r w:rsidRPr="00D65949">
        <w:rPr>
          <w:spacing w:val="-7"/>
          <w:sz w:val="28"/>
          <w:szCs w:val="28"/>
        </w:rPr>
        <w:t xml:space="preserve"> </w:t>
      </w:r>
      <w:r w:rsidRPr="00D65949">
        <w:rPr>
          <w:sz w:val="28"/>
          <w:szCs w:val="28"/>
        </w:rPr>
        <w:t>R</w:t>
      </w:r>
    </w:p>
    <w:p w:rsidR="006C3628" w:rsidRDefault="006C3628"/>
    <w:p w:rsidR="006C3628" w:rsidRDefault="006C3628" w:rsidP="00BC5505">
      <w:pPr>
        <w:pStyle w:val="Heading1"/>
        <w:numPr>
          <w:ilvl w:val="1"/>
          <w:numId w:val="19"/>
        </w:numPr>
        <w:tabs>
          <w:tab w:val="left" w:pos="1026"/>
        </w:tabs>
        <w:spacing w:before="90"/>
      </w:pPr>
      <w:r>
        <w:t>КОНТРОЛЬ И ОЦЕНКА РЕЗУЛЬТАТОВ ОСВОЕНИЯ</w:t>
      </w:r>
      <w:r>
        <w:rPr>
          <w:spacing w:val="-3"/>
        </w:rPr>
        <w:t xml:space="preserve"> </w:t>
      </w:r>
      <w:r>
        <w:t>ДИСЦИПЛИНЫ</w:t>
      </w:r>
    </w:p>
    <w:p w:rsidR="006C3628" w:rsidRDefault="006C3628" w:rsidP="0057069A">
      <w:pPr>
        <w:pStyle w:val="BodyText"/>
        <w:spacing w:before="6"/>
        <w:rPr>
          <w:b/>
          <w:sz w:val="23"/>
        </w:rPr>
      </w:pPr>
    </w:p>
    <w:p w:rsidR="006C3628" w:rsidRDefault="006C3628" w:rsidP="0057069A">
      <w:pPr>
        <w:pStyle w:val="BodyText"/>
        <w:spacing w:before="1"/>
        <w:ind w:left="262" w:right="229" w:firstLine="707"/>
        <w:jc w:val="both"/>
      </w:pPr>
      <w:r>
        <w:t>Контрольная оценка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:rsidR="006C3628" w:rsidRDefault="006C3628" w:rsidP="0057069A">
      <w:pPr>
        <w:pStyle w:val="BodyText"/>
        <w:spacing w:before="8"/>
      </w:pPr>
    </w:p>
    <w:tbl>
      <w:tblPr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795"/>
        <w:gridCol w:w="5495"/>
      </w:tblGrid>
      <w:tr w:rsidR="006C3628" w:rsidRPr="0057069A" w:rsidTr="00542903">
        <w:trPr>
          <w:trHeight w:val="458"/>
        </w:trPr>
        <w:tc>
          <w:tcPr>
            <w:tcW w:w="3795" w:type="dxa"/>
          </w:tcPr>
          <w:p w:rsidR="006C3628" w:rsidRPr="0057069A" w:rsidRDefault="006C3628" w:rsidP="00542903">
            <w:pPr>
              <w:pStyle w:val="TableParagraph"/>
              <w:spacing w:line="228" w:lineRule="exact"/>
              <w:ind w:left="815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Результаты обучения</w:t>
            </w:r>
          </w:p>
          <w:p w:rsidR="006C3628" w:rsidRPr="0057069A" w:rsidRDefault="006C3628" w:rsidP="00542903">
            <w:pPr>
              <w:pStyle w:val="TableParagraph"/>
              <w:spacing w:line="210" w:lineRule="exact"/>
              <w:ind w:left="815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(освоенные знания, умения)</w:t>
            </w:r>
          </w:p>
        </w:tc>
        <w:tc>
          <w:tcPr>
            <w:tcW w:w="5495" w:type="dxa"/>
          </w:tcPr>
          <w:p w:rsidR="006C3628" w:rsidRPr="0057069A" w:rsidRDefault="006C3628" w:rsidP="00542903">
            <w:pPr>
              <w:pStyle w:val="TableParagraph"/>
              <w:spacing w:before="1" w:line="230" w:lineRule="exact"/>
              <w:ind w:left="107" w:firstLine="708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6C3628" w:rsidRPr="0057069A" w:rsidTr="00542903">
        <w:trPr>
          <w:trHeight w:val="2587"/>
        </w:trPr>
        <w:tc>
          <w:tcPr>
            <w:tcW w:w="3795" w:type="dxa"/>
          </w:tcPr>
          <w:p w:rsidR="006C3628" w:rsidRPr="0057069A" w:rsidRDefault="006C3628" w:rsidP="00542903">
            <w:pPr>
              <w:pStyle w:val="TableParagraph"/>
              <w:spacing w:line="237" w:lineRule="auto"/>
              <w:ind w:left="107" w:firstLine="393"/>
              <w:rPr>
                <w:b/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57069A">
              <w:rPr>
                <w:b/>
                <w:sz w:val="24"/>
                <w:szCs w:val="24"/>
              </w:rPr>
              <w:t>знать:</w:t>
            </w:r>
          </w:p>
          <w:p w:rsidR="006C3628" w:rsidRPr="0057069A" w:rsidRDefault="006C3628" w:rsidP="00BC5505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</w:tabs>
              <w:ind w:right="101" w:firstLine="0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Роль физической культуры в общекультурном, профессиональном и социальном развитии</w:t>
            </w:r>
            <w:r w:rsidRPr="0057069A">
              <w:rPr>
                <w:spacing w:val="-2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человека;</w:t>
            </w:r>
          </w:p>
          <w:p w:rsidR="006C3628" w:rsidRPr="0057069A" w:rsidRDefault="006C3628" w:rsidP="00BC5505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</w:tabs>
              <w:spacing w:line="245" w:lineRule="exact"/>
              <w:ind w:firstLine="0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Основы здорового образа</w:t>
            </w:r>
            <w:r w:rsidRPr="0057069A">
              <w:rPr>
                <w:spacing w:val="-3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жизни;</w:t>
            </w:r>
          </w:p>
          <w:p w:rsidR="006C3628" w:rsidRPr="0057069A" w:rsidRDefault="006C3628" w:rsidP="00BC5505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  <w:tab w:val="left" w:pos="2072"/>
              </w:tabs>
              <w:ind w:right="100" w:firstLine="0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Условия</w:t>
            </w:r>
            <w:r w:rsidRPr="0057069A">
              <w:rPr>
                <w:sz w:val="24"/>
                <w:szCs w:val="24"/>
              </w:rPr>
              <w:tab/>
            </w:r>
            <w:r w:rsidRPr="0057069A">
              <w:rPr>
                <w:w w:val="95"/>
                <w:sz w:val="24"/>
                <w:szCs w:val="24"/>
              </w:rPr>
              <w:t xml:space="preserve">профессиональной </w:t>
            </w:r>
            <w:r w:rsidRPr="0057069A">
              <w:rPr>
                <w:sz w:val="24"/>
                <w:szCs w:val="24"/>
              </w:rPr>
              <w:t>деятельности и зоны риска физического здоровья для профессии</w:t>
            </w:r>
            <w:r w:rsidRPr="0057069A">
              <w:rPr>
                <w:spacing w:val="-13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(специальности)</w:t>
            </w:r>
          </w:p>
          <w:p w:rsidR="006C3628" w:rsidRPr="0057069A" w:rsidRDefault="006C3628" w:rsidP="00BC5505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  <w:tab w:val="left" w:pos="2454"/>
              </w:tabs>
              <w:spacing w:before="12" w:line="230" w:lineRule="exact"/>
              <w:ind w:right="99" w:firstLine="0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Средства</w:t>
            </w:r>
            <w:r w:rsidRPr="0057069A">
              <w:rPr>
                <w:sz w:val="24"/>
                <w:szCs w:val="24"/>
              </w:rPr>
              <w:tab/>
              <w:t>профилактики перенапряжения</w:t>
            </w:r>
          </w:p>
        </w:tc>
        <w:tc>
          <w:tcPr>
            <w:tcW w:w="5495" w:type="dxa"/>
          </w:tcPr>
          <w:p w:rsidR="006C3628" w:rsidRPr="0057069A" w:rsidRDefault="006C3628" w:rsidP="00BC5505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37" w:lineRule="exac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сообщение;</w:t>
            </w:r>
          </w:p>
          <w:p w:rsidR="006C3628" w:rsidRPr="0057069A" w:rsidRDefault="006C3628" w:rsidP="00BC5505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44" w:lineRule="exac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презентация;</w:t>
            </w:r>
          </w:p>
          <w:p w:rsidR="006C3628" w:rsidRPr="0057069A" w:rsidRDefault="006C3628" w:rsidP="00BC5505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проект</w:t>
            </w:r>
          </w:p>
        </w:tc>
      </w:tr>
      <w:tr w:rsidR="006C3628" w:rsidRPr="0057069A" w:rsidTr="0057069A">
        <w:trPr>
          <w:trHeight w:val="3054"/>
        </w:trPr>
        <w:tc>
          <w:tcPr>
            <w:tcW w:w="3795" w:type="dxa"/>
          </w:tcPr>
          <w:p w:rsidR="006C3628" w:rsidRPr="0057069A" w:rsidRDefault="006C3628" w:rsidP="00542903">
            <w:pPr>
              <w:pStyle w:val="TableParagraph"/>
              <w:ind w:left="107" w:firstLine="283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57069A">
              <w:rPr>
                <w:b/>
                <w:sz w:val="24"/>
                <w:szCs w:val="24"/>
              </w:rPr>
              <w:t>уметь</w:t>
            </w:r>
            <w:r w:rsidRPr="0057069A">
              <w:rPr>
                <w:sz w:val="24"/>
                <w:szCs w:val="24"/>
              </w:rPr>
              <w:t>:</w:t>
            </w:r>
          </w:p>
          <w:p w:rsidR="006C3628" w:rsidRPr="0057069A" w:rsidRDefault="006C3628" w:rsidP="00BC5505">
            <w:pPr>
              <w:pStyle w:val="TableParagraph"/>
              <w:numPr>
                <w:ilvl w:val="0"/>
                <w:numId w:val="16"/>
              </w:numPr>
              <w:tabs>
                <w:tab w:val="left" w:pos="391"/>
                <w:tab w:val="left" w:pos="2417"/>
              </w:tabs>
              <w:ind w:right="97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Использовать</w:t>
            </w:r>
            <w:r>
              <w:rPr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физкультурно</w:t>
            </w:r>
            <w:r>
              <w:rPr>
                <w:sz w:val="24"/>
                <w:szCs w:val="24"/>
              </w:rPr>
              <w:t>-</w:t>
            </w:r>
            <w:r w:rsidRPr="0057069A">
              <w:rPr>
                <w:sz w:val="24"/>
                <w:szCs w:val="24"/>
              </w:rPr>
              <w:t>оздоровительную деятельность для укрепления здоровья, достижения жизненных и профессиональных целей;</w:t>
            </w:r>
          </w:p>
          <w:p w:rsidR="006C3628" w:rsidRPr="0057069A" w:rsidRDefault="006C3628" w:rsidP="00BC5505">
            <w:pPr>
              <w:pStyle w:val="TableParagraph"/>
              <w:numPr>
                <w:ilvl w:val="0"/>
                <w:numId w:val="16"/>
              </w:numPr>
              <w:tabs>
                <w:tab w:val="left" w:pos="442"/>
                <w:tab w:val="left" w:pos="2202"/>
                <w:tab w:val="left" w:pos="3588"/>
              </w:tabs>
              <w:ind w:right="100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Применять рациональные приемы двигательных</w:t>
            </w:r>
            <w:r w:rsidRPr="0057069A">
              <w:rPr>
                <w:sz w:val="24"/>
                <w:szCs w:val="24"/>
              </w:rPr>
              <w:tab/>
              <w:t>функций</w:t>
            </w:r>
            <w:r w:rsidRPr="0057069A">
              <w:rPr>
                <w:sz w:val="24"/>
                <w:szCs w:val="24"/>
              </w:rPr>
              <w:tab/>
              <w:t>в профессиональной</w:t>
            </w:r>
            <w:r w:rsidRPr="0057069A">
              <w:rPr>
                <w:spacing w:val="-2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деятельности</w:t>
            </w:r>
          </w:p>
          <w:p w:rsidR="006C3628" w:rsidRPr="0057069A" w:rsidRDefault="006C3628" w:rsidP="00BC5505">
            <w:pPr>
              <w:pStyle w:val="TableParagraph"/>
              <w:numPr>
                <w:ilvl w:val="0"/>
                <w:numId w:val="16"/>
              </w:numPr>
              <w:tabs>
                <w:tab w:val="left" w:pos="391"/>
                <w:tab w:val="left" w:pos="2271"/>
                <w:tab w:val="left" w:pos="2708"/>
              </w:tabs>
              <w:ind w:right="100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Пользоваться</w:t>
            </w:r>
            <w:r w:rsidRPr="0057069A">
              <w:rPr>
                <w:sz w:val="24"/>
                <w:szCs w:val="24"/>
              </w:rPr>
              <w:tab/>
            </w:r>
            <w:r w:rsidRPr="0057069A">
              <w:rPr>
                <w:sz w:val="24"/>
                <w:szCs w:val="24"/>
              </w:rPr>
              <w:tab/>
              <w:t>средствами профилактики</w:t>
            </w:r>
            <w:r w:rsidRPr="0057069A">
              <w:rPr>
                <w:sz w:val="24"/>
                <w:szCs w:val="24"/>
              </w:rPr>
              <w:tab/>
            </w:r>
            <w:r w:rsidRPr="0057069A">
              <w:rPr>
                <w:w w:val="95"/>
                <w:sz w:val="24"/>
                <w:szCs w:val="24"/>
              </w:rPr>
              <w:t xml:space="preserve">перенапряжения </w:t>
            </w:r>
            <w:r w:rsidRPr="0057069A">
              <w:rPr>
                <w:sz w:val="24"/>
                <w:szCs w:val="24"/>
              </w:rPr>
              <w:t>характерными для данной профессии (специальности)</w:t>
            </w:r>
          </w:p>
        </w:tc>
        <w:tc>
          <w:tcPr>
            <w:tcW w:w="5495" w:type="dxa"/>
          </w:tcPr>
          <w:p w:rsidR="006C3628" w:rsidRPr="0057069A" w:rsidRDefault="006C3628" w:rsidP="00542903">
            <w:pPr>
              <w:pStyle w:val="TableParagraph"/>
              <w:spacing w:line="226" w:lineRule="exact"/>
              <w:ind w:left="816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Методы оценки результатов:</w:t>
            </w:r>
          </w:p>
          <w:p w:rsidR="006C3628" w:rsidRPr="0057069A" w:rsidRDefault="006C3628" w:rsidP="00542903">
            <w:pPr>
              <w:pStyle w:val="TableParagraph"/>
              <w:ind w:left="107" w:right="102" w:firstLine="175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- традиционная система отметок в баллах за каждую выполненную работу, на основе которых выставляется итоговая отметка.</w:t>
            </w:r>
          </w:p>
          <w:p w:rsidR="006C3628" w:rsidRPr="0057069A" w:rsidRDefault="006C3628" w:rsidP="00542903">
            <w:pPr>
              <w:pStyle w:val="TableParagraph"/>
              <w:spacing w:before="2" w:line="228" w:lineRule="exact"/>
              <w:ind w:left="282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Спортивные игры</w:t>
            </w:r>
          </w:p>
          <w:p w:rsidR="006C3628" w:rsidRPr="0057069A" w:rsidRDefault="006C3628" w:rsidP="00BC5505">
            <w:pPr>
              <w:pStyle w:val="TableParagraph"/>
              <w:numPr>
                <w:ilvl w:val="0"/>
                <w:numId w:val="15"/>
              </w:numPr>
              <w:tabs>
                <w:tab w:val="left" w:pos="497"/>
              </w:tabs>
              <w:ind w:right="102" w:firstLine="175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техники выполнения базовых элементов</w:t>
            </w:r>
            <w:r w:rsidRPr="0057069A">
              <w:rPr>
                <w:spacing w:val="-20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техники спортивных</w:t>
            </w:r>
            <w:r w:rsidRPr="0057069A">
              <w:rPr>
                <w:spacing w:val="-2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игр.</w:t>
            </w:r>
          </w:p>
          <w:p w:rsidR="006C3628" w:rsidRPr="0057069A" w:rsidRDefault="006C3628" w:rsidP="00BC5505">
            <w:pPr>
              <w:pStyle w:val="TableParagraph"/>
              <w:numPr>
                <w:ilvl w:val="0"/>
                <w:numId w:val="15"/>
              </w:numPr>
              <w:tabs>
                <w:tab w:val="left" w:pos="497"/>
              </w:tabs>
              <w:ind w:right="99" w:firstLine="175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технико-тактических действий в ходе проведения игровых комбинаций, соревнований по спортивным играм.</w:t>
            </w:r>
          </w:p>
          <w:p w:rsidR="006C3628" w:rsidRPr="0057069A" w:rsidRDefault="006C3628" w:rsidP="00BC5505">
            <w:pPr>
              <w:pStyle w:val="TableParagraph"/>
              <w:numPr>
                <w:ilvl w:val="0"/>
                <w:numId w:val="15"/>
              </w:numPr>
              <w:tabs>
                <w:tab w:val="left" w:pos="497"/>
              </w:tabs>
              <w:spacing w:line="243" w:lineRule="exact"/>
              <w:ind w:firstLine="175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выполнения обучающимся функций</w:t>
            </w:r>
            <w:r w:rsidRPr="0057069A">
              <w:rPr>
                <w:spacing w:val="-4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судьи.</w:t>
            </w:r>
          </w:p>
          <w:p w:rsidR="006C3628" w:rsidRPr="0057069A" w:rsidRDefault="006C3628" w:rsidP="00BC5505">
            <w:pPr>
              <w:pStyle w:val="TableParagraph"/>
              <w:numPr>
                <w:ilvl w:val="0"/>
                <w:numId w:val="15"/>
              </w:numPr>
              <w:tabs>
                <w:tab w:val="left" w:pos="497"/>
              </w:tabs>
              <w:ind w:right="481" w:firstLine="175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самостоятельного проведения</w:t>
            </w:r>
            <w:r w:rsidRPr="0057069A">
              <w:rPr>
                <w:spacing w:val="-14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обучающимся фрагмента занятия</w:t>
            </w:r>
            <w:r>
              <w:rPr>
                <w:sz w:val="24"/>
                <w:szCs w:val="24"/>
              </w:rPr>
              <w:t>,</w:t>
            </w:r>
            <w:r w:rsidRPr="0057069A">
              <w:rPr>
                <w:sz w:val="24"/>
                <w:szCs w:val="24"/>
              </w:rPr>
              <w:t xml:space="preserve"> с решением задачи по</w:t>
            </w:r>
            <w:r w:rsidRPr="0057069A">
              <w:rPr>
                <w:spacing w:val="-9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развитию</w:t>
            </w:r>
          </w:p>
          <w:p w:rsidR="006C3628" w:rsidRPr="0057069A" w:rsidRDefault="006C3628" w:rsidP="00542903">
            <w:pPr>
              <w:pStyle w:val="TableParagraph"/>
              <w:spacing w:line="228" w:lineRule="exact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физических качеств средствами спортивных игр.</w:t>
            </w:r>
          </w:p>
          <w:p w:rsidR="006C3628" w:rsidRPr="0057069A" w:rsidRDefault="006C3628" w:rsidP="00542903">
            <w:pPr>
              <w:pStyle w:val="TableParagraph"/>
              <w:spacing w:before="3" w:line="228" w:lineRule="exact"/>
              <w:ind w:left="424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Акробатика.</w:t>
            </w:r>
          </w:p>
          <w:p w:rsidR="006C3628" w:rsidRPr="0057069A" w:rsidRDefault="006C3628" w:rsidP="00BC5505">
            <w:pPr>
              <w:pStyle w:val="TableParagraph"/>
              <w:numPr>
                <w:ilvl w:val="1"/>
                <w:numId w:val="15"/>
              </w:numPr>
              <w:tabs>
                <w:tab w:val="left" w:pos="639"/>
              </w:tabs>
              <w:spacing w:line="243" w:lineRule="exact"/>
              <w:ind w:firstLine="31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техники выполнения комбинаций и</w:t>
            </w:r>
            <w:r w:rsidRPr="0057069A">
              <w:rPr>
                <w:spacing w:val="-9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связок</w:t>
            </w:r>
          </w:p>
          <w:p w:rsidR="006C3628" w:rsidRPr="0057069A" w:rsidRDefault="006C3628" w:rsidP="00BC5505">
            <w:pPr>
              <w:pStyle w:val="TableParagraph"/>
              <w:numPr>
                <w:ilvl w:val="1"/>
                <w:numId w:val="15"/>
              </w:numPr>
              <w:tabs>
                <w:tab w:val="left" w:pos="639"/>
                <w:tab w:val="left" w:pos="1501"/>
                <w:tab w:val="left" w:pos="3264"/>
                <w:tab w:val="left" w:pos="4480"/>
              </w:tabs>
              <w:ind w:right="102" w:firstLine="31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</w:t>
            </w:r>
            <w:r w:rsidRPr="0057069A">
              <w:rPr>
                <w:sz w:val="24"/>
                <w:szCs w:val="24"/>
              </w:rPr>
              <w:tab/>
              <w:t>самостоятельного</w:t>
            </w:r>
            <w:r w:rsidRPr="0057069A">
              <w:rPr>
                <w:sz w:val="24"/>
                <w:szCs w:val="24"/>
              </w:rPr>
              <w:tab/>
              <w:t>проведения</w:t>
            </w:r>
            <w:r w:rsidRPr="0057069A">
              <w:rPr>
                <w:sz w:val="24"/>
                <w:szCs w:val="24"/>
              </w:rPr>
              <w:tab/>
              <w:t>фрагмента занятия.</w:t>
            </w:r>
          </w:p>
          <w:p w:rsidR="006C3628" w:rsidRPr="0057069A" w:rsidRDefault="006C3628" w:rsidP="00542903">
            <w:pPr>
              <w:pStyle w:val="TableParagraph"/>
              <w:spacing w:before="3" w:line="228" w:lineRule="exact"/>
              <w:ind w:left="424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Атлетическая гимнастика (юноши)</w:t>
            </w:r>
          </w:p>
          <w:p w:rsidR="006C3628" w:rsidRPr="0057069A" w:rsidRDefault="006C3628" w:rsidP="00BC5505">
            <w:pPr>
              <w:pStyle w:val="TableParagraph"/>
              <w:numPr>
                <w:ilvl w:val="1"/>
                <w:numId w:val="15"/>
              </w:numPr>
              <w:tabs>
                <w:tab w:val="left" w:pos="567"/>
              </w:tabs>
              <w:ind w:right="102" w:firstLine="31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количественных показателей при выполнении силовых упражнений на высокой перекладине, с</w:t>
            </w:r>
            <w:r w:rsidRPr="0057069A">
              <w:rPr>
                <w:spacing w:val="-10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гирей;</w:t>
            </w:r>
          </w:p>
          <w:p w:rsidR="006C3628" w:rsidRPr="0057069A" w:rsidRDefault="006C3628" w:rsidP="00BC5505">
            <w:pPr>
              <w:pStyle w:val="TableParagraph"/>
              <w:numPr>
                <w:ilvl w:val="1"/>
                <w:numId w:val="15"/>
              </w:numPr>
              <w:tabs>
                <w:tab w:val="left" w:pos="567"/>
                <w:tab w:val="left" w:pos="1537"/>
                <w:tab w:val="left" w:pos="2573"/>
                <w:tab w:val="left" w:pos="3953"/>
                <w:tab w:val="left" w:pos="5294"/>
              </w:tabs>
              <w:ind w:left="141" w:right="100" w:firstLine="283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</w:t>
            </w:r>
            <w:r w:rsidRPr="0057069A">
              <w:rPr>
                <w:sz w:val="24"/>
                <w:szCs w:val="24"/>
              </w:rPr>
              <w:tab/>
              <w:t>техники</w:t>
            </w:r>
            <w:r w:rsidRPr="0057069A">
              <w:rPr>
                <w:sz w:val="24"/>
                <w:szCs w:val="24"/>
              </w:rPr>
              <w:tab/>
              <w:t>выполнения</w:t>
            </w:r>
            <w:r w:rsidRPr="0057069A">
              <w:rPr>
                <w:sz w:val="24"/>
                <w:szCs w:val="24"/>
              </w:rPr>
              <w:tab/>
              <w:t>комплексов</w:t>
            </w:r>
            <w:r w:rsidRPr="0057069A">
              <w:rPr>
                <w:sz w:val="24"/>
                <w:szCs w:val="24"/>
              </w:rPr>
              <w:tab/>
              <w:t>с отягощениями</w:t>
            </w:r>
          </w:p>
          <w:p w:rsidR="006C3628" w:rsidRPr="0057069A" w:rsidRDefault="006C3628" w:rsidP="00BC5505">
            <w:pPr>
              <w:pStyle w:val="TableParagraph"/>
              <w:numPr>
                <w:ilvl w:val="1"/>
                <w:numId w:val="15"/>
              </w:numPr>
              <w:tabs>
                <w:tab w:val="left" w:pos="567"/>
              </w:tabs>
              <w:ind w:left="566" w:hanging="142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Самостоятельное проведение фрагмента</w:t>
            </w:r>
            <w:r w:rsidRPr="0057069A">
              <w:rPr>
                <w:spacing w:val="-4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занятия.</w:t>
            </w:r>
          </w:p>
          <w:p w:rsidR="006C3628" w:rsidRPr="0057069A" w:rsidRDefault="006C3628" w:rsidP="00542903">
            <w:pPr>
              <w:pStyle w:val="TableParagraph"/>
              <w:spacing w:line="228" w:lineRule="exact"/>
              <w:ind w:left="424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ОФП</w:t>
            </w:r>
          </w:p>
          <w:p w:rsidR="006C3628" w:rsidRPr="0057069A" w:rsidRDefault="006C3628" w:rsidP="00542903">
            <w:pPr>
              <w:pStyle w:val="TableParagraph"/>
              <w:tabs>
                <w:tab w:val="left" w:pos="1293"/>
                <w:tab w:val="left" w:pos="2933"/>
                <w:tab w:val="left" w:pos="4202"/>
              </w:tabs>
              <w:ind w:left="107" w:right="102" w:firstLine="316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</w:t>
            </w:r>
            <w:r w:rsidRPr="0057069A">
              <w:rPr>
                <w:sz w:val="24"/>
                <w:szCs w:val="24"/>
              </w:rPr>
              <w:tab/>
              <w:t>количественных</w:t>
            </w:r>
            <w:r w:rsidRPr="0057069A">
              <w:rPr>
                <w:sz w:val="24"/>
                <w:szCs w:val="24"/>
              </w:rPr>
              <w:tab/>
              <w:t>показателей</w:t>
            </w:r>
            <w:r w:rsidRPr="0057069A">
              <w:rPr>
                <w:sz w:val="24"/>
                <w:szCs w:val="24"/>
              </w:rPr>
              <w:tab/>
            </w:r>
            <w:r w:rsidRPr="0057069A">
              <w:rPr>
                <w:w w:val="95"/>
                <w:sz w:val="24"/>
                <w:szCs w:val="24"/>
              </w:rPr>
              <w:t xml:space="preserve">выполненных </w:t>
            </w:r>
            <w:r w:rsidRPr="0057069A">
              <w:rPr>
                <w:sz w:val="24"/>
                <w:szCs w:val="24"/>
              </w:rPr>
              <w:t>упражнений.</w:t>
            </w:r>
          </w:p>
          <w:p w:rsidR="006C3628" w:rsidRPr="0057069A" w:rsidRDefault="006C3628" w:rsidP="00BC5505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Челночного бега 3х10м;</w:t>
            </w:r>
          </w:p>
          <w:p w:rsidR="006C3628" w:rsidRPr="0057069A" w:rsidRDefault="006C3628" w:rsidP="00BC5505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Метания набивного мяча 1</w:t>
            </w:r>
            <w:r w:rsidRPr="0057069A">
              <w:rPr>
                <w:spacing w:val="-1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кг;</w:t>
            </w:r>
          </w:p>
          <w:p w:rsidR="006C3628" w:rsidRPr="0057069A" w:rsidRDefault="006C3628" w:rsidP="00BC5505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spacing w:line="229" w:lineRule="exac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Прыжка в длину с</w:t>
            </w:r>
            <w:r w:rsidRPr="0057069A">
              <w:rPr>
                <w:spacing w:val="-3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места;</w:t>
            </w:r>
          </w:p>
          <w:p w:rsidR="006C3628" w:rsidRPr="0057069A" w:rsidRDefault="006C3628" w:rsidP="00BC5505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spacing w:line="216" w:lineRule="exac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Прыжка со скакалкой за 1</w:t>
            </w:r>
            <w:r w:rsidRPr="0057069A">
              <w:rPr>
                <w:spacing w:val="-2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минуту;</w:t>
            </w:r>
          </w:p>
        </w:tc>
      </w:tr>
    </w:tbl>
    <w:p w:rsidR="006C3628" w:rsidRPr="0057069A" w:rsidRDefault="006C3628" w:rsidP="0057069A">
      <w:pPr>
        <w:pStyle w:val="Heading1"/>
        <w:spacing w:before="92" w:line="237" w:lineRule="auto"/>
        <w:ind w:left="262" w:right="1342" w:firstLine="707"/>
      </w:pPr>
      <w:r>
        <w:rPr>
          <w:noProof/>
        </w:rPr>
        <w:pict>
          <v:line id="_x0000_s1029" style="position:absolute;left:0;text-align:left;z-index:251658240;mso-position-horizontal-relative:page;mso-position-vertical-relative:text" from="79.7pt,-228.8pt" to="79.7pt,-9.65pt" strokeweight=".48pt">
            <w10:wrap anchorx="page"/>
          </v:line>
        </w:pict>
      </w:r>
      <w:r w:rsidRPr="0057069A">
        <w:t>С целью контроля и оценки результатов подготовки и учёта индивидуальных образовательных достиженийобучающихся применяются</w:t>
      </w:r>
    </w:p>
    <w:p w:rsidR="006C3628" w:rsidRPr="0057069A" w:rsidRDefault="006C3628" w:rsidP="00BC5505">
      <w:pPr>
        <w:pStyle w:val="ListParagraph"/>
        <w:numPr>
          <w:ilvl w:val="0"/>
          <w:numId w:val="13"/>
        </w:numPr>
        <w:tabs>
          <w:tab w:val="left" w:pos="1678"/>
        </w:tabs>
        <w:spacing w:line="272" w:lineRule="exact"/>
        <w:rPr>
          <w:sz w:val="28"/>
          <w:szCs w:val="28"/>
        </w:rPr>
      </w:pPr>
      <w:r w:rsidRPr="0057069A">
        <w:rPr>
          <w:sz w:val="28"/>
          <w:szCs w:val="28"/>
        </w:rPr>
        <w:t>входной</w:t>
      </w:r>
      <w:r w:rsidRPr="0057069A">
        <w:rPr>
          <w:spacing w:val="-6"/>
          <w:sz w:val="28"/>
          <w:szCs w:val="28"/>
        </w:rPr>
        <w:t xml:space="preserve"> </w:t>
      </w:r>
      <w:r w:rsidRPr="0057069A">
        <w:rPr>
          <w:sz w:val="28"/>
          <w:szCs w:val="28"/>
        </w:rPr>
        <w:t>контроль;</w:t>
      </w:r>
    </w:p>
    <w:p w:rsidR="006C3628" w:rsidRPr="0057069A" w:rsidRDefault="006C3628" w:rsidP="00BC5505">
      <w:pPr>
        <w:pStyle w:val="ListParagraph"/>
        <w:numPr>
          <w:ilvl w:val="0"/>
          <w:numId w:val="13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текущий</w:t>
      </w:r>
      <w:r w:rsidRPr="0057069A">
        <w:rPr>
          <w:spacing w:val="-6"/>
          <w:sz w:val="28"/>
          <w:szCs w:val="28"/>
        </w:rPr>
        <w:t xml:space="preserve"> </w:t>
      </w:r>
      <w:r w:rsidRPr="0057069A">
        <w:rPr>
          <w:sz w:val="28"/>
          <w:szCs w:val="28"/>
        </w:rPr>
        <w:t>контроль;</w:t>
      </w:r>
    </w:p>
    <w:p w:rsidR="006C3628" w:rsidRPr="0057069A" w:rsidRDefault="006C3628" w:rsidP="00BC5505">
      <w:pPr>
        <w:pStyle w:val="ListParagraph"/>
        <w:numPr>
          <w:ilvl w:val="0"/>
          <w:numId w:val="13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промежуточный</w:t>
      </w:r>
      <w:r w:rsidRPr="0057069A">
        <w:rPr>
          <w:spacing w:val="-1"/>
          <w:sz w:val="28"/>
          <w:szCs w:val="28"/>
        </w:rPr>
        <w:t xml:space="preserve"> </w:t>
      </w:r>
      <w:r w:rsidRPr="0057069A">
        <w:rPr>
          <w:sz w:val="28"/>
          <w:szCs w:val="28"/>
        </w:rPr>
        <w:t>контроль</w:t>
      </w:r>
    </w:p>
    <w:p w:rsidR="006C3628" w:rsidRPr="0057069A" w:rsidRDefault="006C3628" w:rsidP="00BC5505">
      <w:pPr>
        <w:pStyle w:val="ListParagraph"/>
        <w:numPr>
          <w:ilvl w:val="0"/>
          <w:numId w:val="13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итоговый</w:t>
      </w:r>
      <w:r w:rsidRPr="0057069A">
        <w:rPr>
          <w:spacing w:val="-1"/>
          <w:sz w:val="28"/>
          <w:szCs w:val="28"/>
        </w:rPr>
        <w:t xml:space="preserve"> </w:t>
      </w:r>
      <w:r w:rsidRPr="0057069A">
        <w:rPr>
          <w:sz w:val="28"/>
          <w:szCs w:val="28"/>
        </w:rPr>
        <w:t>контроль.</w:t>
      </w:r>
    </w:p>
    <w:p w:rsidR="006C3628" w:rsidRPr="0057069A" w:rsidRDefault="006C3628" w:rsidP="0057069A">
      <w:pPr>
        <w:pStyle w:val="Heading1"/>
        <w:spacing w:before="5" w:line="274" w:lineRule="exact"/>
      </w:pPr>
      <w:r w:rsidRPr="0057069A">
        <w:t>Входной контроль</w:t>
      </w:r>
    </w:p>
    <w:p w:rsidR="006C3628" w:rsidRDefault="006C3628" w:rsidP="0057069A">
      <w:pPr>
        <w:pStyle w:val="BodyText"/>
        <w:ind w:left="262" w:right="226" w:firstLine="707"/>
        <w:jc w:val="both"/>
      </w:pPr>
      <w:r w:rsidRPr="0057069A">
        <w:t>Назначение входного</w:t>
      </w:r>
      <w:r>
        <w:t xml:space="preserve"> контроля состоит в проверке уровня развития физических качеств обучающихся и его готовности к восприятию и освоению учебного материала. Входной контроль проводится в форме тестирования.</w:t>
      </w:r>
    </w:p>
    <w:p w:rsidR="006C3628" w:rsidRPr="0057069A" w:rsidRDefault="006C3628" w:rsidP="0057069A">
      <w:pPr>
        <w:pStyle w:val="BodyText"/>
        <w:ind w:left="262" w:right="228" w:firstLine="707"/>
        <w:jc w:val="both"/>
      </w:pPr>
      <w:r>
        <w:t xml:space="preserve">Текущий контроль результатов подготовки осуществляется преподавателем в процессе проведения практических занятий, а также выполнения индивидуальных домашних заданий. Текущий контроль обеспечивает для обучающихся стимулирование систематической, самостоятельной и творческой учебной деятельности; контроль и самоконтроль учебных достижений и их регулярную и объективную оценку; рациональное и равномерное распределение учебной нагрузки в течение семестра; воспитание ответственности за результаты своего учебного труда. Текущий контроль обеспечивает для преподавателей повышение эффективности различных форм учебных занятий; разработку необходимых учебно-методических материалов для учебных занятий и самостоятельной работы обучающихся; непрерывное управление учебным процессом; объективность оценки учебных достижений обучающихся и своего </w:t>
      </w:r>
      <w:r w:rsidRPr="0057069A">
        <w:t>собственного труда. Формами текущего контроля</w:t>
      </w:r>
      <w:r w:rsidRPr="0057069A">
        <w:rPr>
          <w:spacing w:val="-2"/>
        </w:rPr>
        <w:t xml:space="preserve"> </w:t>
      </w:r>
      <w:r w:rsidRPr="0057069A">
        <w:t>являются:</w:t>
      </w:r>
    </w:p>
    <w:p w:rsidR="006C3628" w:rsidRPr="0057069A" w:rsidRDefault="006C3628" w:rsidP="00BC5505">
      <w:pPr>
        <w:pStyle w:val="ListParagraph"/>
        <w:numPr>
          <w:ilvl w:val="0"/>
          <w:numId w:val="12"/>
        </w:numPr>
        <w:tabs>
          <w:tab w:val="left" w:pos="1160"/>
        </w:tabs>
        <w:spacing w:line="240" w:lineRule="auto"/>
        <w:ind w:right="233" w:firstLine="708"/>
        <w:rPr>
          <w:sz w:val="28"/>
          <w:szCs w:val="28"/>
        </w:rPr>
      </w:pPr>
      <w:r w:rsidRPr="0057069A">
        <w:rPr>
          <w:sz w:val="28"/>
          <w:szCs w:val="28"/>
        </w:rPr>
        <w:t>контроль на уровне техникума (мониторинг текущей аттестации обучающихся проводится</w:t>
      </w:r>
      <w:r w:rsidRPr="0057069A">
        <w:rPr>
          <w:spacing w:val="-1"/>
          <w:sz w:val="28"/>
          <w:szCs w:val="28"/>
        </w:rPr>
        <w:t xml:space="preserve"> </w:t>
      </w:r>
      <w:r w:rsidRPr="0057069A">
        <w:rPr>
          <w:sz w:val="28"/>
          <w:szCs w:val="28"/>
        </w:rPr>
        <w:t>ежемесячно);</w:t>
      </w:r>
    </w:p>
    <w:p w:rsidR="006C3628" w:rsidRPr="0057069A" w:rsidRDefault="006C3628" w:rsidP="00BC5505">
      <w:pPr>
        <w:pStyle w:val="ListParagraph"/>
        <w:numPr>
          <w:ilvl w:val="0"/>
          <w:numId w:val="12"/>
        </w:numPr>
        <w:tabs>
          <w:tab w:val="left" w:pos="1110"/>
        </w:tabs>
        <w:spacing w:line="240" w:lineRule="auto"/>
        <w:ind w:left="1109" w:hanging="139"/>
        <w:rPr>
          <w:sz w:val="28"/>
          <w:szCs w:val="28"/>
        </w:rPr>
      </w:pPr>
      <w:r w:rsidRPr="0057069A">
        <w:rPr>
          <w:sz w:val="28"/>
          <w:szCs w:val="28"/>
        </w:rPr>
        <w:t>на учебных занятиях (тестирование,</w:t>
      </w:r>
      <w:r w:rsidRPr="0057069A">
        <w:rPr>
          <w:spacing w:val="2"/>
          <w:sz w:val="28"/>
          <w:szCs w:val="28"/>
        </w:rPr>
        <w:t xml:space="preserve"> </w:t>
      </w:r>
      <w:r w:rsidRPr="0057069A">
        <w:rPr>
          <w:sz w:val="28"/>
          <w:szCs w:val="28"/>
        </w:rPr>
        <w:t>опрос).</w:t>
      </w:r>
    </w:p>
    <w:p w:rsidR="006C3628" w:rsidRDefault="006C3628" w:rsidP="0057069A">
      <w:pPr>
        <w:pStyle w:val="BodyText"/>
        <w:spacing w:before="4"/>
      </w:pPr>
    </w:p>
    <w:p w:rsidR="006C3628" w:rsidRDefault="006C3628" w:rsidP="0057069A">
      <w:pPr>
        <w:pStyle w:val="Heading1"/>
        <w:spacing w:line="274" w:lineRule="exact"/>
      </w:pPr>
      <w:r>
        <w:t>Промежуточный контроль</w:t>
      </w:r>
    </w:p>
    <w:p w:rsidR="006C3628" w:rsidRDefault="006C3628" w:rsidP="0057069A">
      <w:pPr>
        <w:pStyle w:val="BodyText"/>
        <w:ind w:left="262" w:right="232" w:firstLine="707"/>
        <w:jc w:val="both"/>
      </w:pPr>
      <w:r>
        <w:t>Результаты промежуточного контроля используются для оценки достижений обучающихся. В конце каждого семестра выставляются оценки. Промежуточный (внутри семестровый) контроль достижений обучающихся осуществляется во время проведения зачетов, дифференцированных зачетов.</w:t>
      </w:r>
    </w:p>
    <w:p w:rsidR="006C3628" w:rsidRDefault="006C3628" w:rsidP="0057069A">
      <w:pPr>
        <w:pStyle w:val="BodyText"/>
        <w:spacing w:before="2"/>
      </w:pPr>
    </w:p>
    <w:p w:rsidR="006C3628" w:rsidRPr="0057069A" w:rsidRDefault="006C3628" w:rsidP="0057069A">
      <w:pPr>
        <w:pStyle w:val="Heading1"/>
        <w:spacing w:line="274" w:lineRule="exact"/>
      </w:pPr>
      <w:r w:rsidRPr="0057069A">
        <w:t>Итоговый контроль</w:t>
      </w:r>
    </w:p>
    <w:p w:rsidR="006C3628" w:rsidRPr="0057069A" w:rsidRDefault="006C3628" w:rsidP="0057069A">
      <w:pPr>
        <w:pStyle w:val="BodyText"/>
        <w:spacing w:line="274" w:lineRule="exact"/>
        <w:ind w:left="970"/>
      </w:pPr>
      <w:r w:rsidRPr="0057069A">
        <w:t xml:space="preserve">Итоговая оценка качества подготовки выпускников осуществляется в </w:t>
      </w:r>
      <w:r w:rsidRPr="0057069A">
        <w:rPr>
          <w:spacing w:val="22"/>
        </w:rPr>
        <w:t xml:space="preserve"> </w:t>
      </w:r>
      <w:r w:rsidRPr="0057069A">
        <w:t>направлении</w:t>
      </w:r>
    </w:p>
    <w:p w:rsidR="006C3628" w:rsidRPr="0057069A" w:rsidRDefault="006C3628" w:rsidP="0057069A">
      <w:pPr>
        <w:pStyle w:val="BodyText"/>
        <w:spacing w:before="66"/>
        <w:ind w:left="262"/>
      </w:pPr>
      <w:r w:rsidRPr="0057069A">
        <w:t xml:space="preserve">-  оценка  компетенций  обучающихся.  Промежуточная  аттестация  проводится  в </w:t>
      </w:r>
      <w:r w:rsidRPr="0057069A">
        <w:rPr>
          <w:spacing w:val="46"/>
        </w:rPr>
        <w:t xml:space="preserve"> </w:t>
      </w:r>
      <w:r w:rsidRPr="0057069A">
        <w:t>форме дифференцированного зачёта.</w:t>
      </w:r>
    </w:p>
    <w:p w:rsidR="006C3628" w:rsidRPr="0057069A" w:rsidRDefault="006C3628" w:rsidP="0057069A">
      <w:pPr>
        <w:pStyle w:val="Heading1"/>
        <w:spacing w:before="5" w:line="274" w:lineRule="exact"/>
      </w:pPr>
      <w:r w:rsidRPr="0057069A">
        <w:t>Задания для входного контроля</w:t>
      </w:r>
    </w:p>
    <w:p w:rsidR="006C3628" w:rsidRPr="0057069A" w:rsidRDefault="006C3628" w:rsidP="00BC5505">
      <w:pPr>
        <w:pStyle w:val="ListParagraph"/>
        <w:numPr>
          <w:ilvl w:val="2"/>
          <w:numId w:val="19"/>
        </w:numPr>
        <w:tabs>
          <w:tab w:val="left" w:pos="1681"/>
        </w:tabs>
        <w:spacing w:line="274" w:lineRule="exact"/>
        <w:ind w:hanging="710"/>
        <w:rPr>
          <w:sz w:val="28"/>
          <w:szCs w:val="28"/>
        </w:rPr>
      </w:pPr>
      <w:r w:rsidRPr="0057069A">
        <w:rPr>
          <w:sz w:val="28"/>
          <w:szCs w:val="28"/>
        </w:rPr>
        <w:t>Прыжки со</w:t>
      </w:r>
      <w:r w:rsidRPr="0057069A">
        <w:rPr>
          <w:spacing w:val="-7"/>
          <w:sz w:val="28"/>
          <w:szCs w:val="28"/>
        </w:rPr>
        <w:t xml:space="preserve"> </w:t>
      </w:r>
      <w:r w:rsidRPr="0057069A">
        <w:rPr>
          <w:sz w:val="28"/>
          <w:szCs w:val="28"/>
        </w:rPr>
        <w:t>скакалкой;</w:t>
      </w:r>
    </w:p>
    <w:p w:rsidR="006C3628" w:rsidRPr="0057069A" w:rsidRDefault="006C3628" w:rsidP="00BC5505">
      <w:pPr>
        <w:pStyle w:val="ListParagraph"/>
        <w:numPr>
          <w:ilvl w:val="2"/>
          <w:numId w:val="19"/>
        </w:numPr>
        <w:tabs>
          <w:tab w:val="left" w:pos="1681"/>
        </w:tabs>
        <w:spacing w:line="240" w:lineRule="auto"/>
        <w:ind w:hanging="710"/>
        <w:rPr>
          <w:sz w:val="28"/>
          <w:szCs w:val="28"/>
        </w:rPr>
      </w:pPr>
      <w:r w:rsidRPr="0057069A">
        <w:rPr>
          <w:sz w:val="28"/>
          <w:szCs w:val="28"/>
        </w:rPr>
        <w:t>Челночный бег</w:t>
      </w:r>
      <w:r w:rsidRPr="0057069A">
        <w:rPr>
          <w:spacing w:val="-2"/>
          <w:sz w:val="28"/>
          <w:szCs w:val="28"/>
        </w:rPr>
        <w:t xml:space="preserve"> </w:t>
      </w:r>
      <w:r w:rsidRPr="0057069A">
        <w:rPr>
          <w:sz w:val="28"/>
          <w:szCs w:val="28"/>
        </w:rPr>
        <w:t>3х10м;</w:t>
      </w:r>
    </w:p>
    <w:p w:rsidR="006C3628" w:rsidRPr="0057069A" w:rsidRDefault="006C3628" w:rsidP="00BC5505">
      <w:pPr>
        <w:pStyle w:val="ListParagraph"/>
        <w:numPr>
          <w:ilvl w:val="2"/>
          <w:numId w:val="19"/>
        </w:numPr>
        <w:tabs>
          <w:tab w:val="left" w:pos="1681"/>
        </w:tabs>
        <w:spacing w:line="240" w:lineRule="auto"/>
        <w:ind w:right="227" w:hanging="710"/>
        <w:rPr>
          <w:sz w:val="28"/>
          <w:szCs w:val="28"/>
        </w:rPr>
      </w:pPr>
      <w:r w:rsidRPr="0057069A">
        <w:rPr>
          <w:sz w:val="28"/>
          <w:szCs w:val="28"/>
        </w:rPr>
        <w:t>Подтягивания на высокой перекладине (ю), в висе лёжа на низкой перекладине</w:t>
      </w:r>
      <w:r w:rsidRPr="0057069A">
        <w:rPr>
          <w:spacing w:val="-2"/>
          <w:sz w:val="28"/>
          <w:szCs w:val="28"/>
        </w:rPr>
        <w:t xml:space="preserve"> </w:t>
      </w:r>
      <w:r w:rsidRPr="0057069A">
        <w:rPr>
          <w:sz w:val="28"/>
          <w:szCs w:val="28"/>
        </w:rPr>
        <w:t>(д);</w:t>
      </w:r>
    </w:p>
    <w:p w:rsidR="006C3628" w:rsidRPr="0057069A" w:rsidRDefault="006C3628" w:rsidP="0057069A">
      <w:pPr>
        <w:pStyle w:val="BodyText"/>
        <w:tabs>
          <w:tab w:val="left" w:pos="1680"/>
        </w:tabs>
        <w:ind w:left="970"/>
      </w:pPr>
      <w:r w:rsidRPr="0057069A">
        <w:t>4.</w:t>
      </w:r>
      <w:r w:rsidRPr="0057069A">
        <w:tab/>
        <w:t>Бег на 2000м (д), 3000м</w:t>
      </w:r>
      <w:r w:rsidRPr="0057069A">
        <w:rPr>
          <w:spacing w:val="-2"/>
        </w:rPr>
        <w:t xml:space="preserve"> </w:t>
      </w:r>
      <w:r w:rsidRPr="0057069A">
        <w:t>(ю)</w:t>
      </w:r>
    </w:p>
    <w:p w:rsidR="006C3628" w:rsidRPr="0057069A" w:rsidRDefault="006C3628" w:rsidP="0057069A">
      <w:pPr>
        <w:pStyle w:val="BodyText"/>
        <w:spacing w:before="5"/>
      </w:pPr>
    </w:p>
    <w:p w:rsidR="006C3628" w:rsidRPr="0057069A" w:rsidRDefault="006C3628" w:rsidP="0057069A">
      <w:pPr>
        <w:pStyle w:val="Heading1"/>
        <w:spacing w:line="274" w:lineRule="exact"/>
      </w:pPr>
      <w:r w:rsidRPr="0057069A">
        <w:t>Задания для зачёта (1 семестр)</w:t>
      </w:r>
    </w:p>
    <w:p w:rsidR="006C3628" w:rsidRPr="0057069A" w:rsidRDefault="006C3628" w:rsidP="00BC5505">
      <w:pPr>
        <w:pStyle w:val="ListParagraph"/>
        <w:numPr>
          <w:ilvl w:val="0"/>
          <w:numId w:val="11"/>
        </w:numPr>
        <w:tabs>
          <w:tab w:val="left" w:pos="1678"/>
        </w:tabs>
        <w:spacing w:line="274" w:lineRule="exact"/>
        <w:rPr>
          <w:sz w:val="28"/>
          <w:szCs w:val="28"/>
        </w:rPr>
      </w:pPr>
      <w:r w:rsidRPr="0057069A">
        <w:rPr>
          <w:sz w:val="28"/>
          <w:szCs w:val="28"/>
        </w:rPr>
        <w:t>Подтягивания на высокой перекладине в висе</w:t>
      </w:r>
      <w:r w:rsidRPr="0057069A">
        <w:rPr>
          <w:spacing w:val="-6"/>
          <w:sz w:val="28"/>
          <w:szCs w:val="28"/>
        </w:rPr>
        <w:t xml:space="preserve"> </w:t>
      </w:r>
      <w:r w:rsidRPr="0057069A">
        <w:rPr>
          <w:sz w:val="28"/>
          <w:szCs w:val="28"/>
        </w:rPr>
        <w:t>(ю)</w:t>
      </w:r>
    </w:p>
    <w:p w:rsidR="006C3628" w:rsidRPr="0057069A" w:rsidRDefault="006C3628" w:rsidP="00BC5505">
      <w:pPr>
        <w:pStyle w:val="ListParagraph"/>
        <w:numPr>
          <w:ilvl w:val="0"/>
          <w:numId w:val="11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Подтягивания в висе лёжа на низкой перекладине</w:t>
      </w:r>
      <w:r w:rsidRPr="0057069A">
        <w:rPr>
          <w:spacing w:val="-9"/>
          <w:sz w:val="28"/>
          <w:szCs w:val="28"/>
        </w:rPr>
        <w:t xml:space="preserve"> </w:t>
      </w:r>
      <w:r w:rsidRPr="0057069A">
        <w:rPr>
          <w:sz w:val="28"/>
          <w:szCs w:val="28"/>
        </w:rPr>
        <w:t>(д)</w:t>
      </w:r>
    </w:p>
    <w:p w:rsidR="006C3628" w:rsidRPr="0057069A" w:rsidRDefault="006C3628" w:rsidP="00BC5505">
      <w:pPr>
        <w:pStyle w:val="ListParagraph"/>
        <w:numPr>
          <w:ilvl w:val="0"/>
          <w:numId w:val="11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Подъём туловища из положения лёжа за 1</w:t>
      </w:r>
      <w:r w:rsidRPr="0057069A">
        <w:rPr>
          <w:spacing w:val="-8"/>
          <w:sz w:val="28"/>
          <w:szCs w:val="28"/>
        </w:rPr>
        <w:t xml:space="preserve"> </w:t>
      </w:r>
      <w:r w:rsidRPr="0057069A">
        <w:rPr>
          <w:sz w:val="28"/>
          <w:szCs w:val="28"/>
        </w:rPr>
        <w:t>минуту</w:t>
      </w:r>
    </w:p>
    <w:p w:rsidR="006C3628" w:rsidRPr="0057069A" w:rsidRDefault="006C3628" w:rsidP="00BC5505">
      <w:pPr>
        <w:pStyle w:val="ListParagraph"/>
        <w:numPr>
          <w:ilvl w:val="0"/>
          <w:numId w:val="11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Прыжок в длину с</w:t>
      </w:r>
      <w:r w:rsidRPr="0057069A">
        <w:rPr>
          <w:spacing w:val="-8"/>
          <w:sz w:val="28"/>
          <w:szCs w:val="28"/>
        </w:rPr>
        <w:t xml:space="preserve"> </w:t>
      </w:r>
      <w:r w:rsidRPr="0057069A">
        <w:rPr>
          <w:sz w:val="28"/>
          <w:szCs w:val="28"/>
        </w:rPr>
        <w:t>места</w:t>
      </w:r>
    </w:p>
    <w:p w:rsidR="006C3628" w:rsidRPr="0057069A" w:rsidRDefault="006C3628" w:rsidP="0057069A">
      <w:pPr>
        <w:pStyle w:val="BodyText"/>
        <w:spacing w:before="5"/>
      </w:pPr>
    </w:p>
    <w:p w:rsidR="006C3628" w:rsidRPr="0057069A" w:rsidRDefault="006C3628" w:rsidP="0057069A">
      <w:pPr>
        <w:pStyle w:val="Heading1"/>
        <w:spacing w:line="274" w:lineRule="exact"/>
      </w:pPr>
      <w:r w:rsidRPr="0057069A">
        <w:t>Задания для зачёта (2 семестр)</w:t>
      </w:r>
    </w:p>
    <w:p w:rsidR="006C3628" w:rsidRPr="0057069A" w:rsidRDefault="006C3628" w:rsidP="00BC5505">
      <w:pPr>
        <w:pStyle w:val="ListParagraph"/>
        <w:numPr>
          <w:ilvl w:val="0"/>
          <w:numId w:val="10"/>
        </w:numPr>
        <w:tabs>
          <w:tab w:val="left" w:pos="1678"/>
        </w:tabs>
        <w:spacing w:line="274" w:lineRule="exact"/>
        <w:rPr>
          <w:sz w:val="28"/>
          <w:szCs w:val="28"/>
        </w:rPr>
      </w:pPr>
      <w:r w:rsidRPr="0057069A">
        <w:rPr>
          <w:sz w:val="28"/>
          <w:szCs w:val="28"/>
        </w:rPr>
        <w:t>Наклон вперёд из положения стоя на гимнастической</w:t>
      </w:r>
      <w:r w:rsidRPr="0057069A">
        <w:rPr>
          <w:spacing w:val="-5"/>
          <w:sz w:val="28"/>
          <w:szCs w:val="28"/>
        </w:rPr>
        <w:t xml:space="preserve"> </w:t>
      </w:r>
      <w:r w:rsidRPr="0057069A">
        <w:rPr>
          <w:sz w:val="28"/>
          <w:szCs w:val="28"/>
        </w:rPr>
        <w:t>скамье</w:t>
      </w:r>
    </w:p>
    <w:p w:rsidR="006C3628" w:rsidRPr="0057069A" w:rsidRDefault="006C3628" w:rsidP="00BC5505">
      <w:pPr>
        <w:pStyle w:val="ListParagraph"/>
        <w:numPr>
          <w:ilvl w:val="0"/>
          <w:numId w:val="10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Челночный бег 3х10</w:t>
      </w:r>
      <w:r w:rsidRPr="0057069A">
        <w:rPr>
          <w:spacing w:val="-1"/>
          <w:sz w:val="28"/>
          <w:szCs w:val="28"/>
        </w:rPr>
        <w:t xml:space="preserve"> </w:t>
      </w:r>
      <w:r w:rsidRPr="0057069A">
        <w:rPr>
          <w:sz w:val="28"/>
          <w:szCs w:val="28"/>
        </w:rPr>
        <w:t>м</w:t>
      </w:r>
    </w:p>
    <w:p w:rsidR="006C3628" w:rsidRPr="0057069A" w:rsidRDefault="006C3628" w:rsidP="00BC5505">
      <w:pPr>
        <w:pStyle w:val="ListParagraph"/>
        <w:numPr>
          <w:ilvl w:val="0"/>
          <w:numId w:val="10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Метание набивного мяча 1</w:t>
      </w:r>
      <w:r w:rsidRPr="0057069A">
        <w:rPr>
          <w:spacing w:val="-3"/>
          <w:sz w:val="28"/>
          <w:szCs w:val="28"/>
        </w:rPr>
        <w:t xml:space="preserve"> </w:t>
      </w:r>
      <w:r w:rsidRPr="0057069A">
        <w:rPr>
          <w:sz w:val="28"/>
          <w:szCs w:val="28"/>
        </w:rPr>
        <w:t>кг</w:t>
      </w:r>
    </w:p>
    <w:p w:rsidR="006C3628" w:rsidRPr="0057069A" w:rsidRDefault="006C3628" w:rsidP="0057069A">
      <w:pPr>
        <w:pStyle w:val="BodyText"/>
        <w:spacing w:before="5"/>
      </w:pPr>
    </w:p>
    <w:p w:rsidR="006C3628" w:rsidRPr="0057069A" w:rsidRDefault="006C3628" w:rsidP="0057069A">
      <w:pPr>
        <w:pStyle w:val="Heading1"/>
        <w:spacing w:line="274" w:lineRule="exact"/>
      </w:pPr>
      <w:r w:rsidRPr="0057069A">
        <w:t>Задания для зачёта (3 семестр)</w:t>
      </w:r>
    </w:p>
    <w:p w:rsidR="006C3628" w:rsidRPr="0057069A" w:rsidRDefault="006C3628" w:rsidP="00BC5505">
      <w:pPr>
        <w:pStyle w:val="ListParagraph"/>
        <w:numPr>
          <w:ilvl w:val="0"/>
          <w:numId w:val="9"/>
        </w:numPr>
        <w:tabs>
          <w:tab w:val="left" w:pos="1681"/>
        </w:tabs>
        <w:spacing w:line="274" w:lineRule="exact"/>
        <w:ind w:hanging="710"/>
        <w:rPr>
          <w:sz w:val="28"/>
          <w:szCs w:val="28"/>
        </w:rPr>
      </w:pPr>
      <w:r w:rsidRPr="0057069A">
        <w:rPr>
          <w:sz w:val="28"/>
          <w:szCs w:val="28"/>
        </w:rPr>
        <w:t>Прыжки со скакалкой за 1</w:t>
      </w:r>
      <w:r w:rsidRPr="0057069A">
        <w:rPr>
          <w:spacing w:val="-2"/>
          <w:sz w:val="28"/>
          <w:szCs w:val="28"/>
        </w:rPr>
        <w:t xml:space="preserve"> </w:t>
      </w:r>
      <w:r w:rsidRPr="0057069A">
        <w:rPr>
          <w:sz w:val="28"/>
          <w:szCs w:val="28"/>
        </w:rPr>
        <w:t>мин</w:t>
      </w:r>
    </w:p>
    <w:p w:rsidR="006C3628" w:rsidRPr="0057069A" w:rsidRDefault="006C3628" w:rsidP="00BC5505">
      <w:pPr>
        <w:pStyle w:val="ListParagraph"/>
        <w:numPr>
          <w:ilvl w:val="0"/>
          <w:numId w:val="9"/>
        </w:numPr>
        <w:tabs>
          <w:tab w:val="left" w:pos="1681"/>
        </w:tabs>
        <w:spacing w:line="240" w:lineRule="auto"/>
        <w:ind w:hanging="710"/>
        <w:rPr>
          <w:sz w:val="28"/>
          <w:szCs w:val="28"/>
        </w:rPr>
      </w:pPr>
      <w:r w:rsidRPr="0057069A">
        <w:rPr>
          <w:sz w:val="28"/>
          <w:szCs w:val="28"/>
        </w:rPr>
        <w:t>Прыжок в длину с</w:t>
      </w:r>
      <w:r w:rsidRPr="0057069A">
        <w:rPr>
          <w:spacing w:val="-8"/>
          <w:sz w:val="28"/>
          <w:szCs w:val="28"/>
        </w:rPr>
        <w:t xml:space="preserve"> </w:t>
      </w:r>
      <w:r w:rsidRPr="0057069A">
        <w:rPr>
          <w:sz w:val="28"/>
          <w:szCs w:val="28"/>
        </w:rPr>
        <w:t>места</w:t>
      </w:r>
    </w:p>
    <w:p w:rsidR="006C3628" w:rsidRPr="0057069A" w:rsidRDefault="006C3628" w:rsidP="00BC5505">
      <w:pPr>
        <w:pStyle w:val="ListParagraph"/>
        <w:numPr>
          <w:ilvl w:val="0"/>
          <w:numId w:val="9"/>
        </w:numPr>
        <w:tabs>
          <w:tab w:val="left" w:pos="1681"/>
        </w:tabs>
        <w:spacing w:line="240" w:lineRule="auto"/>
        <w:ind w:hanging="710"/>
        <w:rPr>
          <w:sz w:val="28"/>
          <w:szCs w:val="28"/>
        </w:rPr>
      </w:pPr>
      <w:r w:rsidRPr="0057069A">
        <w:rPr>
          <w:sz w:val="28"/>
          <w:szCs w:val="28"/>
        </w:rPr>
        <w:t>Подтягивания на высокой перекладине в висе</w:t>
      </w:r>
      <w:r w:rsidRPr="0057069A">
        <w:rPr>
          <w:spacing w:val="-6"/>
          <w:sz w:val="28"/>
          <w:szCs w:val="28"/>
        </w:rPr>
        <w:t xml:space="preserve"> </w:t>
      </w:r>
      <w:r w:rsidRPr="0057069A">
        <w:rPr>
          <w:sz w:val="28"/>
          <w:szCs w:val="28"/>
        </w:rPr>
        <w:t>(ю)</w:t>
      </w:r>
    </w:p>
    <w:p w:rsidR="006C3628" w:rsidRPr="0057069A" w:rsidRDefault="006C3628" w:rsidP="00BC5505">
      <w:pPr>
        <w:pStyle w:val="ListParagraph"/>
        <w:numPr>
          <w:ilvl w:val="0"/>
          <w:numId w:val="9"/>
        </w:numPr>
        <w:tabs>
          <w:tab w:val="left" w:pos="1702"/>
        </w:tabs>
        <w:spacing w:line="240" w:lineRule="auto"/>
        <w:ind w:left="1702" w:hanging="720"/>
        <w:rPr>
          <w:sz w:val="28"/>
          <w:szCs w:val="28"/>
        </w:rPr>
      </w:pPr>
      <w:r w:rsidRPr="0057069A">
        <w:rPr>
          <w:sz w:val="28"/>
          <w:szCs w:val="28"/>
        </w:rPr>
        <w:t>Подтягивания в висе лёжа на низкой перекладине</w:t>
      </w:r>
      <w:r w:rsidRPr="0057069A">
        <w:rPr>
          <w:spacing w:val="-11"/>
          <w:sz w:val="28"/>
          <w:szCs w:val="28"/>
        </w:rPr>
        <w:t xml:space="preserve"> </w:t>
      </w:r>
      <w:r w:rsidRPr="0057069A">
        <w:rPr>
          <w:sz w:val="28"/>
          <w:szCs w:val="28"/>
        </w:rPr>
        <w:t>(д)</w:t>
      </w:r>
    </w:p>
    <w:p w:rsidR="006C3628" w:rsidRPr="0057069A" w:rsidRDefault="006C3628" w:rsidP="0057069A">
      <w:pPr>
        <w:pStyle w:val="BodyText"/>
        <w:spacing w:before="5"/>
      </w:pPr>
    </w:p>
    <w:p w:rsidR="006C3628" w:rsidRPr="0057069A" w:rsidRDefault="006C3628" w:rsidP="0057069A">
      <w:pPr>
        <w:pStyle w:val="Heading1"/>
        <w:spacing w:line="274" w:lineRule="exact"/>
      </w:pPr>
      <w:r w:rsidRPr="0057069A">
        <w:t>Задания для дифференцированного зачёта (4 семестр)</w:t>
      </w:r>
    </w:p>
    <w:p w:rsidR="006C3628" w:rsidRPr="0057069A" w:rsidRDefault="006C3628" w:rsidP="00BC5505">
      <w:pPr>
        <w:pStyle w:val="ListParagraph"/>
        <w:numPr>
          <w:ilvl w:val="0"/>
          <w:numId w:val="8"/>
        </w:numPr>
        <w:tabs>
          <w:tab w:val="left" w:pos="1690"/>
        </w:tabs>
        <w:spacing w:line="274" w:lineRule="exact"/>
        <w:rPr>
          <w:sz w:val="28"/>
          <w:szCs w:val="28"/>
        </w:rPr>
      </w:pPr>
      <w:r w:rsidRPr="0057069A">
        <w:rPr>
          <w:sz w:val="28"/>
          <w:szCs w:val="28"/>
        </w:rPr>
        <w:t>Тестовые задания для проверки знаний по учебной</w:t>
      </w:r>
      <w:r w:rsidRPr="0057069A">
        <w:rPr>
          <w:spacing w:val="-6"/>
          <w:sz w:val="28"/>
          <w:szCs w:val="28"/>
        </w:rPr>
        <w:t xml:space="preserve"> </w:t>
      </w:r>
      <w:r w:rsidRPr="0057069A">
        <w:rPr>
          <w:sz w:val="28"/>
          <w:szCs w:val="28"/>
        </w:rPr>
        <w:t>дисциплине</w:t>
      </w:r>
    </w:p>
    <w:p w:rsidR="006C3628" w:rsidRPr="0057069A" w:rsidRDefault="006C3628" w:rsidP="00BC5505">
      <w:pPr>
        <w:pStyle w:val="ListParagraph"/>
        <w:numPr>
          <w:ilvl w:val="0"/>
          <w:numId w:val="8"/>
        </w:numPr>
        <w:tabs>
          <w:tab w:val="left" w:pos="1690"/>
        </w:tabs>
        <w:spacing w:before="1"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Прыжки со скакалкой за 1</w:t>
      </w:r>
      <w:r w:rsidRPr="0057069A">
        <w:rPr>
          <w:spacing w:val="-2"/>
          <w:sz w:val="28"/>
          <w:szCs w:val="28"/>
        </w:rPr>
        <w:t xml:space="preserve"> </w:t>
      </w:r>
      <w:r w:rsidRPr="0057069A">
        <w:rPr>
          <w:sz w:val="28"/>
          <w:szCs w:val="28"/>
        </w:rPr>
        <w:t>мин</w:t>
      </w:r>
    </w:p>
    <w:p w:rsidR="006C3628" w:rsidRPr="0057069A" w:rsidRDefault="006C3628" w:rsidP="00BC5505">
      <w:pPr>
        <w:pStyle w:val="ListParagraph"/>
        <w:numPr>
          <w:ilvl w:val="0"/>
          <w:numId w:val="8"/>
        </w:numPr>
        <w:tabs>
          <w:tab w:val="left" w:pos="1690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Челночный бег</w:t>
      </w:r>
      <w:r w:rsidRPr="0057069A">
        <w:rPr>
          <w:spacing w:val="-1"/>
          <w:sz w:val="28"/>
          <w:szCs w:val="28"/>
        </w:rPr>
        <w:t xml:space="preserve"> </w:t>
      </w:r>
      <w:r w:rsidRPr="0057069A">
        <w:rPr>
          <w:sz w:val="28"/>
          <w:szCs w:val="28"/>
        </w:rPr>
        <w:t>3х10м</w:t>
      </w:r>
    </w:p>
    <w:p w:rsidR="006C3628" w:rsidRPr="0057069A" w:rsidRDefault="006C3628" w:rsidP="00BC5505">
      <w:pPr>
        <w:pStyle w:val="ListParagraph"/>
        <w:numPr>
          <w:ilvl w:val="0"/>
          <w:numId w:val="8"/>
        </w:numPr>
        <w:tabs>
          <w:tab w:val="left" w:pos="1690"/>
        </w:tabs>
        <w:spacing w:line="240" w:lineRule="auto"/>
        <w:ind w:right="232"/>
        <w:rPr>
          <w:sz w:val="28"/>
          <w:szCs w:val="28"/>
        </w:rPr>
      </w:pPr>
      <w:r w:rsidRPr="0057069A">
        <w:rPr>
          <w:sz w:val="28"/>
          <w:szCs w:val="28"/>
        </w:rPr>
        <w:t>Подтягивания на высокой перекладине (ю), в висе лёжа на низкой перекладине</w:t>
      </w:r>
      <w:r w:rsidRPr="0057069A">
        <w:rPr>
          <w:spacing w:val="-2"/>
          <w:sz w:val="28"/>
          <w:szCs w:val="28"/>
        </w:rPr>
        <w:t xml:space="preserve"> </w:t>
      </w:r>
      <w:r w:rsidRPr="0057069A">
        <w:rPr>
          <w:sz w:val="28"/>
          <w:szCs w:val="28"/>
        </w:rPr>
        <w:t>(д);</w:t>
      </w:r>
    </w:p>
    <w:p w:rsidR="006C3628" w:rsidRPr="0057069A" w:rsidRDefault="006C3628" w:rsidP="0057069A">
      <w:pPr>
        <w:pStyle w:val="BodyText"/>
        <w:tabs>
          <w:tab w:val="left" w:pos="1680"/>
        </w:tabs>
        <w:ind w:left="970"/>
      </w:pPr>
      <w:r w:rsidRPr="0057069A">
        <w:t>5.</w:t>
      </w:r>
      <w:r w:rsidRPr="0057069A">
        <w:tab/>
        <w:t>Бег на 2000м (д), 3000м</w:t>
      </w:r>
      <w:r w:rsidRPr="0057069A">
        <w:rPr>
          <w:spacing w:val="-2"/>
        </w:rPr>
        <w:t xml:space="preserve"> </w:t>
      </w:r>
      <w:r w:rsidRPr="0057069A">
        <w:t>(ю)</w:t>
      </w:r>
    </w:p>
    <w:p w:rsidR="006C3628" w:rsidRPr="0057069A" w:rsidRDefault="006C3628" w:rsidP="0057069A">
      <w:pPr>
        <w:pStyle w:val="BodyText"/>
        <w:spacing w:before="4"/>
      </w:pPr>
    </w:p>
    <w:p w:rsidR="006C3628" w:rsidRPr="0057069A" w:rsidRDefault="006C3628" w:rsidP="0057069A">
      <w:pPr>
        <w:pStyle w:val="BodyText"/>
        <w:spacing w:before="4"/>
      </w:pPr>
    </w:p>
    <w:p w:rsidR="006C3628" w:rsidRDefault="006C3628" w:rsidP="0057069A">
      <w:pPr>
        <w:pStyle w:val="BodyText"/>
        <w:spacing w:before="4"/>
      </w:pPr>
    </w:p>
    <w:p w:rsidR="006C3628" w:rsidRDefault="006C3628" w:rsidP="0057069A">
      <w:pPr>
        <w:pStyle w:val="BodyText"/>
        <w:spacing w:before="4"/>
      </w:pPr>
    </w:p>
    <w:p w:rsidR="006C3628" w:rsidRDefault="006C3628" w:rsidP="0057069A">
      <w:pPr>
        <w:pStyle w:val="BodyText"/>
        <w:spacing w:before="4"/>
      </w:pPr>
    </w:p>
    <w:p w:rsidR="006C3628" w:rsidRDefault="006C3628" w:rsidP="0057069A">
      <w:pPr>
        <w:pStyle w:val="BodyText"/>
        <w:spacing w:before="4"/>
      </w:pPr>
    </w:p>
    <w:p w:rsidR="006C3628" w:rsidRDefault="006C3628" w:rsidP="0057069A">
      <w:pPr>
        <w:pStyle w:val="BodyText"/>
        <w:spacing w:before="4"/>
      </w:pPr>
    </w:p>
    <w:p w:rsidR="006C3628" w:rsidRDefault="006C3628" w:rsidP="0057069A">
      <w:pPr>
        <w:pStyle w:val="BodyText"/>
        <w:spacing w:before="4"/>
      </w:pPr>
    </w:p>
    <w:p w:rsidR="006C3628" w:rsidRDefault="006C3628" w:rsidP="0057069A">
      <w:pPr>
        <w:pStyle w:val="BodyText"/>
        <w:spacing w:before="4"/>
      </w:pPr>
    </w:p>
    <w:p w:rsidR="006C3628" w:rsidRDefault="006C3628" w:rsidP="0057069A">
      <w:pPr>
        <w:pStyle w:val="BodyText"/>
        <w:spacing w:before="4"/>
      </w:pPr>
    </w:p>
    <w:p w:rsidR="006C3628" w:rsidRDefault="006C3628" w:rsidP="0057069A">
      <w:pPr>
        <w:pStyle w:val="BodyText"/>
        <w:spacing w:before="4"/>
      </w:pPr>
    </w:p>
    <w:p w:rsidR="006C3628" w:rsidRDefault="006C3628" w:rsidP="0057069A">
      <w:pPr>
        <w:pStyle w:val="Heading1"/>
      </w:pPr>
      <w:r>
        <w:t>4.1 Контрольные тесты для проверки уровня физической подготовленности</w:t>
      </w:r>
    </w:p>
    <w:p w:rsidR="006C3628" w:rsidRDefault="006C3628" w:rsidP="0057069A">
      <w:pPr>
        <w:pStyle w:val="BodyText"/>
        <w:spacing w:before="4"/>
        <w:rPr>
          <w:b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404"/>
        <w:gridCol w:w="1133"/>
        <w:gridCol w:w="849"/>
        <w:gridCol w:w="851"/>
        <w:gridCol w:w="849"/>
        <w:gridCol w:w="851"/>
        <w:gridCol w:w="849"/>
        <w:gridCol w:w="816"/>
      </w:tblGrid>
      <w:tr w:rsidR="006C3628" w:rsidRPr="0057069A" w:rsidTr="004C71BB">
        <w:trPr>
          <w:trHeight w:val="230"/>
        </w:trPr>
        <w:tc>
          <w:tcPr>
            <w:tcW w:w="3404" w:type="dxa"/>
            <w:vMerge w:val="restart"/>
          </w:tcPr>
          <w:p w:rsidR="006C3628" w:rsidRPr="0057069A" w:rsidRDefault="006C3628" w:rsidP="004C71BB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6C3628" w:rsidRPr="0057069A" w:rsidRDefault="006C3628" w:rsidP="004C71BB">
            <w:pPr>
              <w:pStyle w:val="TableParagraph"/>
              <w:ind w:left="1043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Вид испытания</w:t>
            </w:r>
          </w:p>
        </w:tc>
        <w:tc>
          <w:tcPr>
            <w:tcW w:w="1133" w:type="dxa"/>
            <w:vMerge w:val="restart"/>
          </w:tcPr>
          <w:p w:rsidR="006C3628" w:rsidRPr="0057069A" w:rsidRDefault="006C3628" w:rsidP="004C71BB">
            <w:pPr>
              <w:pStyle w:val="TableParagraph"/>
              <w:spacing w:line="223" w:lineRule="exact"/>
              <w:ind w:left="22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Возраст</w:t>
            </w:r>
          </w:p>
        </w:tc>
        <w:tc>
          <w:tcPr>
            <w:tcW w:w="5065" w:type="dxa"/>
            <w:gridSpan w:val="6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732" w:right="172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Нормативы</w:t>
            </w:r>
          </w:p>
        </w:tc>
      </w:tr>
      <w:tr w:rsidR="006C3628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6C3628" w:rsidRPr="0057069A" w:rsidRDefault="006C3628" w:rsidP="004C71BB">
            <w:pPr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3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917" w:right="9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Юноши</w:t>
            </w:r>
          </w:p>
        </w:tc>
        <w:tc>
          <w:tcPr>
            <w:tcW w:w="2516" w:type="dxa"/>
            <w:gridSpan w:val="3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850" w:right="83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Девушки</w:t>
            </w:r>
          </w:p>
        </w:tc>
      </w:tr>
      <w:tr w:rsidR="006C3628" w:rsidRPr="0057069A" w:rsidTr="004C71BB">
        <w:trPr>
          <w:trHeight w:val="40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6C3628" w:rsidRPr="0057069A" w:rsidRDefault="006C3628" w:rsidP="004C71BB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23" w:lineRule="exact"/>
              <w:ind w:left="11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«3»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23" w:lineRule="exact"/>
              <w:ind w:right="261"/>
              <w:jc w:val="right"/>
              <w:rPr>
                <w:sz w:val="24"/>
                <w:szCs w:val="24"/>
              </w:rPr>
            </w:pPr>
            <w:r w:rsidRPr="0057069A">
              <w:rPr>
                <w:w w:val="95"/>
                <w:sz w:val="24"/>
                <w:szCs w:val="24"/>
              </w:rPr>
              <w:t>«4»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23" w:lineRule="exact"/>
              <w:ind w:left="118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«5»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23" w:lineRule="exact"/>
              <w:ind w:left="122" w:right="105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«3»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23" w:lineRule="exact"/>
              <w:ind w:right="258"/>
              <w:jc w:val="right"/>
              <w:rPr>
                <w:sz w:val="24"/>
                <w:szCs w:val="24"/>
              </w:rPr>
            </w:pPr>
            <w:r w:rsidRPr="0057069A">
              <w:rPr>
                <w:w w:val="95"/>
                <w:sz w:val="24"/>
                <w:szCs w:val="24"/>
              </w:rPr>
              <w:t>«4»</w:t>
            </w:r>
          </w:p>
        </w:tc>
        <w:tc>
          <w:tcPr>
            <w:tcW w:w="816" w:type="dxa"/>
          </w:tcPr>
          <w:p w:rsidR="006C3628" w:rsidRPr="0057069A" w:rsidRDefault="006C3628" w:rsidP="004C71BB">
            <w:pPr>
              <w:pStyle w:val="TableParagraph"/>
              <w:spacing w:line="223" w:lineRule="exact"/>
              <w:ind w:left="165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«5»</w:t>
            </w:r>
          </w:p>
        </w:tc>
      </w:tr>
      <w:tr w:rsidR="006C3628" w:rsidRPr="0057069A" w:rsidTr="004C71BB">
        <w:trPr>
          <w:trHeight w:val="229"/>
        </w:trPr>
        <w:tc>
          <w:tcPr>
            <w:tcW w:w="3404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</w:t>
            </w:r>
            <w:r w:rsidRPr="0057069A">
              <w:rPr>
                <w:sz w:val="24"/>
                <w:szCs w:val="24"/>
              </w:rPr>
              <w:t>на 60м (с)</w:t>
            </w:r>
          </w:p>
        </w:tc>
        <w:tc>
          <w:tcPr>
            <w:tcW w:w="1133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right="288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9,7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21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8,7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10,9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right="23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10,6</w:t>
            </w:r>
          </w:p>
        </w:tc>
        <w:tc>
          <w:tcPr>
            <w:tcW w:w="816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67" w:right="14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9,6</w:t>
            </w:r>
          </w:p>
        </w:tc>
      </w:tr>
      <w:tr w:rsidR="006C3628" w:rsidRPr="0057069A" w:rsidTr="004C71BB">
        <w:trPr>
          <w:trHeight w:val="269"/>
        </w:trPr>
        <w:tc>
          <w:tcPr>
            <w:tcW w:w="3404" w:type="dxa"/>
            <w:vMerge w:val="restart"/>
          </w:tcPr>
          <w:p w:rsidR="006C3628" w:rsidRPr="0057069A" w:rsidRDefault="006C3628" w:rsidP="004C71BB">
            <w:pPr>
              <w:pStyle w:val="TableParagraph"/>
              <w:spacing w:line="224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</w:t>
            </w:r>
            <w:r w:rsidRPr="0057069A">
              <w:rPr>
                <w:sz w:val="24"/>
                <w:szCs w:val="24"/>
              </w:rPr>
              <w:t>на 100м (с)</w:t>
            </w:r>
          </w:p>
        </w:tc>
        <w:tc>
          <w:tcPr>
            <w:tcW w:w="1133" w:type="dxa"/>
          </w:tcPr>
          <w:p w:rsidR="006C3628" w:rsidRPr="0057069A" w:rsidRDefault="006C3628" w:rsidP="004C71BB">
            <w:pPr>
              <w:pStyle w:val="TableParagraph"/>
              <w:spacing w:line="224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24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14,6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24" w:lineRule="exact"/>
              <w:ind w:right="238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14,3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24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13,8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24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18,0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24" w:lineRule="exact"/>
              <w:ind w:right="23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17,6</w:t>
            </w:r>
          </w:p>
        </w:tc>
        <w:tc>
          <w:tcPr>
            <w:tcW w:w="816" w:type="dxa"/>
          </w:tcPr>
          <w:p w:rsidR="006C3628" w:rsidRPr="0057069A" w:rsidRDefault="006C3628" w:rsidP="004C71BB">
            <w:pPr>
              <w:pStyle w:val="TableParagraph"/>
              <w:spacing w:line="224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16,3</w:t>
            </w:r>
          </w:p>
        </w:tc>
      </w:tr>
      <w:tr w:rsidR="006C3628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15,1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right="238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14,8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13,5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17,5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right="23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17,0</w:t>
            </w:r>
          </w:p>
        </w:tc>
        <w:tc>
          <w:tcPr>
            <w:tcW w:w="816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16,5</w:t>
            </w:r>
          </w:p>
        </w:tc>
      </w:tr>
      <w:tr w:rsidR="006C3628" w:rsidRPr="0057069A" w:rsidTr="004C71BB">
        <w:trPr>
          <w:trHeight w:val="275"/>
        </w:trPr>
        <w:tc>
          <w:tcPr>
            <w:tcW w:w="3404" w:type="dxa"/>
            <w:vMerge w:val="restart"/>
          </w:tcPr>
          <w:p w:rsidR="006C3628" w:rsidRPr="0057069A" w:rsidRDefault="006C3628" w:rsidP="004C71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</w:t>
            </w:r>
            <w:r w:rsidRPr="0057069A">
              <w:rPr>
                <w:sz w:val="24"/>
                <w:szCs w:val="24"/>
              </w:rPr>
              <w:t>на 2000м</w:t>
            </w:r>
          </w:p>
        </w:tc>
        <w:tc>
          <w:tcPr>
            <w:tcW w:w="1133" w:type="dxa"/>
          </w:tcPr>
          <w:p w:rsidR="006C3628" w:rsidRPr="0057069A" w:rsidRDefault="006C3628" w:rsidP="004C71BB">
            <w:pPr>
              <w:pStyle w:val="TableParagraph"/>
              <w:spacing w:line="223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23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9,55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23" w:lineRule="exact"/>
              <w:ind w:right="238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9,30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23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9,00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23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12,10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23" w:lineRule="exact"/>
              <w:ind w:right="18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11,40</w:t>
            </w:r>
          </w:p>
        </w:tc>
        <w:tc>
          <w:tcPr>
            <w:tcW w:w="816" w:type="dxa"/>
          </w:tcPr>
          <w:p w:rsidR="006C3628" w:rsidRPr="0057069A" w:rsidRDefault="006C3628" w:rsidP="004C71BB">
            <w:pPr>
              <w:pStyle w:val="TableParagraph"/>
              <w:spacing w:line="223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11,00</w:t>
            </w:r>
          </w:p>
        </w:tc>
      </w:tr>
      <w:tr w:rsidR="006C3628" w:rsidRPr="0057069A" w:rsidTr="004C71BB">
        <w:trPr>
          <w:trHeight w:val="273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4C71BB">
            <w:pPr>
              <w:pStyle w:val="TableParagraph"/>
              <w:spacing w:line="223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23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9,20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23" w:lineRule="exact"/>
              <w:ind w:right="238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8,50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23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7,50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23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11,50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23" w:lineRule="exact"/>
              <w:ind w:right="18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11,20</w:t>
            </w:r>
          </w:p>
        </w:tc>
        <w:tc>
          <w:tcPr>
            <w:tcW w:w="816" w:type="dxa"/>
          </w:tcPr>
          <w:p w:rsidR="006C3628" w:rsidRPr="0057069A" w:rsidRDefault="006C3628" w:rsidP="004C71BB">
            <w:pPr>
              <w:pStyle w:val="TableParagraph"/>
              <w:spacing w:line="223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9,50</w:t>
            </w:r>
          </w:p>
        </w:tc>
      </w:tr>
      <w:tr w:rsidR="006C3628" w:rsidRPr="0057069A" w:rsidTr="004C71BB">
        <w:trPr>
          <w:trHeight w:val="275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4C71BB">
            <w:pPr>
              <w:pStyle w:val="TableParagraph"/>
              <w:spacing w:line="223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23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23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23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23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11,35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23" w:lineRule="exact"/>
              <w:ind w:right="18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11,15</w:t>
            </w:r>
          </w:p>
        </w:tc>
        <w:tc>
          <w:tcPr>
            <w:tcW w:w="816" w:type="dxa"/>
          </w:tcPr>
          <w:p w:rsidR="006C3628" w:rsidRPr="0057069A" w:rsidRDefault="006C3628" w:rsidP="004C71BB">
            <w:pPr>
              <w:pStyle w:val="TableParagraph"/>
              <w:spacing w:line="223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10,30</w:t>
            </w:r>
          </w:p>
        </w:tc>
      </w:tr>
      <w:tr w:rsidR="006C3628" w:rsidRPr="0057069A" w:rsidTr="004C71BB">
        <w:trPr>
          <w:trHeight w:val="230"/>
        </w:trPr>
        <w:tc>
          <w:tcPr>
            <w:tcW w:w="3404" w:type="dxa"/>
            <w:vMerge w:val="restart"/>
          </w:tcPr>
          <w:p w:rsidR="006C3628" w:rsidRPr="0057069A" w:rsidRDefault="006C3628" w:rsidP="004C71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</w:t>
            </w:r>
            <w:r w:rsidRPr="0057069A">
              <w:rPr>
                <w:sz w:val="24"/>
                <w:szCs w:val="24"/>
              </w:rPr>
              <w:t>на 3000м (ю)</w:t>
            </w:r>
          </w:p>
        </w:tc>
        <w:tc>
          <w:tcPr>
            <w:tcW w:w="1133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2549" w:type="dxa"/>
            <w:gridSpan w:val="3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494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6C3628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15,10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right="18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14,40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13,10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6C3628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14,00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right="18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13,30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12,30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6C3628" w:rsidRPr="0057069A" w:rsidTr="004C71BB">
        <w:trPr>
          <w:trHeight w:val="230"/>
        </w:trPr>
        <w:tc>
          <w:tcPr>
            <w:tcW w:w="3404" w:type="dxa"/>
            <w:vMerge w:val="restart"/>
          </w:tcPr>
          <w:p w:rsidR="006C3628" w:rsidRPr="0057069A" w:rsidRDefault="006C3628" w:rsidP="004C71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Прыжок </w:t>
            </w:r>
            <w:r w:rsidRPr="0057069A">
              <w:rPr>
                <w:sz w:val="24"/>
                <w:szCs w:val="24"/>
              </w:rPr>
              <w:t>в длину с места (см)</w:t>
            </w:r>
          </w:p>
        </w:tc>
        <w:tc>
          <w:tcPr>
            <w:tcW w:w="1133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175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185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150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155</w:t>
            </w:r>
          </w:p>
        </w:tc>
        <w:tc>
          <w:tcPr>
            <w:tcW w:w="816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175</w:t>
            </w:r>
          </w:p>
        </w:tc>
      </w:tr>
      <w:tr w:rsidR="006C3628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210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230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160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170</w:t>
            </w:r>
          </w:p>
        </w:tc>
        <w:tc>
          <w:tcPr>
            <w:tcW w:w="816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185</w:t>
            </w:r>
          </w:p>
        </w:tc>
      </w:tr>
      <w:tr w:rsidR="006C3628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215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230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170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180</w:t>
            </w:r>
          </w:p>
        </w:tc>
        <w:tc>
          <w:tcPr>
            <w:tcW w:w="816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195</w:t>
            </w:r>
          </w:p>
        </w:tc>
      </w:tr>
      <w:tr w:rsidR="006C3628" w:rsidRPr="0057069A" w:rsidTr="004C71BB">
        <w:trPr>
          <w:trHeight w:val="229"/>
        </w:trPr>
        <w:tc>
          <w:tcPr>
            <w:tcW w:w="3404" w:type="dxa"/>
            <w:vMerge w:val="restart"/>
          </w:tcPr>
          <w:p w:rsidR="006C3628" w:rsidRPr="0057069A" w:rsidRDefault="006C3628" w:rsidP="004C71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Прыжок </w:t>
            </w:r>
            <w:r w:rsidRPr="0057069A">
              <w:rPr>
                <w:sz w:val="24"/>
                <w:szCs w:val="24"/>
              </w:rPr>
              <w:t>в длину с разбега</w:t>
            </w:r>
          </w:p>
        </w:tc>
        <w:tc>
          <w:tcPr>
            <w:tcW w:w="1133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330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350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390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280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290</w:t>
            </w:r>
          </w:p>
        </w:tc>
        <w:tc>
          <w:tcPr>
            <w:tcW w:w="816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330</w:t>
            </w:r>
          </w:p>
        </w:tc>
      </w:tr>
      <w:tr w:rsidR="006C3628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360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380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440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310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320</w:t>
            </w:r>
          </w:p>
        </w:tc>
        <w:tc>
          <w:tcPr>
            <w:tcW w:w="816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360</w:t>
            </w:r>
          </w:p>
        </w:tc>
      </w:tr>
      <w:tr w:rsidR="006C3628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380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390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430</w:t>
            </w:r>
          </w:p>
        </w:tc>
        <w:tc>
          <w:tcPr>
            <w:tcW w:w="851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270</w:t>
            </w:r>
          </w:p>
        </w:tc>
        <w:tc>
          <w:tcPr>
            <w:tcW w:w="849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290</w:t>
            </w:r>
          </w:p>
        </w:tc>
        <w:tc>
          <w:tcPr>
            <w:tcW w:w="816" w:type="dxa"/>
          </w:tcPr>
          <w:p w:rsidR="006C3628" w:rsidRPr="0057069A" w:rsidRDefault="006C3628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320</w:t>
            </w:r>
          </w:p>
        </w:tc>
      </w:tr>
    </w:tbl>
    <w:p w:rsidR="006C3628" w:rsidRPr="0057069A" w:rsidRDefault="006C3628" w:rsidP="0057069A">
      <w:pPr>
        <w:pStyle w:val="BodyText"/>
        <w:rPr>
          <w:sz w:val="24"/>
          <w:szCs w:val="24"/>
        </w:rPr>
      </w:pPr>
    </w:p>
    <w:p w:rsidR="006C3628" w:rsidRPr="0057069A" w:rsidRDefault="006C3628" w:rsidP="0057069A">
      <w:pPr>
        <w:pStyle w:val="BodyText"/>
        <w:rPr>
          <w:sz w:val="24"/>
          <w:szCs w:val="24"/>
        </w:rPr>
      </w:pPr>
    </w:p>
    <w:p w:rsidR="006C3628" w:rsidRPr="0057069A" w:rsidRDefault="006C3628" w:rsidP="0057069A">
      <w:pPr>
        <w:pStyle w:val="BodyText"/>
        <w:rPr>
          <w:sz w:val="24"/>
          <w:szCs w:val="24"/>
        </w:rPr>
      </w:pPr>
    </w:p>
    <w:p w:rsidR="006C3628" w:rsidRPr="0057069A" w:rsidRDefault="006C3628" w:rsidP="0057069A">
      <w:pPr>
        <w:pStyle w:val="BodyText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404"/>
        <w:gridCol w:w="1133"/>
        <w:gridCol w:w="849"/>
        <w:gridCol w:w="851"/>
        <w:gridCol w:w="852"/>
        <w:gridCol w:w="852"/>
        <w:gridCol w:w="850"/>
        <w:gridCol w:w="816"/>
        <w:gridCol w:w="6"/>
      </w:tblGrid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Метание </w:t>
            </w:r>
            <w:r w:rsidRPr="0057069A">
              <w:rPr>
                <w:sz w:val="24"/>
                <w:szCs w:val="24"/>
              </w:rPr>
              <w:t>мяча весом 150г</w:t>
            </w: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26</w:t>
            </w:r>
          </w:p>
        </w:tc>
      </w:tr>
      <w:tr w:rsidR="006C3628" w:rsidRPr="0057069A" w:rsidTr="008A007A">
        <w:trPr>
          <w:gridAfter w:val="1"/>
          <w:wAfter w:w="6" w:type="dxa"/>
          <w:trHeight w:val="244"/>
        </w:trPr>
        <w:tc>
          <w:tcPr>
            <w:tcW w:w="3404" w:type="dxa"/>
            <w:vMerge w:val="restart"/>
          </w:tcPr>
          <w:p w:rsidR="006C3628" w:rsidRPr="0057069A" w:rsidRDefault="006C3628" w:rsidP="008A007A">
            <w:pPr>
              <w:pStyle w:val="TableParagraph"/>
              <w:spacing w:line="219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Метание </w:t>
            </w:r>
            <w:r w:rsidRPr="0057069A">
              <w:rPr>
                <w:sz w:val="24"/>
                <w:szCs w:val="24"/>
              </w:rPr>
              <w:t>гранаты 500г</w:t>
            </w:r>
            <w:r w:rsidRPr="0057069A">
              <w:rPr>
                <w:spacing w:val="-7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(д),</w:t>
            </w:r>
          </w:p>
          <w:p w:rsidR="006C3628" w:rsidRPr="0057069A" w:rsidRDefault="006C3628" w:rsidP="008A007A">
            <w:pPr>
              <w:pStyle w:val="TableParagraph"/>
              <w:spacing w:line="229" w:lineRule="exact"/>
              <w:ind w:left="1660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700г</w:t>
            </w:r>
            <w:r w:rsidRPr="0057069A">
              <w:rPr>
                <w:spacing w:val="-5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(ю)</w:t>
            </w: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2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2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2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32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2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38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2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2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2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37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6C3628" w:rsidRPr="0057069A" w:rsidRDefault="006C3628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Метание </w:t>
            </w:r>
            <w:r w:rsidRPr="0057069A">
              <w:rPr>
                <w:sz w:val="24"/>
                <w:szCs w:val="24"/>
              </w:rPr>
              <w:t>набивного мяча 1 кг</w:t>
            </w: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630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796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465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540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700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410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470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560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550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710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815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420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480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570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6C3628" w:rsidRPr="0057069A" w:rsidRDefault="006C3628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Подтягивание </w:t>
            </w:r>
            <w:r w:rsidRPr="0057069A">
              <w:rPr>
                <w:sz w:val="24"/>
                <w:szCs w:val="24"/>
              </w:rPr>
              <w:t>из виса на высокой</w:t>
            </w:r>
          </w:p>
          <w:p w:rsidR="006C3628" w:rsidRPr="0057069A" w:rsidRDefault="006C3628" w:rsidP="008A007A">
            <w:pPr>
              <w:pStyle w:val="TableParagraph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перекладине (ю)</w:t>
            </w: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6C3628" w:rsidRPr="0057069A" w:rsidRDefault="006C3628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Подтягивание </w:t>
            </w:r>
            <w:r w:rsidRPr="0057069A">
              <w:rPr>
                <w:sz w:val="24"/>
                <w:szCs w:val="24"/>
              </w:rPr>
              <w:t>из виса лёжа на</w:t>
            </w:r>
          </w:p>
          <w:p w:rsidR="006C3628" w:rsidRPr="0057069A" w:rsidRDefault="006C3628" w:rsidP="008A007A">
            <w:pPr>
              <w:pStyle w:val="TableParagraph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низкой перекладине (д)</w:t>
            </w: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6C3628" w:rsidRPr="0057069A" w:rsidRDefault="006C3628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Сгибание и разгибание рук </w:t>
            </w:r>
            <w:r w:rsidRPr="0057069A">
              <w:rPr>
                <w:sz w:val="24"/>
                <w:szCs w:val="24"/>
              </w:rPr>
              <w:t>в упоре</w:t>
            </w:r>
          </w:p>
          <w:p w:rsidR="006C3628" w:rsidRPr="0057069A" w:rsidRDefault="006C3628" w:rsidP="008A007A">
            <w:pPr>
              <w:pStyle w:val="TableParagraph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лёжа на полу</w:t>
            </w: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6C3628" w:rsidRPr="0057069A" w:rsidRDefault="006C3628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Рывок гири </w:t>
            </w:r>
            <w:r w:rsidRPr="0057069A">
              <w:rPr>
                <w:sz w:val="24"/>
                <w:szCs w:val="24"/>
              </w:rPr>
              <w:t>16 кг (ю)</w:t>
            </w: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35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1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1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1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1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1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1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1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6C3628" w:rsidRPr="0057069A" w:rsidRDefault="006C3628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Наклон вперёд </w:t>
            </w:r>
            <w:r w:rsidRPr="0057069A">
              <w:rPr>
                <w:sz w:val="24"/>
                <w:szCs w:val="24"/>
              </w:rPr>
              <w:t>из положения стоя с</w:t>
            </w:r>
          </w:p>
          <w:p w:rsidR="006C3628" w:rsidRPr="0057069A" w:rsidRDefault="006C3628" w:rsidP="008A007A">
            <w:pPr>
              <w:pStyle w:val="TableParagraph"/>
              <w:spacing w:line="230" w:lineRule="atLeast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прямыми ногами на гимнастической скамье</w:t>
            </w: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</w:t>
            </w:r>
          </w:p>
        </w:tc>
      </w:tr>
      <w:tr w:rsidR="006C3628" w:rsidRPr="0057069A" w:rsidTr="008A007A">
        <w:trPr>
          <w:gridAfter w:val="1"/>
          <w:wAfter w:w="6" w:type="dxa"/>
          <w:trHeight w:val="448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7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7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7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7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7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7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7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6C3628" w:rsidRPr="0057069A" w:rsidRDefault="006C3628" w:rsidP="008A007A">
            <w:pPr>
              <w:pStyle w:val="TableParagraph"/>
              <w:spacing w:line="237" w:lineRule="auto"/>
              <w:ind w:left="107" w:right="240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Наклон вперёд </w:t>
            </w:r>
            <w:r w:rsidRPr="0057069A">
              <w:rPr>
                <w:sz w:val="24"/>
                <w:szCs w:val="24"/>
              </w:rPr>
              <w:t>из положения сидя на полу с прямыми ногами</w:t>
            </w: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11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14-10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5" w:right="105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17-10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11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14-10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5" w:right="105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17-10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11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16-14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5" w:right="105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19-12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6C3628" w:rsidRPr="0057069A" w:rsidRDefault="006C3628" w:rsidP="008A007A">
            <w:pPr>
              <w:pStyle w:val="TableParagraph"/>
              <w:ind w:left="107" w:right="699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Поднимание туловища </w:t>
            </w:r>
            <w:r w:rsidRPr="0057069A">
              <w:rPr>
                <w:sz w:val="24"/>
                <w:szCs w:val="24"/>
              </w:rPr>
              <w:t>из положения лёжа на спине за 1 минуту</w:t>
            </w: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36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47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</w:tr>
      <w:tr w:rsidR="006C3628" w:rsidRPr="0057069A" w:rsidTr="008A007A">
        <w:trPr>
          <w:gridAfter w:val="1"/>
          <w:wAfter w:w="6" w:type="dxa"/>
          <w:trHeight w:val="261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2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2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2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2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2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2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2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34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47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6C3628" w:rsidRPr="0057069A" w:rsidRDefault="006C3628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Челночный бег </w:t>
            </w:r>
            <w:r w:rsidRPr="0057069A">
              <w:rPr>
                <w:sz w:val="24"/>
                <w:szCs w:val="24"/>
              </w:rPr>
              <w:t>3х10м</w:t>
            </w: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8,2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7,6-8,0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1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7,3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9,7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8,7-9,3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8,2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8,2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7,6-8,0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1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7,3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9,7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8,7-9,3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8,2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8,6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8,0-8,4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1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7,7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9,7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8,8-9,3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8,5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6C3628" w:rsidRPr="0057069A" w:rsidRDefault="006C3628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Прыжки </w:t>
            </w:r>
            <w:r w:rsidRPr="0057069A">
              <w:rPr>
                <w:sz w:val="24"/>
                <w:szCs w:val="24"/>
              </w:rPr>
              <w:t>со скакалкой (за 1 мин)</w:t>
            </w: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130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110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125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135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120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135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115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135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125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135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6C3628" w:rsidRPr="0057069A" w:rsidRDefault="006C3628" w:rsidP="008A007A">
            <w:pPr>
              <w:pStyle w:val="TableParagraph"/>
              <w:spacing w:line="220" w:lineRule="exact"/>
              <w:ind w:left="107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Приём мяча сверху</w:t>
            </w:r>
          </w:p>
          <w:p w:rsidR="006C3628" w:rsidRPr="0057069A" w:rsidRDefault="006C3628" w:rsidP="008A007A">
            <w:pPr>
              <w:pStyle w:val="TableParagraph"/>
              <w:spacing w:line="228" w:lineRule="exact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(над собой)</w:t>
            </w: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6C3628" w:rsidRPr="0057069A" w:rsidRDefault="006C3628" w:rsidP="008A007A">
            <w:pPr>
              <w:pStyle w:val="TableParagraph"/>
              <w:spacing w:line="220" w:lineRule="exact"/>
              <w:ind w:left="107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Приём мяча снизу</w:t>
            </w:r>
          </w:p>
          <w:p w:rsidR="006C3628" w:rsidRPr="0057069A" w:rsidRDefault="006C3628" w:rsidP="008A007A">
            <w:pPr>
              <w:pStyle w:val="TableParagraph"/>
              <w:spacing w:line="228" w:lineRule="exact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(над собой)</w:t>
            </w: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</w:tr>
      <w:tr w:rsidR="006C3628" w:rsidRPr="0057069A" w:rsidTr="008A007A">
        <w:trPr>
          <w:gridAfter w:val="1"/>
          <w:wAfter w:w="6" w:type="dxa"/>
          <w:trHeight w:val="229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6C3628" w:rsidRPr="0057069A" w:rsidRDefault="006C3628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Нижняя </w:t>
            </w:r>
            <w:r w:rsidRPr="0057069A">
              <w:rPr>
                <w:sz w:val="24"/>
                <w:szCs w:val="24"/>
              </w:rPr>
              <w:t>прямая подача</w:t>
            </w: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6C3628" w:rsidRPr="0057069A" w:rsidRDefault="006C3628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Верхняя </w:t>
            </w:r>
            <w:r w:rsidRPr="0057069A">
              <w:rPr>
                <w:sz w:val="24"/>
                <w:szCs w:val="24"/>
              </w:rPr>
              <w:t>прямая подача</w:t>
            </w: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</w:tr>
      <w:tr w:rsidR="006C3628" w:rsidRPr="0057069A" w:rsidTr="008A007A">
        <w:trPr>
          <w:gridAfter w:val="1"/>
          <w:wAfter w:w="6" w:type="dxa"/>
          <w:trHeight w:val="229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6C3628" w:rsidRPr="0057069A" w:rsidRDefault="006C3628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Бросок в кольцо </w:t>
            </w:r>
            <w:r w:rsidRPr="0057069A">
              <w:rPr>
                <w:sz w:val="24"/>
                <w:szCs w:val="24"/>
              </w:rPr>
              <w:t>после ведения (5</w:t>
            </w:r>
          </w:p>
          <w:p w:rsidR="006C3628" w:rsidRPr="0057069A" w:rsidRDefault="006C3628" w:rsidP="008A007A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попыток)</w:t>
            </w: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1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1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1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1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1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1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1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50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6C3628" w:rsidRPr="0057069A" w:rsidRDefault="006C3628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Штрафной бросок </w:t>
            </w:r>
            <w:r w:rsidRPr="0057069A">
              <w:rPr>
                <w:sz w:val="24"/>
                <w:szCs w:val="24"/>
              </w:rPr>
              <w:t>в кольцо</w:t>
            </w: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50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6C3628" w:rsidRPr="0057069A" w:rsidRDefault="006C3628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на лыжах </w:t>
            </w:r>
            <w:r w:rsidRPr="0057069A">
              <w:rPr>
                <w:sz w:val="24"/>
                <w:szCs w:val="24"/>
              </w:rPr>
              <w:t>на 3км (мин., сек)</w:t>
            </w: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18,45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1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17,45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16,30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22,30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21,30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19,30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19,15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18,45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17,30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20,20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19,30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18,00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6C3628" w:rsidRPr="0057069A" w:rsidRDefault="006C3628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на лыжах </w:t>
            </w:r>
            <w:r w:rsidRPr="0057069A">
              <w:rPr>
                <w:sz w:val="24"/>
                <w:szCs w:val="24"/>
              </w:rPr>
              <w:t>на 5км (мин., сек)</w:t>
            </w: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28,00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1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27,15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26,00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25,40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1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25,00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23,40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26,30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1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25,30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23,30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37,00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35,00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31,00</w:t>
            </w:r>
          </w:p>
        </w:tc>
      </w:tr>
      <w:tr w:rsidR="006C3628" w:rsidRPr="0057069A" w:rsidTr="008A007A">
        <w:trPr>
          <w:gridAfter w:val="1"/>
          <w:wAfter w:w="6" w:type="dxa"/>
          <w:trHeight w:val="229"/>
        </w:trPr>
        <w:tc>
          <w:tcPr>
            <w:tcW w:w="3404" w:type="dxa"/>
            <w:vMerge w:val="restart"/>
          </w:tcPr>
          <w:p w:rsidR="006C3628" w:rsidRPr="0057069A" w:rsidRDefault="006C3628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Кросс </w:t>
            </w:r>
            <w:r w:rsidRPr="0057069A">
              <w:rPr>
                <w:sz w:val="24"/>
                <w:szCs w:val="24"/>
              </w:rPr>
              <w:t>на 3км по пересечённой</w:t>
            </w:r>
          </w:p>
          <w:p w:rsidR="006C3628" w:rsidRPr="0057069A" w:rsidRDefault="006C3628" w:rsidP="008A007A">
            <w:pPr>
              <w:pStyle w:val="TableParagraph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местности (заменяет бег на лыжах)</w:t>
            </w: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5065" w:type="dxa"/>
            <w:gridSpan w:val="6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732" w:right="172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2516" w:type="dxa"/>
            <w:gridSpan w:val="3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480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6C3628" w:rsidRPr="0057069A" w:rsidRDefault="006C3628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2516" w:type="dxa"/>
            <w:gridSpan w:val="3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480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</w:tr>
      <w:tr w:rsidR="006C3628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Кросс </w:t>
            </w:r>
            <w:r w:rsidRPr="0057069A">
              <w:rPr>
                <w:sz w:val="24"/>
                <w:szCs w:val="24"/>
              </w:rPr>
              <w:t>на 5км по пересечённой</w:t>
            </w:r>
          </w:p>
        </w:tc>
        <w:tc>
          <w:tcPr>
            <w:tcW w:w="1133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2549" w:type="dxa"/>
            <w:gridSpan w:val="3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494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  <w:tc>
          <w:tcPr>
            <w:tcW w:w="851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6C3628" w:rsidRPr="0057069A" w:rsidRDefault="006C3628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6C3628" w:rsidRPr="0057069A" w:rsidTr="00FA51C7">
        <w:trPr>
          <w:trHeight w:val="232"/>
        </w:trPr>
        <w:tc>
          <w:tcPr>
            <w:tcW w:w="3404" w:type="dxa"/>
          </w:tcPr>
          <w:p w:rsidR="006C3628" w:rsidRPr="0057069A" w:rsidRDefault="006C3628" w:rsidP="00FA51C7">
            <w:pPr>
              <w:pStyle w:val="TableParagraph"/>
              <w:spacing w:line="212" w:lineRule="exact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местности (заменяет бег на лыжах)</w:t>
            </w:r>
          </w:p>
        </w:tc>
        <w:tc>
          <w:tcPr>
            <w:tcW w:w="1133" w:type="dxa"/>
          </w:tcPr>
          <w:p w:rsidR="006C3628" w:rsidRPr="0057069A" w:rsidRDefault="006C3628" w:rsidP="00FA51C7">
            <w:pPr>
              <w:pStyle w:val="TableParagraph"/>
              <w:spacing w:line="212" w:lineRule="exact"/>
              <w:ind w:left="333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2552" w:type="dxa"/>
            <w:gridSpan w:val="3"/>
          </w:tcPr>
          <w:p w:rsidR="006C3628" w:rsidRPr="0057069A" w:rsidRDefault="006C3628" w:rsidP="00FA51C7">
            <w:pPr>
              <w:pStyle w:val="TableParagraph"/>
              <w:spacing w:line="212" w:lineRule="exact"/>
              <w:ind w:left="494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  <w:tc>
          <w:tcPr>
            <w:tcW w:w="852" w:type="dxa"/>
          </w:tcPr>
          <w:p w:rsidR="006C3628" w:rsidRPr="0057069A" w:rsidRDefault="006C3628" w:rsidP="00FA51C7">
            <w:pPr>
              <w:pStyle w:val="TableParagraph"/>
              <w:spacing w:line="212" w:lineRule="exact"/>
              <w:ind w:left="5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C3628" w:rsidRPr="0057069A" w:rsidRDefault="006C3628" w:rsidP="00FA51C7">
            <w:pPr>
              <w:pStyle w:val="TableParagraph"/>
              <w:spacing w:line="212" w:lineRule="exact"/>
              <w:ind w:left="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7" w:type="dxa"/>
            <w:gridSpan w:val="2"/>
          </w:tcPr>
          <w:p w:rsidR="006C3628" w:rsidRPr="0057069A" w:rsidRDefault="006C3628" w:rsidP="00FA51C7">
            <w:pPr>
              <w:pStyle w:val="TableParagraph"/>
              <w:spacing w:line="212" w:lineRule="exact"/>
              <w:ind w:left="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</w:tbl>
    <w:p w:rsidR="006C3628" w:rsidRDefault="006C3628" w:rsidP="00D65949"/>
    <w:sectPr w:rsidR="006C3628" w:rsidSect="00F15991">
      <w:pgSz w:w="11910" w:h="16840"/>
      <w:pgMar w:top="1040" w:right="720" w:bottom="1160" w:left="1480" w:header="0" w:footer="9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628" w:rsidRDefault="006C3628" w:rsidP="00F15991">
      <w:r>
        <w:separator/>
      </w:r>
    </w:p>
  </w:endnote>
  <w:endnote w:type="continuationSeparator" w:id="0">
    <w:p w:rsidR="006C3628" w:rsidRDefault="006C3628" w:rsidP="00F159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628" w:rsidRDefault="006C3628">
    <w:pPr>
      <w:pStyle w:val="BodyText"/>
      <w:spacing w:line="14" w:lineRule="auto"/>
      <w:rPr>
        <w:sz w:val="14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5.9pt;margin-top:794.25pt;width:9pt;height:13.05pt;z-index:-251659776;mso-position-horizontal-relative:page;mso-position-vertical-relative:page" filled="f" stroked="f">
          <v:textbox style="mso-next-textbox:#_x0000_s2049" inset="0,0,0,0">
            <w:txbxContent>
              <w:p w:rsidR="006C3628" w:rsidRDefault="006C3628">
                <w:pPr>
                  <w:spacing w:before="10"/>
                  <w:ind w:left="4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628" w:rsidRDefault="006C3628">
    <w:pPr>
      <w:pStyle w:val="BodyText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3.05pt;margin-top:783pt;width:18.35pt;height:15.2pt;z-index:-251657728;mso-position-horizontal-relative:page;mso-position-vertical-relative:page" filled="f" stroked="f">
          <v:textbox inset="0,0,0,0">
            <w:txbxContent>
              <w:p w:rsidR="006C3628" w:rsidRDefault="006C3628">
                <w:pPr>
                  <w:spacing w:before="6"/>
                  <w:ind w:left="40"/>
                  <w:rPr>
                    <w:sz w:val="24"/>
                  </w:rPr>
                </w:pPr>
                <w:r>
                  <w:rPr>
                    <w:color w:val="231F20"/>
                    <w:w w:val="120"/>
                    <w:sz w:val="24"/>
                  </w:rPr>
                  <w:fldChar w:fldCharType="begin"/>
                </w:r>
                <w:r>
                  <w:rPr>
                    <w:color w:val="231F20"/>
                    <w:w w:val="120"/>
                    <w:sz w:val="24"/>
                  </w:rPr>
                  <w:instrText xml:space="preserve"> PAGE </w:instrText>
                </w:r>
                <w:r>
                  <w:rPr>
                    <w:color w:val="231F20"/>
                    <w:w w:val="120"/>
                    <w:sz w:val="24"/>
                  </w:rPr>
                  <w:fldChar w:fldCharType="separate"/>
                </w:r>
                <w:r>
                  <w:rPr>
                    <w:noProof/>
                    <w:color w:val="231F20"/>
                    <w:w w:val="120"/>
                    <w:sz w:val="24"/>
                  </w:rPr>
                  <w:t>14</w:t>
                </w:r>
                <w:r>
                  <w:rPr>
                    <w:color w:val="231F20"/>
                    <w:w w:val="12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628" w:rsidRDefault="006C3628">
    <w:pPr>
      <w:pStyle w:val="BodyText"/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628" w:rsidRDefault="006C3628">
    <w:pPr>
      <w:pStyle w:val="BodyText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10.5pt;margin-top:536.1pt;width:14.1pt;height:13.05pt;z-index:-251658752;mso-position-horizontal-relative:page;mso-position-vertical-relative:page" filled="f" stroked="f">
          <v:textbox inset="0,0,0,0">
            <w:txbxContent>
              <w:p w:rsidR="006C3628" w:rsidRPr="00D65949" w:rsidRDefault="006C3628" w:rsidP="00D65949"/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628" w:rsidRDefault="006C3628">
    <w:pPr>
      <w:pStyle w:val="BodyText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628" w:rsidRDefault="006C3628" w:rsidP="00D65949">
    <w:pPr>
      <w:pStyle w:val="Footer"/>
    </w:pPr>
  </w:p>
  <w:p w:rsidR="006C3628" w:rsidRPr="00D65949" w:rsidRDefault="006C3628" w:rsidP="00D659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628" w:rsidRDefault="006C3628" w:rsidP="00F15991">
      <w:r>
        <w:separator/>
      </w:r>
    </w:p>
  </w:footnote>
  <w:footnote w:type="continuationSeparator" w:id="0">
    <w:p w:rsidR="006C3628" w:rsidRDefault="006C3628" w:rsidP="00F159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03CE4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AA2B0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C7842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592910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BC44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BAA6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46EE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FA045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288D3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4129C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EAC0372"/>
    <w:multiLevelType w:val="hybridMultilevel"/>
    <w:tmpl w:val="CB5620C8"/>
    <w:lvl w:ilvl="0" w:tplc="04190001">
      <w:start w:val="1"/>
      <w:numFmt w:val="bullet"/>
      <w:lvlText w:val=""/>
      <w:lvlJc w:val="left"/>
      <w:pPr>
        <w:tabs>
          <w:tab w:val="num" w:pos="1302"/>
        </w:tabs>
        <w:ind w:left="13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2"/>
        </w:tabs>
        <w:ind w:left="20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2"/>
        </w:tabs>
        <w:ind w:left="27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2"/>
        </w:tabs>
        <w:ind w:left="34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2"/>
        </w:tabs>
        <w:ind w:left="41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2"/>
        </w:tabs>
        <w:ind w:left="49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2"/>
        </w:tabs>
        <w:ind w:left="56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2"/>
        </w:tabs>
        <w:ind w:left="63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2"/>
        </w:tabs>
        <w:ind w:left="7062" w:hanging="360"/>
      </w:pPr>
      <w:rPr>
        <w:rFonts w:ascii="Wingdings" w:hAnsi="Wingdings" w:hint="default"/>
      </w:rPr>
    </w:lvl>
  </w:abstractNum>
  <w:abstractNum w:abstractNumId="11">
    <w:nsid w:val="0EED3B0E"/>
    <w:multiLevelType w:val="hybridMultilevel"/>
    <w:tmpl w:val="900E0888"/>
    <w:lvl w:ilvl="0" w:tplc="8E56EF46">
      <w:start w:val="1"/>
      <w:numFmt w:val="decimal"/>
      <w:lvlText w:val="%1)"/>
      <w:lvlJc w:val="left"/>
      <w:pPr>
        <w:ind w:left="120" w:hanging="272"/>
      </w:pPr>
      <w:rPr>
        <w:rFonts w:ascii="Times New Roman" w:eastAsia="Times New Roman" w:hAnsi="Times New Roman" w:cs="Times New Roman" w:hint="default"/>
        <w:color w:val="231F20"/>
        <w:w w:val="114"/>
        <w:sz w:val="21"/>
        <w:szCs w:val="21"/>
      </w:rPr>
    </w:lvl>
    <w:lvl w:ilvl="1" w:tplc="E550C6D0">
      <w:start w:val="1"/>
      <w:numFmt w:val="decimal"/>
      <w:lvlText w:val="%2."/>
      <w:lvlJc w:val="left"/>
      <w:pPr>
        <w:ind w:left="3070" w:hanging="319"/>
      </w:pPr>
      <w:rPr>
        <w:rFonts w:ascii="Arial" w:eastAsia="Times New Roman" w:hAnsi="Arial" w:cs="Arial" w:hint="default"/>
        <w:i/>
        <w:color w:val="231F20"/>
        <w:w w:val="107"/>
        <w:sz w:val="26"/>
        <w:szCs w:val="26"/>
      </w:rPr>
    </w:lvl>
    <w:lvl w:ilvl="2" w:tplc="B8AAF00C">
      <w:start w:val="1"/>
      <w:numFmt w:val="decimal"/>
      <w:lvlText w:val="%3."/>
      <w:lvlJc w:val="left"/>
      <w:pPr>
        <w:ind w:left="119" w:hanging="262"/>
      </w:pPr>
      <w:rPr>
        <w:rFonts w:ascii="Times New Roman" w:eastAsia="Times New Roman" w:hAnsi="Times New Roman" w:cs="Times New Roman" w:hint="default"/>
        <w:i/>
        <w:color w:val="231F20"/>
        <w:spacing w:val="-1"/>
        <w:w w:val="121"/>
        <w:sz w:val="21"/>
        <w:szCs w:val="21"/>
      </w:rPr>
    </w:lvl>
    <w:lvl w:ilvl="3" w:tplc="B06CB794">
      <w:numFmt w:val="bullet"/>
      <w:lvlText w:val="•"/>
      <w:lvlJc w:val="left"/>
      <w:pPr>
        <w:ind w:left="4427" w:hanging="262"/>
      </w:pPr>
    </w:lvl>
    <w:lvl w:ilvl="4" w:tplc="5FCA63DE">
      <w:numFmt w:val="bullet"/>
      <w:lvlText w:val="•"/>
      <w:lvlJc w:val="left"/>
      <w:pPr>
        <w:ind w:left="5101" w:hanging="262"/>
      </w:pPr>
    </w:lvl>
    <w:lvl w:ilvl="5" w:tplc="9E6E6DB6">
      <w:numFmt w:val="bullet"/>
      <w:lvlText w:val="•"/>
      <w:lvlJc w:val="left"/>
      <w:pPr>
        <w:ind w:left="5775" w:hanging="262"/>
      </w:pPr>
    </w:lvl>
    <w:lvl w:ilvl="6" w:tplc="6922CACA">
      <w:numFmt w:val="bullet"/>
      <w:lvlText w:val="•"/>
      <w:lvlJc w:val="left"/>
      <w:pPr>
        <w:ind w:left="6449" w:hanging="262"/>
      </w:pPr>
    </w:lvl>
    <w:lvl w:ilvl="7" w:tplc="1F44CEBA">
      <w:numFmt w:val="bullet"/>
      <w:lvlText w:val="•"/>
      <w:lvlJc w:val="left"/>
      <w:pPr>
        <w:ind w:left="7123" w:hanging="262"/>
      </w:pPr>
    </w:lvl>
    <w:lvl w:ilvl="8" w:tplc="73F84D02">
      <w:numFmt w:val="bullet"/>
      <w:lvlText w:val="•"/>
      <w:lvlJc w:val="left"/>
      <w:pPr>
        <w:ind w:left="7797" w:hanging="262"/>
      </w:pPr>
    </w:lvl>
  </w:abstractNum>
  <w:abstractNum w:abstractNumId="12">
    <w:nsid w:val="12C12F66"/>
    <w:multiLevelType w:val="hybridMultilevel"/>
    <w:tmpl w:val="FFFFFFFF"/>
    <w:lvl w:ilvl="0" w:tplc="1C4A9590">
      <w:numFmt w:val="bullet"/>
      <w:lvlText w:val=""/>
      <w:lvlJc w:val="left"/>
      <w:pPr>
        <w:ind w:left="107" w:hanging="284"/>
      </w:pPr>
      <w:rPr>
        <w:rFonts w:ascii="Symbol" w:eastAsia="Times New Roman" w:hAnsi="Symbol" w:hint="default"/>
        <w:w w:val="99"/>
        <w:sz w:val="20"/>
      </w:rPr>
    </w:lvl>
    <w:lvl w:ilvl="1" w:tplc="1F2AEB50">
      <w:numFmt w:val="bullet"/>
      <w:lvlText w:val="•"/>
      <w:lvlJc w:val="left"/>
      <w:pPr>
        <w:ind w:left="468" w:hanging="284"/>
      </w:pPr>
      <w:rPr>
        <w:rFonts w:hint="default"/>
      </w:rPr>
    </w:lvl>
    <w:lvl w:ilvl="2" w:tplc="E7F8B44A">
      <w:numFmt w:val="bullet"/>
      <w:lvlText w:val="•"/>
      <w:lvlJc w:val="left"/>
      <w:pPr>
        <w:ind w:left="837" w:hanging="284"/>
      </w:pPr>
      <w:rPr>
        <w:rFonts w:hint="default"/>
      </w:rPr>
    </w:lvl>
    <w:lvl w:ilvl="3" w:tplc="EBE0827A">
      <w:numFmt w:val="bullet"/>
      <w:lvlText w:val="•"/>
      <w:lvlJc w:val="left"/>
      <w:pPr>
        <w:ind w:left="1205" w:hanging="284"/>
      </w:pPr>
      <w:rPr>
        <w:rFonts w:hint="default"/>
      </w:rPr>
    </w:lvl>
    <w:lvl w:ilvl="4" w:tplc="2AC41828">
      <w:numFmt w:val="bullet"/>
      <w:lvlText w:val="•"/>
      <w:lvlJc w:val="left"/>
      <w:pPr>
        <w:ind w:left="1574" w:hanging="284"/>
      </w:pPr>
      <w:rPr>
        <w:rFonts w:hint="default"/>
      </w:rPr>
    </w:lvl>
    <w:lvl w:ilvl="5" w:tplc="11F439A4">
      <w:numFmt w:val="bullet"/>
      <w:lvlText w:val="•"/>
      <w:lvlJc w:val="left"/>
      <w:pPr>
        <w:ind w:left="1942" w:hanging="284"/>
      </w:pPr>
      <w:rPr>
        <w:rFonts w:hint="default"/>
      </w:rPr>
    </w:lvl>
    <w:lvl w:ilvl="6" w:tplc="B5342448">
      <w:numFmt w:val="bullet"/>
      <w:lvlText w:val="•"/>
      <w:lvlJc w:val="left"/>
      <w:pPr>
        <w:ind w:left="2311" w:hanging="284"/>
      </w:pPr>
      <w:rPr>
        <w:rFonts w:hint="default"/>
      </w:rPr>
    </w:lvl>
    <w:lvl w:ilvl="7" w:tplc="221AA9A8">
      <w:numFmt w:val="bullet"/>
      <w:lvlText w:val="•"/>
      <w:lvlJc w:val="left"/>
      <w:pPr>
        <w:ind w:left="2679" w:hanging="284"/>
      </w:pPr>
      <w:rPr>
        <w:rFonts w:hint="default"/>
      </w:rPr>
    </w:lvl>
    <w:lvl w:ilvl="8" w:tplc="2640E6AA">
      <w:numFmt w:val="bullet"/>
      <w:lvlText w:val="•"/>
      <w:lvlJc w:val="left"/>
      <w:pPr>
        <w:ind w:left="3048" w:hanging="284"/>
      </w:pPr>
      <w:rPr>
        <w:rFonts w:hint="default"/>
      </w:rPr>
    </w:lvl>
  </w:abstractNum>
  <w:abstractNum w:abstractNumId="13">
    <w:nsid w:val="1EB258F1"/>
    <w:multiLevelType w:val="hybridMultilevel"/>
    <w:tmpl w:val="FFFFFFFF"/>
    <w:lvl w:ilvl="0" w:tplc="B964A21A">
      <w:start w:val="1"/>
      <w:numFmt w:val="decimal"/>
      <w:lvlText w:val="%1."/>
      <w:lvlJc w:val="left"/>
      <w:pPr>
        <w:ind w:left="1678" w:hanging="708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394697AA">
      <w:numFmt w:val="bullet"/>
      <w:lvlText w:val="•"/>
      <w:lvlJc w:val="left"/>
      <w:pPr>
        <w:ind w:left="2496" w:hanging="708"/>
      </w:pPr>
      <w:rPr>
        <w:rFonts w:hint="default"/>
      </w:rPr>
    </w:lvl>
    <w:lvl w:ilvl="2" w:tplc="EC9A518E">
      <w:numFmt w:val="bullet"/>
      <w:lvlText w:val="•"/>
      <w:lvlJc w:val="left"/>
      <w:pPr>
        <w:ind w:left="3313" w:hanging="708"/>
      </w:pPr>
      <w:rPr>
        <w:rFonts w:hint="default"/>
      </w:rPr>
    </w:lvl>
    <w:lvl w:ilvl="3" w:tplc="3FFAEBF4">
      <w:numFmt w:val="bullet"/>
      <w:lvlText w:val="•"/>
      <w:lvlJc w:val="left"/>
      <w:pPr>
        <w:ind w:left="4129" w:hanging="708"/>
      </w:pPr>
      <w:rPr>
        <w:rFonts w:hint="default"/>
      </w:rPr>
    </w:lvl>
    <w:lvl w:ilvl="4" w:tplc="A09C036A">
      <w:numFmt w:val="bullet"/>
      <w:lvlText w:val="•"/>
      <w:lvlJc w:val="left"/>
      <w:pPr>
        <w:ind w:left="4946" w:hanging="708"/>
      </w:pPr>
      <w:rPr>
        <w:rFonts w:hint="default"/>
      </w:rPr>
    </w:lvl>
    <w:lvl w:ilvl="5" w:tplc="624C56E2">
      <w:numFmt w:val="bullet"/>
      <w:lvlText w:val="•"/>
      <w:lvlJc w:val="left"/>
      <w:pPr>
        <w:ind w:left="5763" w:hanging="708"/>
      </w:pPr>
      <w:rPr>
        <w:rFonts w:hint="default"/>
      </w:rPr>
    </w:lvl>
    <w:lvl w:ilvl="6" w:tplc="AD6A3C04">
      <w:numFmt w:val="bullet"/>
      <w:lvlText w:val="•"/>
      <w:lvlJc w:val="left"/>
      <w:pPr>
        <w:ind w:left="6579" w:hanging="708"/>
      </w:pPr>
      <w:rPr>
        <w:rFonts w:hint="default"/>
      </w:rPr>
    </w:lvl>
    <w:lvl w:ilvl="7" w:tplc="E3F24F5E">
      <w:numFmt w:val="bullet"/>
      <w:lvlText w:val="•"/>
      <w:lvlJc w:val="left"/>
      <w:pPr>
        <w:ind w:left="7396" w:hanging="708"/>
      </w:pPr>
      <w:rPr>
        <w:rFonts w:hint="default"/>
      </w:rPr>
    </w:lvl>
    <w:lvl w:ilvl="8" w:tplc="58D44998">
      <w:numFmt w:val="bullet"/>
      <w:lvlText w:val="•"/>
      <w:lvlJc w:val="left"/>
      <w:pPr>
        <w:ind w:left="8213" w:hanging="708"/>
      </w:pPr>
      <w:rPr>
        <w:rFonts w:hint="default"/>
      </w:rPr>
    </w:lvl>
  </w:abstractNum>
  <w:abstractNum w:abstractNumId="14">
    <w:nsid w:val="214753BE"/>
    <w:multiLevelType w:val="hybridMultilevel"/>
    <w:tmpl w:val="FFFFFFFF"/>
    <w:lvl w:ilvl="0" w:tplc="EFF64EAA">
      <w:start w:val="1"/>
      <w:numFmt w:val="decimal"/>
      <w:lvlText w:val="%1."/>
      <w:lvlJc w:val="left"/>
      <w:pPr>
        <w:ind w:left="1690" w:hanging="72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433A6520">
      <w:numFmt w:val="bullet"/>
      <w:lvlText w:val="•"/>
      <w:lvlJc w:val="left"/>
      <w:pPr>
        <w:ind w:left="1700" w:hanging="720"/>
      </w:pPr>
      <w:rPr>
        <w:rFonts w:hint="default"/>
      </w:rPr>
    </w:lvl>
    <w:lvl w:ilvl="2" w:tplc="02C47F38">
      <w:numFmt w:val="bullet"/>
      <w:lvlText w:val="•"/>
      <w:lvlJc w:val="left"/>
      <w:pPr>
        <w:ind w:left="2605" w:hanging="720"/>
      </w:pPr>
      <w:rPr>
        <w:rFonts w:hint="default"/>
      </w:rPr>
    </w:lvl>
    <w:lvl w:ilvl="3" w:tplc="2DAC9D3C">
      <w:numFmt w:val="bullet"/>
      <w:lvlText w:val="•"/>
      <w:lvlJc w:val="left"/>
      <w:pPr>
        <w:ind w:left="3510" w:hanging="720"/>
      </w:pPr>
      <w:rPr>
        <w:rFonts w:hint="default"/>
      </w:rPr>
    </w:lvl>
    <w:lvl w:ilvl="4" w:tplc="6CB48CD0">
      <w:numFmt w:val="bullet"/>
      <w:lvlText w:val="•"/>
      <w:lvlJc w:val="left"/>
      <w:pPr>
        <w:ind w:left="4415" w:hanging="720"/>
      </w:pPr>
      <w:rPr>
        <w:rFonts w:hint="default"/>
      </w:rPr>
    </w:lvl>
    <w:lvl w:ilvl="5" w:tplc="93CECCDE">
      <w:numFmt w:val="bullet"/>
      <w:lvlText w:val="•"/>
      <w:lvlJc w:val="left"/>
      <w:pPr>
        <w:ind w:left="5320" w:hanging="720"/>
      </w:pPr>
      <w:rPr>
        <w:rFonts w:hint="default"/>
      </w:rPr>
    </w:lvl>
    <w:lvl w:ilvl="6" w:tplc="FDC4DB1E">
      <w:numFmt w:val="bullet"/>
      <w:lvlText w:val="•"/>
      <w:lvlJc w:val="left"/>
      <w:pPr>
        <w:ind w:left="6225" w:hanging="720"/>
      </w:pPr>
      <w:rPr>
        <w:rFonts w:hint="default"/>
      </w:rPr>
    </w:lvl>
    <w:lvl w:ilvl="7" w:tplc="C48CBCF4">
      <w:numFmt w:val="bullet"/>
      <w:lvlText w:val="•"/>
      <w:lvlJc w:val="left"/>
      <w:pPr>
        <w:ind w:left="7130" w:hanging="720"/>
      </w:pPr>
      <w:rPr>
        <w:rFonts w:hint="default"/>
      </w:rPr>
    </w:lvl>
    <w:lvl w:ilvl="8" w:tplc="5478DBF8">
      <w:numFmt w:val="bullet"/>
      <w:lvlText w:val="•"/>
      <w:lvlJc w:val="left"/>
      <w:pPr>
        <w:ind w:left="8036" w:hanging="720"/>
      </w:pPr>
      <w:rPr>
        <w:rFonts w:hint="default"/>
      </w:rPr>
    </w:lvl>
  </w:abstractNum>
  <w:abstractNum w:abstractNumId="15">
    <w:nsid w:val="22721892"/>
    <w:multiLevelType w:val="multilevel"/>
    <w:tmpl w:val="B58E85E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1"/>
        </w:tabs>
        <w:ind w:left="6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2"/>
        </w:tabs>
        <w:ind w:left="1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3"/>
        </w:tabs>
        <w:ind w:left="18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116"/>
        </w:tabs>
        <w:ind w:left="-1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55"/>
        </w:tabs>
        <w:ind w:left="-5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354"/>
        </w:tabs>
        <w:ind w:left="-35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93"/>
        </w:tabs>
        <w:ind w:left="-29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32"/>
        </w:tabs>
        <w:ind w:left="-232" w:hanging="2160"/>
      </w:pPr>
      <w:rPr>
        <w:rFonts w:cs="Times New Roman" w:hint="default"/>
      </w:rPr>
    </w:lvl>
  </w:abstractNum>
  <w:abstractNum w:abstractNumId="16">
    <w:nsid w:val="24050145"/>
    <w:multiLevelType w:val="multilevel"/>
    <w:tmpl w:val="9F68C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25FB3FF6"/>
    <w:multiLevelType w:val="hybridMultilevel"/>
    <w:tmpl w:val="FFFFFFFF"/>
    <w:lvl w:ilvl="0" w:tplc="0D32ACE2">
      <w:start w:val="1"/>
      <w:numFmt w:val="decimal"/>
      <w:lvlText w:val="%1."/>
      <w:lvlJc w:val="left"/>
      <w:pPr>
        <w:ind w:left="942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F20AC8E">
      <w:numFmt w:val="bullet"/>
      <w:lvlText w:val="•"/>
      <w:lvlJc w:val="left"/>
      <w:pPr>
        <w:ind w:left="1820" w:hanging="348"/>
      </w:pPr>
      <w:rPr>
        <w:rFonts w:hint="default"/>
      </w:rPr>
    </w:lvl>
    <w:lvl w:ilvl="2" w:tplc="56AA3F14">
      <w:numFmt w:val="bullet"/>
      <w:lvlText w:val="•"/>
      <w:lvlJc w:val="left"/>
      <w:pPr>
        <w:ind w:left="2696" w:hanging="348"/>
      </w:pPr>
      <w:rPr>
        <w:rFonts w:hint="default"/>
      </w:rPr>
    </w:lvl>
    <w:lvl w:ilvl="3" w:tplc="58D8D69A">
      <w:numFmt w:val="bullet"/>
      <w:lvlText w:val="•"/>
      <w:lvlJc w:val="left"/>
      <w:pPr>
        <w:ind w:left="3572" w:hanging="348"/>
      </w:pPr>
      <w:rPr>
        <w:rFonts w:hint="default"/>
      </w:rPr>
    </w:lvl>
    <w:lvl w:ilvl="4" w:tplc="62CEFEAE">
      <w:numFmt w:val="bullet"/>
      <w:lvlText w:val="•"/>
      <w:lvlJc w:val="left"/>
      <w:pPr>
        <w:ind w:left="4448" w:hanging="348"/>
      </w:pPr>
      <w:rPr>
        <w:rFonts w:hint="default"/>
      </w:rPr>
    </w:lvl>
    <w:lvl w:ilvl="5" w:tplc="06C28548">
      <w:numFmt w:val="bullet"/>
      <w:lvlText w:val="•"/>
      <w:lvlJc w:val="left"/>
      <w:pPr>
        <w:ind w:left="5325" w:hanging="348"/>
      </w:pPr>
      <w:rPr>
        <w:rFonts w:hint="default"/>
      </w:rPr>
    </w:lvl>
    <w:lvl w:ilvl="6" w:tplc="844A9890">
      <w:numFmt w:val="bullet"/>
      <w:lvlText w:val="•"/>
      <w:lvlJc w:val="left"/>
      <w:pPr>
        <w:ind w:left="6201" w:hanging="348"/>
      </w:pPr>
      <w:rPr>
        <w:rFonts w:hint="default"/>
      </w:rPr>
    </w:lvl>
    <w:lvl w:ilvl="7" w:tplc="54362746">
      <w:numFmt w:val="bullet"/>
      <w:lvlText w:val="•"/>
      <w:lvlJc w:val="left"/>
      <w:pPr>
        <w:ind w:left="7077" w:hanging="348"/>
      </w:pPr>
      <w:rPr>
        <w:rFonts w:hint="default"/>
      </w:rPr>
    </w:lvl>
    <w:lvl w:ilvl="8" w:tplc="22FC62DA">
      <w:numFmt w:val="bullet"/>
      <w:lvlText w:val="•"/>
      <w:lvlJc w:val="left"/>
      <w:pPr>
        <w:ind w:left="7953" w:hanging="348"/>
      </w:pPr>
      <w:rPr>
        <w:rFonts w:hint="default"/>
      </w:rPr>
    </w:lvl>
  </w:abstractNum>
  <w:abstractNum w:abstractNumId="18">
    <w:nsid w:val="27065697"/>
    <w:multiLevelType w:val="hybridMultilevel"/>
    <w:tmpl w:val="AC82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0711613"/>
    <w:multiLevelType w:val="hybridMultilevel"/>
    <w:tmpl w:val="FFFFFFFF"/>
    <w:lvl w:ilvl="0" w:tplc="2152C51A">
      <w:numFmt w:val="bullet"/>
      <w:lvlText w:val="–"/>
      <w:lvlJc w:val="left"/>
      <w:pPr>
        <w:ind w:left="108" w:hanging="250"/>
      </w:pPr>
      <w:rPr>
        <w:rFonts w:ascii="Times New Roman" w:eastAsia="Times New Roman" w:hAnsi="Times New Roman" w:hint="default"/>
        <w:spacing w:val="-8"/>
        <w:w w:val="100"/>
        <w:sz w:val="24"/>
      </w:rPr>
    </w:lvl>
    <w:lvl w:ilvl="1" w:tplc="EFCC112E">
      <w:numFmt w:val="bullet"/>
      <w:lvlText w:val="•"/>
      <w:lvlJc w:val="left"/>
      <w:pPr>
        <w:ind w:left="562" w:hanging="250"/>
      </w:pPr>
      <w:rPr>
        <w:rFonts w:hint="default"/>
      </w:rPr>
    </w:lvl>
    <w:lvl w:ilvl="2" w:tplc="838C30B4">
      <w:numFmt w:val="bullet"/>
      <w:lvlText w:val="•"/>
      <w:lvlJc w:val="left"/>
      <w:pPr>
        <w:ind w:left="1024" w:hanging="250"/>
      </w:pPr>
      <w:rPr>
        <w:rFonts w:hint="default"/>
      </w:rPr>
    </w:lvl>
    <w:lvl w:ilvl="3" w:tplc="DC96E508">
      <w:numFmt w:val="bullet"/>
      <w:lvlText w:val="•"/>
      <w:lvlJc w:val="left"/>
      <w:pPr>
        <w:ind w:left="1486" w:hanging="250"/>
      </w:pPr>
      <w:rPr>
        <w:rFonts w:hint="default"/>
      </w:rPr>
    </w:lvl>
    <w:lvl w:ilvl="4" w:tplc="E2E04E6A">
      <w:numFmt w:val="bullet"/>
      <w:lvlText w:val="•"/>
      <w:lvlJc w:val="left"/>
      <w:pPr>
        <w:ind w:left="1949" w:hanging="250"/>
      </w:pPr>
      <w:rPr>
        <w:rFonts w:hint="default"/>
      </w:rPr>
    </w:lvl>
    <w:lvl w:ilvl="5" w:tplc="AC4C84B2">
      <w:numFmt w:val="bullet"/>
      <w:lvlText w:val="•"/>
      <w:lvlJc w:val="left"/>
      <w:pPr>
        <w:ind w:left="2411" w:hanging="250"/>
      </w:pPr>
      <w:rPr>
        <w:rFonts w:hint="default"/>
      </w:rPr>
    </w:lvl>
    <w:lvl w:ilvl="6" w:tplc="092E8EEE">
      <w:numFmt w:val="bullet"/>
      <w:lvlText w:val="•"/>
      <w:lvlJc w:val="left"/>
      <w:pPr>
        <w:ind w:left="2873" w:hanging="250"/>
      </w:pPr>
      <w:rPr>
        <w:rFonts w:hint="default"/>
      </w:rPr>
    </w:lvl>
    <w:lvl w:ilvl="7" w:tplc="E630422E">
      <w:numFmt w:val="bullet"/>
      <w:lvlText w:val="•"/>
      <w:lvlJc w:val="left"/>
      <w:pPr>
        <w:ind w:left="3336" w:hanging="250"/>
      </w:pPr>
      <w:rPr>
        <w:rFonts w:hint="default"/>
      </w:rPr>
    </w:lvl>
    <w:lvl w:ilvl="8" w:tplc="3104F028">
      <w:numFmt w:val="bullet"/>
      <w:lvlText w:val="•"/>
      <w:lvlJc w:val="left"/>
      <w:pPr>
        <w:ind w:left="3798" w:hanging="250"/>
      </w:pPr>
      <w:rPr>
        <w:rFonts w:hint="default"/>
      </w:rPr>
    </w:lvl>
  </w:abstractNum>
  <w:abstractNum w:abstractNumId="20">
    <w:nsid w:val="310B2DAF"/>
    <w:multiLevelType w:val="hybridMultilevel"/>
    <w:tmpl w:val="FFFFFFFF"/>
    <w:lvl w:ilvl="0" w:tplc="8CC4E746">
      <w:numFmt w:val="bullet"/>
      <w:lvlText w:val="–"/>
      <w:lvlJc w:val="left"/>
      <w:pPr>
        <w:ind w:left="816" w:hanging="392"/>
      </w:pPr>
      <w:rPr>
        <w:rFonts w:ascii="Times New Roman" w:eastAsia="Times New Roman" w:hAnsi="Times New Roman" w:hint="default"/>
        <w:w w:val="99"/>
        <w:sz w:val="20"/>
      </w:rPr>
    </w:lvl>
    <w:lvl w:ilvl="1" w:tplc="19542A34">
      <w:numFmt w:val="bullet"/>
      <w:lvlText w:val="•"/>
      <w:lvlJc w:val="left"/>
      <w:pPr>
        <w:ind w:left="1286" w:hanging="392"/>
      </w:pPr>
      <w:rPr>
        <w:rFonts w:hint="default"/>
      </w:rPr>
    </w:lvl>
    <w:lvl w:ilvl="2" w:tplc="6C1A8E70">
      <w:numFmt w:val="bullet"/>
      <w:lvlText w:val="•"/>
      <w:lvlJc w:val="left"/>
      <w:pPr>
        <w:ind w:left="1753" w:hanging="392"/>
      </w:pPr>
      <w:rPr>
        <w:rFonts w:hint="default"/>
      </w:rPr>
    </w:lvl>
    <w:lvl w:ilvl="3" w:tplc="E68AB9A2">
      <w:numFmt w:val="bullet"/>
      <w:lvlText w:val="•"/>
      <w:lvlJc w:val="left"/>
      <w:pPr>
        <w:ind w:left="2219" w:hanging="392"/>
      </w:pPr>
      <w:rPr>
        <w:rFonts w:hint="default"/>
      </w:rPr>
    </w:lvl>
    <w:lvl w:ilvl="4" w:tplc="F09ACD18">
      <w:numFmt w:val="bullet"/>
      <w:lvlText w:val="•"/>
      <w:lvlJc w:val="left"/>
      <w:pPr>
        <w:ind w:left="2686" w:hanging="392"/>
      </w:pPr>
      <w:rPr>
        <w:rFonts w:hint="default"/>
      </w:rPr>
    </w:lvl>
    <w:lvl w:ilvl="5" w:tplc="A6CEB140">
      <w:numFmt w:val="bullet"/>
      <w:lvlText w:val="•"/>
      <w:lvlJc w:val="left"/>
      <w:pPr>
        <w:ind w:left="3152" w:hanging="392"/>
      </w:pPr>
      <w:rPr>
        <w:rFonts w:hint="default"/>
      </w:rPr>
    </w:lvl>
    <w:lvl w:ilvl="6" w:tplc="766A3332">
      <w:numFmt w:val="bullet"/>
      <w:lvlText w:val="•"/>
      <w:lvlJc w:val="left"/>
      <w:pPr>
        <w:ind w:left="3619" w:hanging="392"/>
      </w:pPr>
      <w:rPr>
        <w:rFonts w:hint="default"/>
      </w:rPr>
    </w:lvl>
    <w:lvl w:ilvl="7" w:tplc="7E16B2CC">
      <w:numFmt w:val="bullet"/>
      <w:lvlText w:val="•"/>
      <w:lvlJc w:val="left"/>
      <w:pPr>
        <w:ind w:left="4085" w:hanging="392"/>
      </w:pPr>
      <w:rPr>
        <w:rFonts w:hint="default"/>
      </w:rPr>
    </w:lvl>
    <w:lvl w:ilvl="8" w:tplc="D3FCE540">
      <w:numFmt w:val="bullet"/>
      <w:lvlText w:val="•"/>
      <w:lvlJc w:val="left"/>
      <w:pPr>
        <w:ind w:left="4552" w:hanging="392"/>
      </w:pPr>
      <w:rPr>
        <w:rFonts w:hint="default"/>
      </w:rPr>
    </w:lvl>
  </w:abstractNum>
  <w:abstractNum w:abstractNumId="21">
    <w:nsid w:val="31373A05"/>
    <w:multiLevelType w:val="multilevel"/>
    <w:tmpl w:val="2F38C24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37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4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6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3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56" w:hanging="2160"/>
      </w:pPr>
      <w:rPr>
        <w:rFonts w:cs="Times New Roman" w:hint="default"/>
      </w:rPr>
    </w:lvl>
  </w:abstractNum>
  <w:abstractNum w:abstractNumId="22">
    <w:nsid w:val="38427BA6"/>
    <w:multiLevelType w:val="hybridMultilevel"/>
    <w:tmpl w:val="FFFFFFFF"/>
    <w:lvl w:ilvl="0" w:tplc="A11C406A">
      <w:numFmt w:val="bullet"/>
      <w:lvlText w:val=""/>
      <w:lvlJc w:val="left"/>
      <w:pPr>
        <w:ind w:left="107" w:hanging="214"/>
      </w:pPr>
      <w:rPr>
        <w:rFonts w:ascii="Symbol" w:eastAsia="Times New Roman" w:hAnsi="Symbol" w:hint="default"/>
        <w:w w:val="99"/>
        <w:sz w:val="20"/>
      </w:rPr>
    </w:lvl>
    <w:lvl w:ilvl="1" w:tplc="B3205E48">
      <w:numFmt w:val="bullet"/>
      <w:lvlText w:val=""/>
      <w:lvlJc w:val="left"/>
      <w:pPr>
        <w:ind w:left="214" w:hanging="214"/>
      </w:pPr>
      <w:rPr>
        <w:rFonts w:ascii="Symbol" w:eastAsia="Times New Roman" w:hAnsi="Symbol" w:hint="default"/>
        <w:w w:val="99"/>
        <w:sz w:val="20"/>
      </w:rPr>
    </w:lvl>
    <w:lvl w:ilvl="2" w:tplc="6DB67F24">
      <w:numFmt w:val="bullet"/>
      <w:lvlText w:val="•"/>
      <w:lvlJc w:val="left"/>
      <w:pPr>
        <w:ind w:left="1177" w:hanging="214"/>
      </w:pPr>
      <w:rPr>
        <w:rFonts w:hint="default"/>
      </w:rPr>
    </w:lvl>
    <w:lvl w:ilvl="3" w:tplc="F030DFE8">
      <w:numFmt w:val="bullet"/>
      <w:lvlText w:val="•"/>
      <w:lvlJc w:val="left"/>
      <w:pPr>
        <w:ind w:left="1715" w:hanging="214"/>
      </w:pPr>
      <w:rPr>
        <w:rFonts w:hint="default"/>
      </w:rPr>
    </w:lvl>
    <w:lvl w:ilvl="4" w:tplc="4B28D124">
      <w:numFmt w:val="bullet"/>
      <w:lvlText w:val="•"/>
      <w:lvlJc w:val="left"/>
      <w:pPr>
        <w:ind w:left="2254" w:hanging="214"/>
      </w:pPr>
      <w:rPr>
        <w:rFonts w:hint="default"/>
      </w:rPr>
    </w:lvl>
    <w:lvl w:ilvl="5" w:tplc="D310C86C">
      <w:numFmt w:val="bullet"/>
      <w:lvlText w:val="•"/>
      <w:lvlJc w:val="left"/>
      <w:pPr>
        <w:ind w:left="2792" w:hanging="214"/>
      </w:pPr>
      <w:rPr>
        <w:rFonts w:hint="default"/>
      </w:rPr>
    </w:lvl>
    <w:lvl w:ilvl="6" w:tplc="4C328344">
      <w:numFmt w:val="bullet"/>
      <w:lvlText w:val="•"/>
      <w:lvlJc w:val="left"/>
      <w:pPr>
        <w:ind w:left="3331" w:hanging="214"/>
      </w:pPr>
      <w:rPr>
        <w:rFonts w:hint="default"/>
      </w:rPr>
    </w:lvl>
    <w:lvl w:ilvl="7" w:tplc="35FA2B6E">
      <w:numFmt w:val="bullet"/>
      <w:lvlText w:val="•"/>
      <w:lvlJc w:val="left"/>
      <w:pPr>
        <w:ind w:left="3869" w:hanging="214"/>
      </w:pPr>
      <w:rPr>
        <w:rFonts w:hint="default"/>
      </w:rPr>
    </w:lvl>
    <w:lvl w:ilvl="8" w:tplc="8698035A">
      <w:numFmt w:val="bullet"/>
      <w:lvlText w:val="•"/>
      <w:lvlJc w:val="left"/>
      <w:pPr>
        <w:ind w:left="4408" w:hanging="214"/>
      </w:pPr>
      <w:rPr>
        <w:rFonts w:hint="default"/>
      </w:rPr>
    </w:lvl>
  </w:abstractNum>
  <w:abstractNum w:abstractNumId="23">
    <w:nsid w:val="3C635583"/>
    <w:multiLevelType w:val="hybridMultilevel"/>
    <w:tmpl w:val="FFFFFFFF"/>
    <w:lvl w:ilvl="0" w:tplc="B4DA9E64">
      <w:numFmt w:val="bullet"/>
      <w:lvlText w:val=""/>
      <w:lvlJc w:val="left"/>
      <w:pPr>
        <w:ind w:left="930" w:hanging="281"/>
      </w:pPr>
      <w:rPr>
        <w:rFonts w:ascii="Symbol" w:eastAsia="Times New Roman" w:hAnsi="Symbol" w:hint="default"/>
        <w:w w:val="100"/>
        <w:sz w:val="28"/>
      </w:rPr>
    </w:lvl>
    <w:lvl w:ilvl="1" w:tplc="E6B671E0">
      <w:numFmt w:val="bullet"/>
      <w:lvlText w:val="•"/>
      <w:lvlJc w:val="left"/>
      <w:pPr>
        <w:ind w:left="1816" w:hanging="281"/>
      </w:pPr>
      <w:rPr>
        <w:rFonts w:hint="default"/>
      </w:rPr>
    </w:lvl>
    <w:lvl w:ilvl="2" w:tplc="2F3A2594">
      <w:numFmt w:val="bullet"/>
      <w:lvlText w:val="•"/>
      <w:lvlJc w:val="left"/>
      <w:pPr>
        <w:ind w:left="2693" w:hanging="281"/>
      </w:pPr>
      <w:rPr>
        <w:rFonts w:hint="default"/>
      </w:rPr>
    </w:lvl>
    <w:lvl w:ilvl="3" w:tplc="F948FE78">
      <w:numFmt w:val="bullet"/>
      <w:lvlText w:val="•"/>
      <w:lvlJc w:val="left"/>
      <w:pPr>
        <w:ind w:left="3569" w:hanging="281"/>
      </w:pPr>
      <w:rPr>
        <w:rFonts w:hint="default"/>
      </w:rPr>
    </w:lvl>
    <w:lvl w:ilvl="4" w:tplc="E404E83C">
      <w:numFmt w:val="bullet"/>
      <w:lvlText w:val="•"/>
      <w:lvlJc w:val="left"/>
      <w:pPr>
        <w:ind w:left="4446" w:hanging="281"/>
      </w:pPr>
      <w:rPr>
        <w:rFonts w:hint="default"/>
      </w:rPr>
    </w:lvl>
    <w:lvl w:ilvl="5" w:tplc="F9F0196C">
      <w:numFmt w:val="bullet"/>
      <w:lvlText w:val="•"/>
      <w:lvlJc w:val="left"/>
      <w:pPr>
        <w:ind w:left="5323" w:hanging="281"/>
      </w:pPr>
      <w:rPr>
        <w:rFonts w:hint="default"/>
      </w:rPr>
    </w:lvl>
    <w:lvl w:ilvl="6" w:tplc="C3449F3A">
      <w:numFmt w:val="bullet"/>
      <w:lvlText w:val="•"/>
      <w:lvlJc w:val="left"/>
      <w:pPr>
        <w:ind w:left="6199" w:hanging="281"/>
      </w:pPr>
      <w:rPr>
        <w:rFonts w:hint="default"/>
      </w:rPr>
    </w:lvl>
    <w:lvl w:ilvl="7" w:tplc="E416B7C8">
      <w:numFmt w:val="bullet"/>
      <w:lvlText w:val="•"/>
      <w:lvlJc w:val="left"/>
      <w:pPr>
        <w:ind w:left="7076" w:hanging="281"/>
      </w:pPr>
      <w:rPr>
        <w:rFonts w:hint="default"/>
      </w:rPr>
    </w:lvl>
    <w:lvl w:ilvl="8" w:tplc="EBE2CBCA">
      <w:numFmt w:val="bullet"/>
      <w:lvlText w:val="•"/>
      <w:lvlJc w:val="left"/>
      <w:pPr>
        <w:ind w:left="7953" w:hanging="281"/>
      </w:pPr>
      <w:rPr>
        <w:rFonts w:hint="default"/>
      </w:rPr>
    </w:lvl>
  </w:abstractNum>
  <w:abstractNum w:abstractNumId="24">
    <w:nsid w:val="3DB91C34"/>
    <w:multiLevelType w:val="hybridMultilevel"/>
    <w:tmpl w:val="FFFFFFFF"/>
    <w:lvl w:ilvl="0" w:tplc="5F9654F4">
      <w:start w:val="1"/>
      <w:numFmt w:val="decimal"/>
      <w:lvlText w:val="%1."/>
      <w:lvlJc w:val="left"/>
      <w:pPr>
        <w:ind w:left="1680" w:hanging="71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1" w:tplc="922C3870">
      <w:numFmt w:val="bullet"/>
      <w:lvlText w:val="•"/>
      <w:lvlJc w:val="left"/>
      <w:pPr>
        <w:ind w:left="2496" w:hanging="711"/>
      </w:pPr>
      <w:rPr>
        <w:rFonts w:hint="default"/>
      </w:rPr>
    </w:lvl>
    <w:lvl w:ilvl="2" w:tplc="809C6152">
      <w:numFmt w:val="bullet"/>
      <w:lvlText w:val="•"/>
      <w:lvlJc w:val="left"/>
      <w:pPr>
        <w:ind w:left="3313" w:hanging="711"/>
      </w:pPr>
      <w:rPr>
        <w:rFonts w:hint="default"/>
      </w:rPr>
    </w:lvl>
    <w:lvl w:ilvl="3" w:tplc="213A16AE">
      <w:numFmt w:val="bullet"/>
      <w:lvlText w:val="•"/>
      <w:lvlJc w:val="left"/>
      <w:pPr>
        <w:ind w:left="4129" w:hanging="711"/>
      </w:pPr>
      <w:rPr>
        <w:rFonts w:hint="default"/>
      </w:rPr>
    </w:lvl>
    <w:lvl w:ilvl="4" w:tplc="8BE09404">
      <w:numFmt w:val="bullet"/>
      <w:lvlText w:val="•"/>
      <w:lvlJc w:val="left"/>
      <w:pPr>
        <w:ind w:left="4946" w:hanging="711"/>
      </w:pPr>
      <w:rPr>
        <w:rFonts w:hint="default"/>
      </w:rPr>
    </w:lvl>
    <w:lvl w:ilvl="5" w:tplc="C614812A">
      <w:numFmt w:val="bullet"/>
      <w:lvlText w:val="•"/>
      <w:lvlJc w:val="left"/>
      <w:pPr>
        <w:ind w:left="5763" w:hanging="711"/>
      </w:pPr>
      <w:rPr>
        <w:rFonts w:hint="default"/>
      </w:rPr>
    </w:lvl>
    <w:lvl w:ilvl="6" w:tplc="C728C8F0">
      <w:numFmt w:val="bullet"/>
      <w:lvlText w:val="•"/>
      <w:lvlJc w:val="left"/>
      <w:pPr>
        <w:ind w:left="6579" w:hanging="711"/>
      </w:pPr>
      <w:rPr>
        <w:rFonts w:hint="default"/>
      </w:rPr>
    </w:lvl>
    <w:lvl w:ilvl="7" w:tplc="28BAC1DC">
      <w:numFmt w:val="bullet"/>
      <w:lvlText w:val="•"/>
      <w:lvlJc w:val="left"/>
      <w:pPr>
        <w:ind w:left="7396" w:hanging="711"/>
      </w:pPr>
      <w:rPr>
        <w:rFonts w:hint="default"/>
      </w:rPr>
    </w:lvl>
    <w:lvl w:ilvl="8" w:tplc="C172E636">
      <w:numFmt w:val="bullet"/>
      <w:lvlText w:val="•"/>
      <w:lvlJc w:val="left"/>
      <w:pPr>
        <w:ind w:left="8213" w:hanging="711"/>
      </w:pPr>
      <w:rPr>
        <w:rFonts w:hint="default"/>
      </w:rPr>
    </w:lvl>
  </w:abstractNum>
  <w:abstractNum w:abstractNumId="25">
    <w:nsid w:val="43223DE9"/>
    <w:multiLevelType w:val="multilevel"/>
    <w:tmpl w:val="9E06D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BF40935"/>
    <w:multiLevelType w:val="hybridMultilevel"/>
    <w:tmpl w:val="FFFFFFFF"/>
    <w:lvl w:ilvl="0" w:tplc="BBD0B5F4">
      <w:numFmt w:val="bullet"/>
      <w:lvlText w:val=""/>
      <w:lvlJc w:val="left"/>
      <w:pPr>
        <w:ind w:left="336" w:hanging="228"/>
      </w:pPr>
      <w:rPr>
        <w:rFonts w:ascii="Symbol" w:eastAsia="Times New Roman" w:hAnsi="Symbol" w:hint="default"/>
        <w:w w:val="100"/>
        <w:sz w:val="24"/>
      </w:rPr>
    </w:lvl>
    <w:lvl w:ilvl="1" w:tplc="06321AF4">
      <w:numFmt w:val="bullet"/>
      <w:lvlText w:val="•"/>
      <w:lvlJc w:val="left"/>
      <w:pPr>
        <w:ind w:left="778" w:hanging="228"/>
      </w:pPr>
      <w:rPr>
        <w:rFonts w:hint="default"/>
      </w:rPr>
    </w:lvl>
    <w:lvl w:ilvl="2" w:tplc="5F48DD4E">
      <w:numFmt w:val="bullet"/>
      <w:lvlText w:val="•"/>
      <w:lvlJc w:val="left"/>
      <w:pPr>
        <w:ind w:left="1216" w:hanging="228"/>
      </w:pPr>
      <w:rPr>
        <w:rFonts w:hint="default"/>
      </w:rPr>
    </w:lvl>
    <w:lvl w:ilvl="3" w:tplc="8CCE55DA">
      <w:numFmt w:val="bullet"/>
      <w:lvlText w:val="•"/>
      <w:lvlJc w:val="left"/>
      <w:pPr>
        <w:ind w:left="1654" w:hanging="228"/>
      </w:pPr>
      <w:rPr>
        <w:rFonts w:hint="default"/>
      </w:rPr>
    </w:lvl>
    <w:lvl w:ilvl="4" w:tplc="F9C00536">
      <w:numFmt w:val="bullet"/>
      <w:lvlText w:val="•"/>
      <w:lvlJc w:val="left"/>
      <w:pPr>
        <w:ind w:left="2093" w:hanging="228"/>
      </w:pPr>
      <w:rPr>
        <w:rFonts w:hint="default"/>
      </w:rPr>
    </w:lvl>
    <w:lvl w:ilvl="5" w:tplc="2174DA52">
      <w:numFmt w:val="bullet"/>
      <w:lvlText w:val="•"/>
      <w:lvlJc w:val="left"/>
      <w:pPr>
        <w:ind w:left="2531" w:hanging="228"/>
      </w:pPr>
      <w:rPr>
        <w:rFonts w:hint="default"/>
      </w:rPr>
    </w:lvl>
    <w:lvl w:ilvl="6" w:tplc="21EE2EA0">
      <w:numFmt w:val="bullet"/>
      <w:lvlText w:val="•"/>
      <w:lvlJc w:val="left"/>
      <w:pPr>
        <w:ind w:left="2969" w:hanging="228"/>
      </w:pPr>
      <w:rPr>
        <w:rFonts w:hint="default"/>
      </w:rPr>
    </w:lvl>
    <w:lvl w:ilvl="7" w:tplc="3FA293AC">
      <w:numFmt w:val="bullet"/>
      <w:lvlText w:val="•"/>
      <w:lvlJc w:val="left"/>
      <w:pPr>
        <w:ind w:left="3408" w:hanging="228"/>
      </w:pPr>
      <w:rPr>
        <w:rFonts w:hint="default"/>
      </w:rPr>
    </w:lvl>
    <w:lvl w:ilvl="8" w:tplc="9FBA1F52">
      <w:numFmt w:val="bullet"/>
      <w:lvlText w:val="•"/>
      <w:lvlJc w:val="left"/>
      <w:pPr>
        <w:ind w:left="3846" w:hanging="228"/>
      </w:pPr>
      <w:rPr>
        <w:rFonts w:hint="default"/>
      </w:rPr>
    </w:lvl>
  </w:abstractNum>
  <w:abstractNum w:abstractNumId="27">
    <w:nsid w:val="58021B08"/>
    <w:multiLevelType w:val="multilevel"/>
    <w:tmpl w:val="CFD015BA"/>
    <w:lvl w:ilvl="0">
      <w:start w:val="43"/>
      <w:numFmt w:val="decimal"/>
      <w:lvlText w:val="%1"/>
      <w:lvlJc w:val="left"/>
      <w:pPr>
        <w:ind w:left="302" w:hanging="951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ind w:left="302" w:hanging="951"/>
      </w:pPr>
      <w:rPr>
        <w:rFonts w:cs="Times New Roman" w:hint="default"/>
      </w:rPr>
    </w:lvl>
    <w:lvl w:ilvl="2">
      <w:start w:val="9"/>
      <w:numFmt w:val="decimalZero"/>
      <w:lvlText w:val="%1.%2.%3"/>
      <w:lvlJc w:val="left"/>
      <w:pPr>
        <w:ind w:left="302" w:hanging="951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</w:rPr>
    </w:lvl>
    <w:lvl w:ilvl="3">
      <w:start w:val="1"/>
      <w:numFmt w:val="decimal"/>
      <w:lvlText w:val="%4."/>
      <w:lvlJc w:val="left"/>
      <w:pPr>
        <w:ind w:left="3785" w:hanging="24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</w:rPr>
    </w:lvl>
    <w:lvl w:ilvl="4">
      <w:start w:val="1"/>
      <w:numFmt w:val="decimal"/>
      <w:lvlText w:val="%4.%5."/>
      <w:lvlJc w:val="left"/>
      <w:pPr>
        <w:ind w:left="722" w:hanging="42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</w:rPr>
    </w:lvl>
    <w:lvl w:ilvl="5">
      <w:numFmt w:val="bullet"/>
      <w:lvlText w:val="•"/>
      <w:lvlJc w:val="left"/>
      <w:pPr>
        <w:ind w:left="6099" w:hanging="420"/>
      </w:pPr>
      <w:rPr>
        <w:rFonts w:hint="default"/>
      </w:rPr>
    </w:lvl>
    <w:lvl w:ilvl="6">
      <w:numFmt w:val="bullet"/>
      <w:lvlText w:val="•"/>
      <w:lvlJc w:val="left"/>
      <w:pPr>
        <w:ind w:left="6873" w:hanging="420"/>
      </w:pPr>
      <w:rPr>
        <w:rFonts w:hint="default"/>
      </w:rPr>
    </w:lvl>
    <w:lvl w:ilvl="7">
      <w:numFmt w:val="bullet"/>
      <w:lvlText w:val="•"/>
      <w:lvlJc w:val="left"/>
      <w:pPr>
        <w:ind w:left="7646" w:hanging="420"/>
      </w:pPr>
      <w:rPr>
        <w:rFonts w:hint="default"/>
      </w:rPr>
    </w:lvl>
    <w:lvl w:ilvl="8">
      <w:numFmt w:val="bullet"/>
      <w:lvlText w:val="•"/>
      <w:lvlJc w:val="left"/>
      <w:pPr>
        <w:ind w:left="8419" w:hanging="420"/>
      </w:pPr>
      <w:rPr>
        <w:rFonts w:hint="default"/>
      </w:rPr>
    </w:lvl>
  </w:abstractNum>
  <w:abstractNum w:abstractNumId="28">
    <w:nsid w:val="58E75E50"/>
    <w:multiLevelType w:val="hybridMultilevel"/>
    <w:tmpl w:val="FFFFFFFF"/>
    <w:lvl w:ilvl="0" w:tplc="BDA84888">
      <w:numFmt w:val="bullet"/>
      <w:lvlText w:val="–"/>
      <w:lvlJc w:val="left"/>
      <w:pPr>
        <w:ind w:left="1678" w:hanging="708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F2C64228">
      <w:numFmt w:val="bullet"/>
      <w:lvlText w:val="•"/>
      <w:lvlJc w:val="left"/>
      <w:pPr>
        <w:ind w:left="2496" w:hanging="708"/>
      </w:pPr>
      <w:rPr>
        <w:rFonts w:hint="default"/>
      </w:rPr>
    </w:lvl>
    <w:lvl w:ilvl="2" w:tplc="496E5A70">
      <w:numFmt w:val="bullet"/>
      <w:lvlText w:val="•"/>
      <w:lvlJc w:val="left"/>
      <w:pPr>
        <w:ind w:left="3313" w:hanging="708"/>
      </w:pPr>
      <w:rPr>
        <w:rFonts w:hint="default"/>
      </w:rPr>
    </w:lvl>
    <w:lvl w:ilvl="3" w:tplc="E2E2B89A">
      <w:numFmt w:val="bullet"/>
      <w:lvlText w:val="•"/>
      <w:lvlJc w:val="left"/>
      <w:pPr>
        <w:ind w:left="4129" w:hanging="708"/>
      </w:pPr>
      <w:rPr>
        <w:rFonts w:hint="default"/>
      </w:rPr>
    </w:lvl>
    <w:lvl w:ilvl="4" w:tplc="7B9C8FE2">
      <w:numFmt w:val="bullet"/>
      <w:lvlText w:val="•"/>
      <w:lvlJc w:val="left"/>
      <w:pPr>
        <w:ind w:left="4946" w:hanging="708"/>
      </w:pPr>
      <w:rPr>
        <w:rFonts w:hint="default"/>
      </w:rPr>
    </w:lvl>
    <w:lvl w:ilvl="5" w:tplc="37F2B634">
      <w:numFmt w:val="bullet"/>
      <w:lvlText w:val="•"/>
      <w:lvlJc w:val="left"/>
      <w:pPr>
        <w:ind w:left="5763" w:hanging="708"/>
      </w:pPr>
      <w:rPr>
        <w:rFonts w:hint="default"/>
      </w:rPr>
    </w:lvl>
    <w:lvl w:ilvl="6" w:tplc="64EC44A4">
      <w:numFmt w:val="bullet"/>
      <w:lvlText w:val="•"/>
      <w:lvlJc w:val="left"/>
      <w:pPr>
        <w:ind w:left="6579" w:hanging="708"/>
      </w:pPr>
      <w:rPr>
        <w:rFonts w:hint="default"/>
      </w:rPr>
    </w:lvl>
    <w:lvl w:ilvl="7" w:tplc="D5360882">
      <w:numFmt w:val="bullet"/>
      <w:lvlText w:val="•"/>
      <w:lvlJc w:val="left"/>
      <w:pPr>
        <w:ind w:left="7396" w:hanging="708"/>
      </w:pPr>
      <w:rPr>
        <w:rFonts w:hint="default"/>
      </w:rPr>
    </w:lvl>
    <w:lvl w:ilvl="8" w:tplc="AFAE58A6">
      <w:numFmt w:val="bullet"/>
      <w:lvlText w:val="•"/>
      <w:lvlJc w:val="left"/>
      <w:pPr>
        <w:ind w:left="8213" w:hanging="708"/>
      </w:pPr>
      <w:rPr>
        <w:rFonts w:hint="default"/>
      </w:rPr>
    </w:lvl>
  </w:abstractNum>
  <w:abstractNum w:abstractNumId="29">
    <w:nsid w:val="621E5D53"/>
    <w:multiLevelType w:val="multilevel"/>
    <w:tmpl w:val="F7C8762E"/>
    <w:lvl w:ilvl="0">
      <w:start w:val="1"/>
      <w:numFmt w:val="decimal"/>
      <w:lvlText w:val="%1."/>
      <w:lvlJc w:val="left"/>
      <w:pPr>
        <w:ind w:left="432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>
      <w:start w:val="3"/>
      <w:numFmt w:val="decimal"/>
      <w:lvlText w:val="%2."/>
      <w:lvlJc w:val="left"/>
      <w:pPr>
        <w:ind w:left="1145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2803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3">
      <w:numFmt w:val="bullet"/>
      <w:lvlText w:val="•"/>
      <w:lvlJc w:val="left"/>
      <w:pPr>
        <w:ind w:left="4783" w:hanging="493"/>
      </w:pPr>
      <w:rPr>
        <w:rFonts w:hint="default"/>
      </w:rPr>
    </w:lvl>
    <w:lvl w:ilvl="4">
      <w:numFmt w:val="bullet"/>
      <w:lvlText w:val="•"/>
      <w:lvlJc w:val="left"/>
      <w:pPr>
        <w:ind w:left="5486" w:hanging="493"/>
      </w:pPr>
      <w:rPr>
        <w:rFonts w:hint="default"/>
      </w:rPr>
    </w:lvl>
    <w:lvl w:ilvl="5">
      <w:numFmt w:val="bullet"/>
      <w:lvlText w:val="•"/>
      <w:lvlJc w:val="left"/>
      <w:pPr>
        <w:ind w:left="6189" w:hanging="493"/>
      </w:pPr>
      <w:rPr>
        <w:rFonts w:hint="default"/>
      </w:rPr>
    </w:lvl>
    <w:lvl w:ilvl="6">
      <w:numFmt w:val="bullet"/>
      <w:lvlText w:val="•"/>
      <w:lvlJc w:val="left"/>
      <w:pPr>
        <w:ind w:left="6893" w:hanging="493"/>
      </w:pPr>
      <w:rPr>
        <w:rFonts w:hint="default"/>
      </w:rPr>
    </w:lvl>
    <w:lvl w:ilvl="7">
      <w:numFmt w:val="bullet"/>
      <w:lvlText w:val="•"/>
      <w:lvlJc w:val="left"/>
      <w:pPr>
        <w:ind w:left="7596" w:hanging="493"/>
      </w:pPr>
      <w:rPr>
        <w:rFonts w:hint="default"/>
      </w:rPr>
    </w:lvl>
    <w:lvl w:ilvl="8">
      <w:numFmt w:val="bullet"/>
      <w:lvlText w:val="•"/>
      <w:lvlJc w:val="left"/>
      <w:pPr>
        <w:ind w:left="8299" w:hanging="493"/>
      </w:pPr>
      <w:rPr>
        <w:rFonts w:hint="default"/>
      </w:rPr>
    </w:lvl>
  </w:abstractNum>
  <w:abstractNum w:abstractNumId="30">
    <w:nsid w:val="63E17545"/>
    <w:multiLevelType w:val="hybridMultilevel"/>
    <w:tmpl w:val="FFFFFFFF"/>
    <w:lvl w:ilvl="0" w:tplc="46E8C8FC">
      <w:start w:val="1"/>
      <w:numFmt w:val="decimal"/>
      <w:lvlText w:val="%1."/>
      <w:lvlJc w:val="left"/>
      <w:pPr>
        <w:ind w:left="1678" w:hanging="70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1" w:tplc="EC5C2E9A">
      <w:numFmt w:val="bullet"/>
      <w:lvlText w:val="•"/>
      <w:lvlJc w:val="left"/>
      <w:pPr>
        <w:ind w:left="2496" w:hanging="708"/>
      </w:pPr>
      <w:rPr>
        <w:rFonts w:hint="default"/>
      </w:rPr>
    </w:lvl>
    <w:lvl w:ilvl="2" w:tplc="2306DFF4">
      <w:numFmt w:val="bullet"/>
      <w:lvlText w:val="•"/>
      <w:lvlJc w:val="left"/>
      <w:pPr>
        <w:ind w:left="3313" w:hanging="708"/>
      </w:pPr>
      <w:rPr>
        <w:rFonts w:hint="default"/>
      </w:rPr>
    </w:lvl>
    <w:lvl w:ilvl="3" w:tplc="5392A3A0">
      <w:numFmt w:val="bullet"/>
      <w:lvlText w:val="•"/>
      <w:lvlJc w:val="left"/>
      <w:pPr>
        <w:ind w:left="4129" w:hanging="708"/>
      </w:pPr>
      <w:rPr>
        <w:rFonts w:hint="default"/>
      </w:rPr>
    </w:lvl>
    <w:lvl w:ilvl="4" w:tplc="A63029F0">
      <w:numFmt w:val="bullet"/>
      <w:lvlText w:val="•"/>
      <w:lvlJc w:val="left"/>
      <w:pPr>
        <w:ind w:left="4946" w:hanging="708"/>
      </w:pPr>
      <w:rPr>
        <w:rFonts w:hint="default"/>
      </w:rPr>
    </w:lvl>
    <w:lvl w:ilvl="5" w:tplc="517085B8">
      <w:numFmt w:val="bullet"/>
      <w:lvlText w:val="•"/>
      <w:lvlJc w:val="left"/>
      <w:pPr>
        <w:ind w:left="5763" w:hanging="708"/>
      </w:pPr>
      <w:rPr>
        <w:rFonts w:hint="default"/>
      </w:rPr>
    </w:lvl>
    <w:lvl w:ilvl="6" w:tplc="74CE5E90">
      <w:numFmt w:val="bullet"/>
      <w:lvlText w:val="•"/>
      <w:lvlJc w:val="left"/>
      <w:pPr>
        <w:ind w:left="6579" w:hanging="708"/>
      </w:pPr>
      <w:rPr>
        <w:rFonts w:hint="default"/>
      </w:rPr>
    </w:lvl>
    <w:lvl w:ilvl="7" w:tplc="1BD4EFEA">
      <w:numFmt w:val="bullet"/>
      <w:lvlText w:val="•"/>
      <w:lvlJc w:val="left"/>
      <w:pPr>
        <w:ind w:left="7396" w:hanging="708"/>
      </w:pPr>
      <w:rPr>
        <w:rFonts w:hint="default"/>
      </w:rPr>
    </w:lvl>
    <w:lvl w:ilvl="8" w:tplc="7C6CC0CC">
      <w:numFmt w:val="bullet"/>
      <w:lvlText w:val="•"/>
      <w:lvlJc w:val="left"/>
      <w:pPr>
        <w:ind w:left="8213" w:hanging="708"/>
      </w:pPr>
      <w:rPr>
        <w:rFonts w:hint="default"/>
      </w:rPr>
    </w:lvl>
  </w:abstractNum>
  <w:abstractNum w:abstractNumId="31">
    <w:nsid w:val="660106DA"/>
    <w:multiLevelType w:val="hybridMultilevel"/>
    <w:tmpl w:val="FFFFFFFF"/>
    <w:lvl w:ilvl="0" w:tplc="05F6278C">
      <w:start w:val="1"/>
      <w:numFmt w:val="decimal"/>
      <w:lvlText w:val="%1."/>
      <w:lvlJc w:val="left"/>
      <w:pPr>
        <w:ind w:left="689" w:hanging="428"/>
      </w:pPr>
      <w:rPr>
        <w:rFonts w:ascii="Times New Roman" w:eastAsia="Times New Roman" w:hAnsi="Times New Roman" w:cs="Times New Roman" w:hint="default"/>
        <w:spacing w:val="-3"/>
        <w:w w:val="84"/>
        <w:sz w:val="24"/>
        <w:szCs w:val="24"/>
      </w:rPr>
    </w:lvl>
    <w:lvl w:ilvl="1" w:tplc="84320CEA">
      <w:start w:val="4"/>
      <w:numFmt w:val="decimal"/>
      <w:lvlText w:val="%2."/>
      <w:lvlJc w:val="left"/>
      <w:pPr>
        <w:ind w:left="1025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</w:rPr>
    </w:lvl>
    <w:lvl w:ilvl="2" w:tplc="B1803170">
      <w:start w:val="1"/>
      <w:numFmt w:val="decimal"/>
      <w:lvlText w:val="%3."/>
      <w:lvlJc w:val="left"/>
      <w:pPr>
        <w:ind w:left="1680" w:hanging="71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 w:tplc="14F43B1E">
      <w:numFmt w:val="bullet"/>
      <w:lvlText w:val="•"/>
      <w:lvlJc w:val="left"/>
      <w:pPr>
        <w:ind w:left="2700" w:hanging="711"/>
      </w:pPr>
      <w:rPr>
        <w:rFonts w:hint="default"/>
      </w:rPr>
    </w:lvl>
    <w:lvl w:ilvl="4" w:tplc="638EAA02">
      <w:numFmt w:val="bullet"/>
      <w:lvlText w:val="•"/>
      <w:lvlJc w:val="left"/>
      <w:pPr>
        <w:ind w:left="3721" w:hanging="711"/>
      </w:pPr>
      <w:rPr>
        <w:rFonts w:hint="default"/>
      </w:rPr>
    </w:lvl>
    <w:lvl w:ilvl="5" w:tplc="B36812BC">
      <w:numFmt w:val="bullet"/>
      <w:lvlText w:val="•"/>
      <w:lvlJc w:val="left"/>
      <w:pPr>
        <w:ind w:left="4742" w:hanging="711"/>
      </w:pPr>
      <w:rPr>
        <w:rFonts w:hint="default"/>
      </w:rPr>
    </w:lvl>
    <w:lvl w:ilvl="6" w:tplc="FAE0EE0C">
      <w:numFmt w:val="bullet"/>
      <w:lvlText w:val="•"/>
      <w:lvlJc w:val="left"/>
      <w:pPr>
        <w:ind w:left="5763" w:hanging="711"/>
      </w:pPr>
      <w:rPr>
        <w:rFonts w:hint="default"/>
      </w:rPr>
    </w:lvl>
    <w:lvl w:ilvl="7" w:tplc="C0A633A2">
      <w:numFmt w:val="bullet"/>
      <w:lvlText w:val="•"/>
      <w:lvlJc w:val="left"/>
      <w:pPr>
        <w:ind w:left="6784" w:hanging="711"/>
      </w:pPr>
      <w:rPr>
        <w:rFonts w:hint="default"/>
      </w:rPr>
    </w:lvl>
    <w:lvl w:ilvl="8" w:tplc="1C728B70">
      <w:numFmt w:val="bullet"/>
      <w:lvlText w:val="•"/>
      <w:lvlJc w:val="left"/>
      <w:pPr>
        <w:ind w:left="7804" w:hanging="711"/>
      </w:pPr>
      <w:rPr>
        <w:rFonts w:hint="default"/>
      </w:rPr>
    </w:lvl>
  </w:abstractNum>
  <w:abstractNum w:abstractNumId="32">
    <w:nsid w:val="69147E57"/>
    <w:multiLevelType w:val="multilevel"/>
    <w:tmpl w:val="67686CC6"/>
    <w:lvl w:ilvl="0">
      <w:start w:val="1"/>
      <w:numFmt w:val="decimal"/>
      <w:lvlText w:val="%1"/>
      <w:lvlJc w:val="left"/>
      <w:pPr>
        <w:ind w:left="212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22" w:hanging="42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</w:rPr>
    </w:lvl>
    <w:lvl w:ilvl="2">
      <w:numFmt w:val="bullet"/>
      <w:lvlText w:val="–"/>
      <w:lvlJc w:val="left"/>
      <w:pPr>
        <w:ind w:left="1110" w:hanging="281"/>
      </w:pPr>
      <w:rPr>
        <w:rFonts w:hint="default"/>
        <w:spacing w:val="-20"/>
        <w:w w:val="100"/>
      </w:rPr>
    </w:lvl>
    <w:lvl w:ilvl="3">
      <w:numFmt w:val="bullet"/>
      <w:lvlText w:val="•"/>
      <w:lvlJc w:val="left"/>
      <w:pPr>
        <w:ind w:left="2250" w:hanging="281"/>
      </w:pPr>
      <w:rPr>
        <w:rFonts w:hint="default"/>
      </w:rPr>
    </w:lvl>
    <w:lvl w:ilvl="4">
      <w:numFmt w:val="bullet"/>
      <w:lvlText w:val="•"/>
      <w:lvlJc w:val="left"/>
      <w:pPr>
        <w:ind w:left="3381" w:hanging="281"/>
      </w:pPr>
      <w:rPr>
        <w:rFonts w:hint="default"/>
      </w:rPr>
    </w:lvl>
    <w:lvl w:ilvl="5">
      <w:numFmt w:val="bullet"/>
      <w:lvlText w:val="•"/>
      <w:lvlJc w:val="left"/>
      <w:pPr>
        <w:ind w:left="4512" w:hanging="281"/>
      </w:pPr>
      <w:rPr>
        <w:rFonts w:hint="default"/>
      </w:rPr>
    </w:lvl>
    <w:lvl w:ilvl="6">
      <w:numFmt w:val="bullet"/>
      <w:lvlText w:val="•"/>
      <w:lvlJc w:val="left"/>
      <w:pPr>
        <w:ind w:left="5643" w:hanging="281"/>
      </w:pPr>
      <w:rPr>
        <w:rFonts w:hint="default"/>
      </w:rPr>
    </w:lvl>
    <w:lvl w:ilvl="7">
      <w:numFmt w:val="bullet"/>
      <w:lvlText w:val="•"/>
      <w:lvlJc w:val="left"/>
      <w:pPr>
        <w:ind w:left="6774" w:hanging="281"/>
      </w:pPr>
      <w:rPr>
        <w:rFonts w:hint="default"/>
      </w:rPr>
    </w:lvl>
    <w:lvl w:ilvl="8">
      <w:numFmt w:val="bullet"/>
      <w:lvlText w:val="•"/>
      <w:lvlJc w:val="left"/>
      <w:pPr>
        <w:ind w:left="7904" w:hanging="281"/>
      </w:pPr>
      <w:rPr>
        <w:rFonts w:hint="default"/>
      </w:rPr>
    </w:lvl>
  </w:abstractNum>
  <w:abstractNum w:abstractNumId="33">
    <w:nsid w:val="6CA11C73"/>
    <w:multiLevelType w:val="hybridMultilevel"/>
    <w:tmpl w:val="FFFFFFFF"/>
    <w:lvl w:ilvl="0" w:tplc="1B42F838">
      <w:start w:val="1"/>
      <w:numFmt w:val="decimal"/>
      <w:lvlText w:val="%1."/>
      <w:lvlJc w:val="left"/>
      <w:pPr>
        <w:ind w:left="930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1D7A225C">
      <w:numFmt w:val="bullet"/>
      <w:lvlText w:val="•"/>
      <w:lvlJc w:val="left"/>
      <w:pPr>
        <w:ind w:left="1816" w:hanging="288"/>
      </w:pPr>
      <w:rPr>
        <w:rFonts w:hint="default"/>
      </w:rPr>
    </w:lvl>
    <w:lvl w:ilvl="2" w:tplc="AF8AD2FA">
      <w:numFmt w:val="bullet"/>
      <w:lvlText w:val="•"/>
      <w:lvlJc w:val="left"/>
      <w:pPr>
        <w:ind w:left="2693" w:hanging="288"/>
      </w:pPr>
      <w:rPr>
        <w:rFonts w:hint="default"/>
      </w:rPr>
    </w:lvl>
    <w:lvl w:ilvl="3" w:tplc="7A88260E">
      <w:numFmt w:val="bullet"/>
      <w:lvlText w:val="•"/>
      <w:lvlJc w:val="left"/>
      <w:pPr>
        <w:ind w:left="3569" w:hanging="288"/>
      </w:pPr>
      <w:rPr>
        <w:rFonts w:hint="default"/>
      </w:rPr>
    </w:lvl>
    <w:lvl w:ilvl="4" w:tplc="31087F18">
      <w:numFmt w:val="bullet"/>
      <w:lvlText w:val="•"/>
      <w:lvlJc w:val="left"/>
      <w:pPr>
        <w:ind w:left="4446" w:hanging="288"/>
      </w:pPr>
      <w:rPr>
        <w:rFonts w:hint="default"/>
      </w:rPr>
    </w:lvl>
    <w:lvl w:ilvl="5" w:tplc="3064CA40">
      <w:numFmt w:val="bullet"/>
      <w:lvlText w:val="•"/>
      <w:lvlJc w:val="left"/>
      <w:pPr>
        <w:ind w:left="5323" w:hanging="288"/>
      </w:pPr>
      <w:rPr>
        <w:rFonts w:hint="default"/>
      </w:rPr>
    </w:lvl>
    <w:lvl w:ilvl="6" w:tplc="70387138">
      <w:numFmt w:val="bullet"/>
      <w:lvlText w:val="•"/>
      <w:lvlJc w:val="left"/>
      <w:pPr>
        <w:ind w:left="6199" w:hanging="288"/>
      </w:pPr>
      <w:rPr>
        <w:rFonts w:hint="default"/>
      </w:rPr>
    </w:lvl>
    <w:lvl w:ilvl="7" w:tplc="01B28A02">
      <w:numFmt w:val="bullet"/>
      <w:lvlText w:val="•"/>
      <w:lvlJc w:val="left"/>
      <w:pPr>
        <w:ind w:left="7076" w:hanging="288"/>
      </w:pPr>
      <w:rPr>
        <w:rFonts w:hint="default"/>
      </w:rPr>
    </w:lvl>
    <w:lvl w:ilvl="8" w:tplc="0DEA1C24">
      <w:numFmt w:val="bullet"/>
      <w:lvlText w:val="•"/>
      <w:lvlJc w:val="left"/>
      <w:pPr>
        <w:ind w:left="7953" w:hanging="288"/>
      </w:pPr>
      <w:rPr>
        <w:rFonts w:hint="default"/>
      </w:rPr>
    </w:lvl>
  </w:abstractNum>
  <w:abstractNum w:abstractNumId="34">
    <w:nsid w:val="6E03281A"/>
    <w:multiLevelType w:val="hybridMultilevel"/>
    <w:tmpl w:val="FFFFFFFF"/>
    <w:lvl w:ilvl="0" w:tplc="6720CCC8">
      <w:numFmt w:val="bullet"/>
      <w:lvlText w:val=""/>
      <w:lvlJc w:val="left"/>
      <w:pPr>
        <w:ind w:left="391" w:hanging="284"/>
      </w:pPr>
      <w:rPr>
        <w:rFonts w:ascii="Symbol" w:eastAsia="Times New Roman" w:hAnsi="Symbol" w:hint="default"/>
        <w:w w:val="99"/>
        <w:sz w:val="20"/>
      </w:rPr>
    </w:lvl>
    <w:lvl w:ilvl="1" w:tplc="C5C6EE64">
      <w:numFmt w:val="bullet"/>
      <w:lvlText w:val="•"/>
      <w:lvlJc w:val="left"/>
      <w:pPr>
        <w:ind w:left="738" w:hanging="284"/>
      </w:pPr>
      <w:rPr>
        <w:rFonts w:hint="default"/>
      </w:rPr>
    </w:lvl>
    <w:lvl w:ilvl="2" w:tplc="0D5A9244">
      <w:numFmt w:val="bullet"/>
      <w:lvlText w:val="•"/>
      <w:lvlJc w:val="left"/>
      <w:pPr>
        <w:ind w:left="1077" w:hanging="284"/>
      </w:pPr>
      <w:rPr>
        <w:rFonts w:hint="default"/>
      </w:rPr>
    </w:lvl>
    <w:lvl w:ilvl="3" w:tplc="C4708D5A">
      <w:numFmt w:val="bullet"/>
      <w:lvlText w:val="•"/>
      <w:lvlJc w:val="left"/>
      <w:pPr>
        <w:ind w:left="1415" w:hanging="284"/>
      </w:pPr>
      <w:rPr>
        <w:rFonts w:hint="default"/>
      </w:rPr>
    </w:lvl>
    <w:lvl w:ilvl="4" w:tplc="1F404768">
      <w:numFmt w:val="bullet"/>
      <w:lvlText w:val="•"/>
      <w:lvlJc w:val="left"/>
      <w:pPr>
        <w:ind w:left="1754" w:hanging="284"/>
      </w:pPr>
      <w:rPr>
        <w:rFonts w:hint="default"/>
      </w:rPr>
    </w:lvl>
    <w:lvl w:ilvl="5" w:tplc="C47678BE">
      <w:numFmt w:val="bullet"/>
      <w:lvlText w:val="•"/>
      <w:lvlJc w:val="left"/>
      <w:pPr>
        <w:ind w:left="2092" w:hanging="284"/>
      </w:pPr>
      <w:rPr>
        <w:rFonts w:hint="default"/>
      </w:rPr>
    </w:lvl>
    <w:lvl w:ilvl="6" w:tplc="B0BC8CBC">
      <w:numFmt w:val="bullet"/>
      <w:lvlText w:val="•"/>
      <w:lvlJc w:val="left"/>
      <w:pPr>
        <w:ind w:left="2431" w:hanging="284"/>
      </w:pPr>
      <w:rPr>
        <w:rFonts w:hint="default"/>
      </w:rPr>
    </w:lvl>
    <w:lvl w:ilvl="7" w:tplc="AB64BD20">
      <w:numFmt w:val="bullet"/>
      <w:lvlText w:val="•"/>
      <w:lvlJc w:val="left"/>
      <w:pPr>
        <w:ind w:left="2769" w:hanging="284"/>
      </w:pPr>
      <w:rPr>
        <w:rFonts w:hint="default"/>
      </w:rPr>
    </w:lvl>
    <w:lvl w:ilvl="8" w:tplc="2D7C6382">
      <w:numFmt w:val="bullet"/>
      <w:lvlText w:val="•"/>
      <w:lvlJc w:val="left"/>
      <w:pPr>
        <w:ind w:left="3108" w:hanging="284"/>
      </w:pPr>
      <w:rPr>
        <w:rFonts w:hint="default"/>
      </w:rPr>
    </w:lvl>
  </w:abstractNum>
  <w:abstractNum w:abstractNumId="35">
    <w:nsid w:val="6FE153AC"/>
    <w:multiLevelType w:val="hybridMultilevel"/>
    <w:tmpl w:val="FFFFFFFF"/>
    <w:lvl w:ilvl="0" w:tplc="530A39D2">
      <w:start w:val="2"/>
      <w:numFmt w:val="decimal"/>
      <w:lvlText w:val="%1."/>
      <w:lvlJc w:val="left"/>
      <w:pPr>
        <w:ind w:left="560" w:hanging="348"/>
      </w:pPr>
      <w:rPr>
        <w:rFonts w:ascii="Times New Roman" w:eastAsia="Times New Roman" w:hAnsi="Times New Roman" w:cs="Times New Roman" w:hint="default"/>
        <w:b/>
        <w:bCs/>
        <w:spacing w:val="-12"/>
        <w:w w:val="100"/>
        <w:sz w:val="24"/>
        <w:szCs w:val="24"/>
      </w:rPr>
    </w:lvl>
    <w:lvl w:ilvl="1" w:tplc="9A30BB08">
      <w:numFmt w:val="bullet"/>
      <w:lvlText w:val="•"/>
      <w:lvlJc w:val="left"/>
      <w:pPr>
        <w:ind w:left="1263" w:hanging="348"/>
      </w:pPr>
      <w:rPr>
        <w:rFonts w:hint="default"/>
      </w:rPr>
    </w:lvl>
    <w:lvl w:ilvl="2" w:tplc="CE089640">
      <w:numFmt w:val="bullet"/>
      <w:lvlText w:val="•"/>
      <w:lvlJc w:val="left"/>
      <w:pPr>
        <w:ind w:left="1966" w:hanging="348"/>
      </w:pPr>
      <w:rPr>
        <w:rFonts w:hint="default"/>
      </w:rPr>
    </w:lvl>
    <w:lvl w:ilvl="3" w:tplc="9B0EFE78">
      <w:numFmt w:val="bullet"/>
      <w:lvlText w:val="•"/>
      <w:lvlJc w:val="left"/>
      <w:pPr>
        <w:ind w:left="2670" w:hanging="348"/>
      </w:pPr>
      <w:rPr>
        <w:rFonts w:hint="default"/>
      </w:rPr>
    </w:lvl>
    <w:lvl w:ilvl="4" w:tplc="F1E0A6CA">
      <w:numFmt w:val="bullet"/>
      <w:lvlText w:val="•"/>
      <w:lvlJc w:val="left"/>
      <w:pPr>
        <w:ind w:left="3373" w:hanging="348"/>
      </w:pPr>
      <w:rPr>
        <w:rFonts w:hint="default"/>
      </w:rPr>
    </w:lvl>
    <w:lvl w:ilvl="5" w:tplc="36782226">
      <w:numFmt w:val="bullet"/>
      <w:lvlText w:val="•"/>
      <w:lvlJc w:val="left"/>
      <w:pPr>
        <w:ind w:left="4077" w:hanging="348"/>
      </w:pPr>
      <w:rPr>
        <w:rFonts w:hint="default"/>
      </w:rPr>
    </w:lvl>
    <w:lvl w:ilvl="6" w:tplc="71BA499A">
      <w:numFmt w:val="bullet"/>
      <w:lvlText w:val="•"/>
      <w:lvlJc w:val="left"/>
      <w:pPr>
        <w:ind w:left="4780" w:hanging="348"/>
      </w:pPr>
      <w:rPr>
        <w:rFonts w:hint="default"/>
      </w:rPr>
    </w:lvl>
    <w:lvl w:ilvl="7" w:tplc="28C8F6C6">
      <w:numFmt w:val="bullet"/>
      <w:lvlText w:val="•"/>
      <w:lvlJc w:val="left"/>
      <w:pPr>
        <w:ind w:left="5483" w:hanging="348"/>
      </w:pPr>
      <w:rPr>
        <w:rFonts w:hint="default"/>
      </w:rPr>
    </w:lvl>
    <w:lvl w:ilvl="8" w:tplc="AAB440B4">
      <w:numFmt w:val="bullet"/>
      <w:lvlText w:val="•"/>
      <w:lvlJc w:val="left"/>
      <w:pPr>
        <w:ind w:left="6187" w:hanging="348"/>
      </w:pPr>
      <w:rPr>
        <w:rFonts w:hint="default"/>
      </w:rPr>
    </w:lvl>
  </w:abstractNum>
  <w:abstractNum w:abstractNumId="36">
    <w:nsid w:val="73F543A5"/>
    <w:multiLevelType w:val="hybridMultilevel"/>
    <w:tmpl w:val="FFFFFFFF"/>
    <w:lvl w:ilvl="0" w:tplc="B3B6F808">
      <w:numFmt w:val="bullet"/>
      <w:lvlText w:val=""/>
      <w:lvlJc w:val="left"/>
      <w:pPr>
        <w:ind w:left="816" w:hanging="349"/>
      </w:pPr>
      <w:rPr>
        <w:rFonts w:ascii="Symbol" w:eastAsia="Times New Roman" w:hAnsi="Symbol" w:hint="default"/>
        <w:w w:val="99"/>
        <w:sz w:val="20"/>
      </w:rPr>
    </w:lvl>
    <w:lvl w:ilvl="1" w:tplc="D3668A12">
      <w:numFmt w:val="bullet"/>
      <w:lvlText w:val="•"/>
      <w:lvlJc w:val="left"/>
      <w:pPr>
        <w:ind w:left="1286" w:hanging="349"/>
      </w:pPr>
      <w:rPr>
        <w:rFonts w:hint="default"/>
      </w:rPr>
    </w:lvl>
    <w:lvl w:ilvl="2" w:tplc="45A07D34">
      <w:numFmt w:val="bullet"/>
      <w:lvlText w:val="•"/>
      <w:lvlJc w:val="left"/>
      <w:pPr>
        <w:ind w:left="1753" w:hanging="349"/>
      </w:pPr>
      <w:rPr>
        <w:rFonts w:hint="default"/>
      </w:rPr>
    </w:lvl>
    <w:lvl w:ilvl="3" w:tplc="AD08BFB6">
      <w:numFmt w:val="bullet"/>
      <w:lvlText w:val="•"/>
      <w:lvlJc w:val="left"/>
      <w:pPr>
        <w:ind w:left="2219" w:hanging="349"/>
      </w:pPr>
      <w:rPr>
        <w:rFonts w:hint="default"/>
      </w:rPr>
    </w:lvl>
    <w:lvl w:ilvl="4" w:tplc="5D5ADC82">
      <w:numFmt w:val="bullet"/>
      <w:lvlText w:val="•"/>
      <w:lvlJc w:val="left"/>
      <w:pPr>
        <w:ind w:left="2686" w:hanging="349"/>
      </w:pPr>
      <w:rPr>
        <w:rFonts w:hint="default"/>
      </w:rPr>
    </w:lvl>
    <w:lvl w:ilvl="5" w:tplc="197271C2">
      <w:numFmt w:val="bullet"/>
      <w:lvlText w:val="•"/>
      <w:lvlJc w:val="left"/>
      <w:pPr>
        <w:ind w:left="3152" w:hanging="349"/>
      </w:pPr>
      <w:rPr>
        <w:rFonts w:hint="default"/>
      </w:rPr>
    </w:lvl>
    <w:lvl w:ilvl="6" w:tplc="7918ED68">
      <w:numFmt w:val="bullet"/>
      <w:lvlText w:val="•"/>
      <w:lvlJc w:val="left"/>
      <w:pPr>
        <w:ind w:left="3619" w:hanging="349"/>
      </w:pPr>
      <w:rPr>
        <w:rFonts w:hint="default"/>
      </w:rPr>
    </w:lvl>
    <w:lvl w:ilvl="7" w:tplc="78C20BCA">
      <w:numFmt w:val="bullet"/>
      <w:lvlText w:val="•"/>
      <w:lvlJc w:val="left"/>
      <w:pPr>
        <w:ind w:left="4085" w:hanging="349"/>
      </w:pPr>
      <w:rPr>
        <w:rFonts w:hint="default"/>
      </w:rPr>
    </w:lvl>
    <w:lvl w:ilvl="8" w:tplc="975C25F2">
      <w:numFmt w:val="bullet"/>
      <w:lvlText w:val="•"/>
      <w:lvlJc w:val="left"/>
      <w:pPr>
        <w:ind w:left="4552" w:hanging="349"/>
      </w:pPr>
      <w:rPr>
        <w:rFonts w:hint="default"/>
      </w:rPr>
    </w:lvl>
  </w:abstractNum>
  <w:abstractNum w:abstractNumId="37">
    <w:nsid w:val="78437E14"/>
    <w:multiLevelType w:val="hybridMultilevel"/>
    <w:tmpl w:val="FFFFFFFF"/>
    <w:lvl w:ilvl="0" w:tplc="45C04744">
      <w:numFmt w:val="bullet"/>
      <w:lvlText w:val=""/>
      <w:lvlJc w:val="left"/>
      <w:pPr>
        <w:ind w:left="1138" w:hanging="557"/>
      </w:pPr>
      <w:rPr>
        <w:rFonts w:ascii="Symbol" w:eastAsia="Times New Roman" w:hAnsi="Symbol" w:hint="default"/>
        <w:w w:val="100"/>
        <w:sz w:val="28"/>
      </w:rPr>
    </w:lvl>
    <w:lvl w:ilvl="1" w:tplc="5D2480A2">
      <w:numFmt w:val="bullet"/>
      <w:lvlText w:val="•"/>
      <w:lvlJc w:val="left"/>
      <w:pPr>
        <w:ind w:left="1996" w:hanging="557"/>
      </w:pPr>
      <w:rPr>
        <w:rFonts w:hint="default"/>
      </w:rPr>
    </w:lvl>
    <w:lvl w:ilvl="2" w:tplc="70281A0E">
      <w:numFmt w:val="bullet"/>
      <w:lvlText w:val="•"/>
      <w:lvlJc w:val="left"/>
      <w:pPr>
        <w:ind w:left="2853" w:hanging="557"/>
      </w:pPr>
      <w:rPr>
        <w:rFonts w:hint="default"/>
      </w:rPr>
    </w:lvl>
    <w:lvl w:ilvl="3" w:tplc="D5106164">
      <w:numFmt w:val="bullet"/>
      <w:lvlText w:val="•"/>
      <w:lvlJc w:val="left"/>
      <w:pPr>
        <w:ind w:left="3709" w:hanging="557"/>
      </w:pPr>
      <w:rPr>
        <w:rFonts w:hint="default"/>
      </w:rPr>
    </w:lvl>
    <w:lvl w:ilvl="4" w:tplc="99468D3E">
      <w:numFmt w:val="bullet"/>
      <w:lvlText w:val="•"/>
      <w:lvlJc w:val="left"/>
      <w:pPr>
        <w:ind w:left="4566" w:hanging="557"/>
      </w:pPr>
      <w:rPr>
        <w:rFonts w:hint="default"/>
      </w:rPr>
    </w:lvl>
    <w:lvl w:ilvl="5" w:tplc="2D8E19E6">
      <w:numFmt w:val="bullet"/>
      <w:lvlText w:val="•"/>
      <w:lvlJc w:val="left"/>
      <w:pPr>
        <w:ind w:left="5423" w:hanging="557"/>
      </w:pPr>
      <w:rPr>
        <w:rFonts w:hint="default"/>
      </w:rPr>
    </w:lvl>
    <w:lvl w:ilvl="6" w:tplc="F6EC6106">
      <w:numFmt w:val="bullet"/>
      <w:lvlText w:val="•"/>
      <w:lvlJc w:val="left"/>
      <w:pPr>
        <w:ind w:left="6279" w:hanging="557"/>
      </w:pPr>
      <w:rPr>
        <w:rFonts w:hint="default"/>
      </w:rPr>
    </w:lvl>
    <w:lvl w:ilvl="7" w:tplc="859E6E10">
      <w:numFmt w:val="bullet"/>
      <w:lvlText w:val="•"/>
      <w:lvlJc w:val="left"/>
      <w:pPr>
        <w:ind w:left="7136" w:hanging="557"/>
      </w:pPr>
      <w:rPr>
        <w:rFonts w:hint="default"/>
      </w:rPr>
    </w:lvl>
    <w:lvl w:ilvl="8" w:tplc="F536DE36">
      <w:numFmt w:val="bullet"/>
      <w:lvlText w:val="•"/>
      <w:lvlJc w:val="left"/>
      <w:pPr>
        <w:ind w:left="7993" w:hanging="557"/>
      </w:pPr>
      <w:rPr>
        <w:rFonts w:hint="default"/>
      </w:rPr>
    </w:lvl>
  </w:abstractNum>
  <w:abstractNum w:abstractNumId="38">
    <w:nsid w:val="7AC64340"/>
    <w:multiLevelType w:val="hybridMultilevel"/>
    <w:tmpl w:val="FFFFFFFF"/>
    <w:lvl w:ilvl="0" w:tplc="5D563D60">
      <w:numFmt w:val="bullet"/>
      <w:lvlText w:val=""/>
      <w:lvlJc w:val="left"/>
      <w:pPr>
        <w:ind w:left="336" w:hanging="228"/>
      </w:pPr>
      <w:rPr>
        <w:rFonts w:ascii="Symbol" w:eastAsia="Times New Roman" w:hAnsi="Symbol" w:hint="default"/>
        <w:w w:val="100"/>
        <w:sz w:val="24"/>
      </w:rPr>
    </w:lvl>
    <w:lvl w:ilvl="1" w:tplc="E4063734">
      <w:numFmt w:val="bullet"/>
      <w:lvlText w:val="•"/>
      <w:lvlJc w:val="left"/>
      <w:pPr>
        <w:ind w:left="778" w:hanging="228"/>
      </w:pPr>
      <w:rPr>
        <w:rFonts w:hint="default"/>
      </w:rPr>
    </w:lvl>
    <w:lvl w:ilvl="2" w:tplc="2C4E343A">
      <w:numFmt w:val="bullet"/>
      <w:lvlText w:val="•"/>
      <w:lvlJc w:val="left"/>
      <w:pPr>
        <w:ind w:left="1216" w:hanging="228"/>
      </w:pPr>
      <w:rPr>
        <w:rFonts w:hint="default"/>
      </w:rPr>
    </w:lvl>
    <w:lvl w:ilvl="3" w:tplc="DBE20FE6">
      <w:numFmt w:val="bullet"/>
      <w:lvlText w:val="•"/>
      <w:lvlJc w:val="left"/>
      <w:pPr>
        <w:ind w:left="1654" w:hanging="228"/>
      </w:pPr>
      <w:rPr>
        <w:rFonts w:hint="default"/>
      </w:rPr>
    </w:lvl>
    <w:lvl w:ilvl="4" w:tplc="6E6C7F0E">
      <w:numFmt w:val="bullet"/>
      <w:lvlText w:val="•"/>
      <w:lvlJc w:val="left"/>
      <w:pPr>
        <w:ind w:left="2093" w:hanging="228"/>
      </w:pPr>
      <w:rPr>
        <w:rFonts w:hint="default"/>
      </w:rPr>
    </w:lvl>
    <w:lvl w:ilvl="5" w:tplc="ABDEF502">
      <w:numFmt w:val="bullet"/>
      <w:lvlText w:val="•"/>
      <w:lvlJc w:val="left"/>
      <w:pPr>
        <w:ind w:left="2531" w:hanging="228"/>
      </w:pPr>
      <w:rPr>
        <w:rFonts w:hint="default"/>
      </w:rPr>
    </w:lvl>
    <w:lvl w:ilvl="6" w:tplc="0CE2744C">
      <w:numFmt w:val="bullet"/>
      <w:lvlText w:val="•"/>
      <w:lvlJc w:val="left"/>
      <w:pPr>
        <w:ind w:left="2969" w:hanging="228"/>
      </w:pPr>
      <w:rPr>
        <w:rFonts w:hint="default"/>
      </w:rPr>
    </w:lvl>
    <w:lvl w:ilvl="7" w:tplc="27FAEEFE">
      <w:numFmt w:val="bullet"/>
      <w:lvlText w:val="•"/>
      <w:lvlJc w:val="left"/>
      <w:pPr>
        <w:ind w:left="3408" w:hanging="228"/>
      </w:pPr>
      <w:rPr>
        <w:rFonts w:hint="default"/>
      </w:rPr>
    </w:lvl>
    <w:lvl w:ilvl="8" w:tplc="1AC6972A">
      <w:numFmt w:val="bullet"/>
      <w:lvlText w:val="•"/>
      <w:lvlJc w:val="left"/>
      <w:pPr>
        <w:ind w:left="3846" w:hanging="228"/>
      </w:pPr>
      <w:rPr>
        <w:rFonts w:hint="default"/>
      </w:rPr>
    </w:lvl>
  </w:abstractNum>
  <w:abstractNum w:abstractNumId="39">
    <w:nsid w:val="7BC75F90"/>
    <w:multiLevelType w:val="hybridMultilevel"/>
    <w:tmpl w:val="FFFFFFFF"/>
    <w:lvl w:ilvl="0" w:tplc="A07EB1F2">
      <w:numFmt w:val="bullet"/>
      <w:lvlText w:val=""/>
      <w:lvlJc w:val="left"/>
      <w:pPr>
        <w:ind w:left="336" w:hanging="228"/>
      </w:pPr>
      <w:rPr>
        <w:rFonts w:ascii="Symbol" w:eastAsia="Times New Roman" w:hAnsi="Symbol" w:hint="default"/>
        <w:w w:val="100"/>
        <w:sz w:val="24"/>
      </w:rPr>
    </w:lvl>
    <w:lvl w:ilvl="1" w:tplc="00C24980">
      <w:numFmt w:val="bullet"/>
      <w:lvlText w:val="•"/>
      <w:lvlJc w:val="left"/>
      <w:pPr>
        <w:ind w:left="778" w:hanging="228"/>
      </w:pPr>
      <w:rPr>
        <w:rFonts w:hint="default"/>
      </w:rPr>
    </w:lvl>
    <w:lvl w:ilvl="2" w:tplc="4A5059CE">
      <w:numFmt w:val="bullet"/>
      <w:lvlText w:val="•"/>
      <w:lvlJc w:val="left"/>
      <w:pPr>
        <w:ind w:left="1216" w:hanging="228"/>
      </w:pPr>
      <w:rPr>
        <w:rFonts w:hint="default"/>
      </w:rPr>
    </w:lvl>
    <w:lvl w:ilvl="3" w:tplc="CC0A5316">
      <w:numFmt w:val="bullet"/>
      <w:lvlText w:val="•"/>
      <w:lvlJc w:val="left"/>
      <w:pPr>
        <w:ind w:left="1654" w:hanging="228"/>
      </w:pPr>
      <w:rPr>
        <w:rFonts w:hint="default"/>
      </w:rPr>
    </w:lvl>
    <w:lvl w:ilvl="4" w:tplc="C63A3736">
      <w:numFmt w:val="bullet"/>
      <w:lvlText w:val="•"/>
      <w:lvlJc w:val="left"/>
      <w:pPr>
        <w:ind w:left="2093" w:hanging="228"/>
      </w:pPr>
      <w:rPr>
        <w:rFonts w:hint="default"/>
      </w:rPr>
    </w:lvl>
    <w:lvl w:ilvl="5" w:tplc="8F5C364C">
      <w:numFmt w:val="bullet"/>
      <w:lvlText w:val="•"/>
      <w:lvlJc w:val="left"/>
      <w:pPr>
        <w:ind w:left="2531" w:hanging="228"/>
      </w:pPr>
      <w:rPr>
        <w:rFonts w:hint="default"/>
      </w:rPr>
    </w:lvl>
    <w:lvl w:ilvl="6" w:tplc="8F0E7CC4">
      <w:numFmt w:val="bullet"/>
      <w:lvlText w:val="•"/>
      <w:lvlJc w:val="left"/>
      <w:pPr>
        <w:ind w:left="2969" w:hanging="228"/>
      </w:pPr>
      <w:rPr>
        <w:rFonts w:hint="default"/>
      </w:rPr>
    </w:lvl>
    <w:lvl w:ilvl="7" w:tplc="E7AE9F14">
      <w:numFmt w:val="bullet"/>
      <w:lvlText w:val="•"/>
      <w:lvlJc w:val="left"/>
      <w:pPr>
        <w:ind w:left="3408" w:hanging="228"/>
      </w:pPr>
      <w:rPr>
        <w:rFonts w:hint="default"/>
      </w:rPr>
    </w:lvl>
    <w:lvl w:ilvl="8" w:tplc="673C020C">
      <w:numFmt w:val="bullet"/>
      <w:lvlText w:val="•"/>
      <w:lvlJc w:val="left"/>
      <w:pPr>
        <w:ind w:left="3846" w:hanging="228"/>
      </w:pPr>
      <w:rPr>
        <w:rFonts w:hint="default"/>
      </w:rPr>
    </w:lvl>
  </w:abstractNum>
  <w:abstractNum w:abstractNumId="40">
    <w:nsid w:val="7EA13687"/>
    <w:multiLevelType w:val="hybridMultilevel"/>
    <w:tmpl w:val="FFFFFFFF"/>
    <w:lvl w:ilvl="0" w:tplc="0DEEDDA6">
      <w:numFmt w:val="bullet"/>
      <w:lvlText w:val="-"/>
      <w:lvlJc w:val="left"/>
      <w:pPr>
        <w:ind w:left="262" w:hanging="190"/>
      </w:pPr>
      <w:rPr>
        <w:rFonts w:ascii="Times New Roman" w:eastAsia="Times New Roman" w:hAnsi="Times New Roman" w:hint="default"/>
        <w:spacing w:val="-12"/>
        <w:w w:val="99"/>
        <w:sz w:val="24"/>
      </w:rPr>
    </w:lvl>
    <w:lvl w:ilvl="1" w:tplc="D624BA6C">
      <w:numFmt w:val="bullet"/>
      <w:lvlText w:val="•"/>
      <w:lvlJc w:val="left"/>
      <w:pPr>
        <w:ind w:left="1218" w:hanging="190"/>
      </w:pPr>
      <w:rPr>
        <w:rFonts w:hint="default"/>
      </w:rPr>
    </w:lvl>
    <w:lvl w:ilvl="2" w:tplc="572235BE">
      <w:numFmt w:val="bullet"/>
      <w:lvlText w:val="•"/>
      <w:lvlJc w:val="left"/>
      <w:pPr>
        <w:ind w:left="2177" w:hanging="190"/>
      </w:pPr>
      <w:rPr>
        <w:rFonts w:hint="default"/>
      </w:rPr>
    </w:lvl>
    <w:lvl w:ilvl="3" w:tplc="02B2E79E">
      <w:numFmt w:val="bullet"/>
      <w:lvlText w:val="•"/>
      <w:lvlJc w:val="left"/>
      <w:pPr>
        <w:ind w:left="3135" w:hanging="190"/>
      </w:pPr>
      <w:rPr>
        <w:rFonts w:hint="default"/>
      </w:rPr>
    </w:lvl>
    <w:lvl w:ilvl="4" w:tplc="40A8FC04">
      <w:numFmt w:val="bullet"/>
      <w:lvlText w:val="•"/>
      <w:lvlJc w:val="left"/>
      <w:pPr>
        <w:ind w:left="4094" w:hanging="190"/>
      </w:pPr>
      <w:rPr>
        <w:rFonts w:hint="default"/>
      </w:rPr>
    </w:lvl>
    <w:lvl w:ilvl="5" w:tplc="C81C9838">
      <w:numFmt w:val="bullet"/>
      <w:lvlText w:val="•"/>
      <w:lvlJc w:val="left"/>
      <w:pPr>
        <w:ind w:left="5053" w:hanging="190"/>
      </w:pPr>
      <w:rPr>
        <w:rFonts w:hint="default"/>
      </w:rPr>
    </w:lvl>
    <w:lvl w:ilvl="6" w:tplc="0A0CBCD2">
      <w:numFmt w:val="bullet"/>
      <w:lvlText w:val="•"/>
      <w:lvlJc w:val="left"/>
      <w:pPr>
        <w:ind w:left="6011" w:hanging="190"/>
      </w:pPr>
      <w:rPr>
        <w:rFonts w:hint="default"/>
      </w:rPr>
    </w:lvl>
    <w:lvl w:ilvl="7" w:tplc="3652399C">
      <w:numFmt w:val="bullet"/>
      <w:lvlText w:val="•"/>
      <w:lvlJc w:val="left"/>
      <w:pPr>
        <w:ind w:left="6970" w:hanging="190"/>
      </w:pPr>
      <w:rPr>
        <w:rFonts w:hint="default"/>
      </w:rPr>
    </w:lvl>
    <w:lvl w:ilvl="8" w:tplc="5F46772E">
      <w:numFmt w:val="bullet"/>
      <w:lvlText w:val="•"/>
      <w:lvlJc w:val="left"/>
      <w:pPr>
        <w:ind w:left="7929" w:hanging="190"/>
      </w:pPr>
      <w:rPr>
        <w:rFonts w:hint="default"/>
      </w:rPr>
    </w:lvl>
  </w:abstractNum>
  <w:num w:numId="1">
    <w:abstractNumId w:val="17"/>
  </w:num>
  <w:num w:numId="2">
    <w:abstractNumId w:val="33"/>
  </w:num>
  <w:num w:numId="3">
    <w:abstractNumId w:val="37"/>
  </w:num>
  <w:num w:numId="4">
    <w:abstractNumId w:val="23"/>
  </w:num>
  <w:num w:numId="5">
    <w:abstractNumId w:val="29"/>
  </w:num>
  <w:num w:numId="6">
    <w:abstractNumId w:val="35"/>
  </w:num>
  <w:num w:numId="7">
    <w:abstractNumId w:val="27"/>
  </w:num>
  <w:num w:numId="8">
    <w:abstractNumId w:val="14"/>
  </w:num>
  <w:num w:numId="9">
    <w:abstractNumId w:val="24"/>
  </w:num>
  <w:num w:numId="10">
    <w:abstractNumId w:val="13"/>
  </w:num>
  <w:num w:numId="11">
    <w:abstractNumId w:val="30"/>
  </w:num>
  <w:num w:numId="12">
    <w:abstractNumId w:val="40"/>
  </w:num>
  <w:num w:numId="13">
    <w:abstractNumId w:val="28"/>
  </w:num>
  <w:num w:numId="14">
    <w:abstractNumId w:val="20"/>
  </w:num>
  <w:num w:numId="15">
    <w:abstractNumId w:val="22"/>
  </w:num>
  <w:num w:numId="16">
    <w:abstractNumId w:val="34"/>
  </w:num>
  <w:num w:numId="17">
    <w:abstractNumId w:val="36"/>
  </w:num>
  <w:num w:numId="18">
    <w:abstractNumId w:val="12"/>
  </w:num>
  <w:num w:numId="19">
    <w:abstractNumId w:val="31"/>
  </w:num>
  <w:num w:numId="20">
    <w:abstractNumId w:val="19"/>
  </w:num>
  <w:num w:numId="21">
    <w:abstractNumId w:val="38"/>
  </w:num>
  <w:num w:numId="22">
    <w:abstractNumId w:val="26"/>
  </w:num>
  <w:num w:numId="23">
    <w:abstractNumId w:val="39"/>
  </w:num>
  <w:num w:numId="24">
    <w:abstractNumId w:val="32"/>
  </w:num>
  <w:num w:numId="25">
    <w:abstractNumId w:val="21"/>
  </w:num>
  <w:num w:numId="26">
    <w:abstractNumId w:val="25"/>
  </w:num>
  <w:num w:numId="27">
    <w:abstractNumId w:val="16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8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  <w:num w:numId="38">
    <w:abstractNumId w:val="10"/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5991"/>
    <w:rsid w:val="00004192"/>
    <w:rsid w:val="000043AC"/>
    <w:rsid w:val="00007A5E"/>
    <w:rsid w:val="000179A4"/>
    <w:rsid w:val="0002017A"/>
    <w:rsid w:val="000202D7"/>
    <w:rsid w:val="00024F31"/>
    <w:rsid w:val="00043600"/>
    <w:rsid w:val="0005243C"/>
    <w:rsid w:val="00092E78"/>
    <w:rsid w:val="000B0751"/>
    <w:rsid w:val="000B0B1E"/>
    <w:rsid w:val="000E1097"/>
    <w:rsid w:val="000F34F6"/>
    <w:rsid w:val="001268B5"/>
    <w:rsid w:val="0013042D"/>
    <w:rsid w:val="001446A3"/>
    <w:rsid w:val="00160C55"/>
    <w:rsid w:val="0016115F"/>
    <w:rsid w:val="00163F50"/>
    <w:rsid w:val="00165E1B"/>
    <w:rsid w:val="00183279"/>
    <w:rsid w:val="001A1692"/>
    <w:rsid w:val="001B5E77"/>
    <w:rsid w:val="001B60B2"/>
    <w:rsid w:val="001C7297"/>
    <w:rsid w:val="001D665E"/>
    <w:rsid w:val="001E3F53"/>
    <w:rsid w:val="001E523E"/>
    <w:rsid w:val="00225EDD"/>
    <w:rsid w:val="00234AE1"/>
    <w:rsid w:val="00245B82"/>
    <w:rsid w:val="00260674"/>
    <w:rsid w:val="00264086"/>
    <w:rsid w:val="002F4735"/>
    <w:rsid w:val="00306A16"/>
    <w:rsid w:val="00310CB9"/>
    <w:rsid w:val="00321452"/>
    <w:rsid w:val="0033254E"/>
    <w:rsid w:val="00342A22"/>
    <w:rsid w:val="00354BC6"/>
    <w:rsid w:val="003801B7"/>
    <w:rsid w:val="00397998"/>
    <w:rsid w:val="003A7A72"/>
    <w:rsid w:val="003C4464"/>
    <w:rsid w:val="003D6A22"/>
    <w:rsid w:val="003F09C0"/>
    <w:rsid w:val="00400596"/>
    <w:rsid w:val="004042DB"/>
    <w:rsid w:val="00404461"/>
    <w:rsid w:val="00424060"/>
    <w:rsid w:val="0043458D"/>
    <w:rsid w:val="004408AA"/>
    <w:rsid w:val="00452CAD"/>
    <w:rsid w:val="004858DD"/>
    <w:rsid w:val="004B5931"/>
    <w:rsid w:val="004C71BB"/>
    <w:rsid w:val="004C7AA1"/>
    <w:rsid w:val="00511DBE"/>
    <w:rsid w:val="00524729"/>
    <w:rsid w:val="00542252"/>
    <w:rsid w:val="00542903"/>
    <w:rsid w:val="0056134A"/>
    <w:rsid w:val="0057069A"/>
    <w:rsid w:val="0057403D"/>
    <w:rsid w:val="005808A7"/>
    <w:rsid w:val="0059031D"/>
    <w:rsid w:val="00593476"/>
    <w:rsid w:val="005A31CF"/>
    <w:rsid w:val="005D36CF"/>
    <w:rsid w:val="005E5B00"/>
    <w:rsid w:val="006003D9"/>
    <w:rsid w:val="00602BFA"/>
    <w:rsid w:val="0061355E"/>
    <w:rsid w:val="00631014"/>
    <w:rsid w:val="00651A79"/>
    <w:rsid w:val="00674A95"/>
    <w:rsid w:val="00677A45"/>
    <w:rsid w:val="006843A5"/>
    <w:rsid w:val="006B7A24"/>
    <w:rsid w:val="006C0BC2"/>
    <w:rsid w:val="006C3628"/>
    <w:rsid w:val="006C7353"/>
    <w:rsid w:val="006D26D7"/>
    <w:rsid w:val="006E4715"/>
    <w:rsid w:val="006F0A27"/>
    <w:rsid w:val="006F20A4"/>
    <w:rsid w:val="006F4164"/>
    <w:rsid w:val="0071605E"/>
    <w:rsid w:val="007275F0"/>
    <w:rsid w:val="00733715"/>
    <w:rsid w:val="00760946"/>
    <w:rsid w:val="00767DFB"/>
    <w:rsid w:val="00796B0D"/>
    <w:rsid w:val="007A058E"/>
    <w:rsid w:val="007A6654"/>
    <w:rsid w:val="007B7894"/>
    <w:rsid w:val="007F694D"/>
    <w:rsid w:val="00805F3B"/>
    <w:rsid w:val="0081062A"/>
    <w:rsid w:val="00820B0F"/>
    <w:rsid w:val="00821422"/>
    <w:rsid w:val="0086502C"/>
    <w:rsid w:val="008771F2"/>
    <w:rsid w:val="0088554B"/>
    <w:rsid w:val="00886DFF"/>
    <w:rsid w:val="008A007A"/>
    <w:rsid w:val="008A7A94"/>
    <w:rsid w:val="008B02F4"/>
    <w:rsid w:val="008D66EF"/>
    <w:rsid w:val="008D68B5"/>
    <w:rsid w:val="00914DEC"/>
    <w:rsid w:val="009152B9"/>
    <w:rsid w:val="00920CDA"/>
    <w:rsid w:val="00922447"/>
    <w:rsid w:val="00923AFB"/>
    <w:rsid w:val="00926DC6"/>
    <w:rsid w:val="0093134C"/>
    <w:rsid w:val="0094246D"/>
    <w:rsid w:val="00943D57"/>
    <w:rsid w:val="00951979"/>
    <w:rsid w:val="00964442"/>
    <w:rsid w:val="00983FEB"/>
    <w:rsid w:val="009957DA"/>
    <w:rsid w:val="009B28E7"/>
    <w:rsid w:val="009B6CA5"/>
    <w:rsid w:val="009B710B"/>
    <w:rsid w:val="009D68EF"/>
    <w:rsid w:val="009E12C8"/>
    <w:rsid w:val="00A00146"/>
    <w:rsid w:val="00A128F1"/>
    <w:rsid w:val="00A228FE"/>
    <w:rsid w:val="00A31652"/>
    <w:rsid w:val="00A32D9F"/>
    <w:rsid w:val="00A443DC"/>
    <w:rsid w:val="00A463AF"/>
    <w:rsid w:val="00A5714D"/>
    <w:rsid w:val="00A65D89"/>
    <w:rsid w:val="00A72B52"/>
    <w:rsid w:val="00A830AE"/>
    <w:rsid w:val="00A83898"/>
    <w:rsid w:val="00A83B64"/>
    <w:rsid w:val="00A866B3"/>
    <w:rsid w:val="00A915A4"/>
    <w:rsid w:val="00AA6E91"/>
    <w:rsid w:val="00AD6C89"/>
    <w:rsid w:val="00AE2ED0"/>
    <w:rsid w:val="00AF6D6E"/>
    <w:rsid w:val="00B01C90"/>
    <w:rsid w:val="00B15673"/>
    <w:rsid w:val="00B17894"/>
    <w:rsid w:val="00B22767"/>
    <w:rsid w:val="00B250F0"/>
    <w:rsid w:val="00B26C88"/>
    <w:rsid w:val="00B274A2"/>
    <w:rsid w:val="00B627C5"/>
    <w:rsid w:val="00B758EF"/>
    <w:rsid w:val="00B76AC3"/>
    <w:rsid w:val="00B91F9B"/>
    <w:rsid w:val="00B95587"/>
    <w:rsid w:val="00BA376A"/>
    <w:rsid w:val="00BC5505"/>
    <w:rsid w:val="00BE27CA"/>
    <w:rsid w:val="00BE3B88"/>
    <w:rsid w:val="00BE7247"/>
    <w:rsid w:val="00BF20D3"/>
    <w:rsid w:val="00C03FB2"/>
    <w:rsid w:val="00C130E2"/>
    <w:rsid w:val="00C1428D"/>
    <w:rsid w:val="00C143CC"/>
    <w:rsid w:val="00C27B60"/>
    <w:rsid w:val="00C54E0E"/>
    <w:rsid w:val="00C559F1"/>
    <w:rsid w:val="00C62228"/>
    <w:rsid w:val="00C64FD4"/>
    <w:rsid w:val="00CB35EE"/>
    <w:rsid w:val="00CB42DA"/>
    <w:rsid w:val="00CB6C52"/>
    <w:rsid w:val="00CB7F0D"/>
    <w:rsid w:val="00CE1CA2"/>
    <w:rsid w:val="00CE5FAC"/>
    <w:rsid w:val="00D0630B"/>
    <w:rsid w:val="00D16371"/>
    <w:rsid w:val="00D47F6E"/>
    <w:rsid w:val="00D5040A"/>
    <w:rsid w:val="00D54362"/>
    <w:rsid w:val="00D57EA8"/>
    <w:rsid w:val="00D65949"/>
    <w:rsid w:val="00DC2105"/>
    <w:rsid w:val="00DC6F9F"/>
    <w:rsid w:val="00DE7AB3"/>
    <w:rsid w:val="00E1638F"/>
    <w:rsid w:val="00E43E30"/>
    <w:rsid w:val="00E4691A"/>
    <w:rsid w:val="00E5234D"/>
    <w:rsid w:val="00E657A9"/>
    <w:rsid w:val="00E66058"/>
    <w:rsid w:val="00E66C1D"/>
    <w:rsid w:val="00E70BB9"/>
    <w:rsid w:val="00E76C6F"/>
    <w:rsid w:val="00E944E2"/>
    <w:rsid w:val="00EA2166"/>
    <w:rsid w:val="00EC2F7A"/>
    <w:rsid w:val="00EC5425"/>
    <w:rsid w:val="00ED58EA"/>
    <w:rsid w:val="00EE10EC"/>
    <w:rsid w:val="00EF5749"/>
    <w:rsid w:val="00F03990"/>
    <w:rsid w:val="00F043BE"/>
    <w:rsid w:val="00F146D4"/>
    <w:rsid w:val="00F15991"/>
    <w:rsid w:val="00F36516"/>
    <w:rsid w:val="00F417F3"/>
    <w:rsid w:val="00F52DAA"/>
    <w:rsid w:val="00F6051B"/>
    <w:rsid w:val="00F70552"/>
    <w:rsid w:val="00F71AA5"/>
    <w:rsid w:val="00F87A0B"/>
    <w:rsid w:val="00FA51C7"/>
    <w:rsid w:val="00FA5DE9"/>
    <w:rsid w:val="00FD1D4B"/>
    <w:rsid w:val="00FE58DF"/>
    <w:rsid w:val="00FF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991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Heading1">
    <w:name w:val="heading 1"/>
    <w:basedOn w:val="Normal"/>
    <w:link w:val="Heading1Char"/>
    <w:uiPriority w:val="99"/>
    <w:qFormat/>
    <w:rsid w:val="00F15991"/>
    <w:pPr>
      <w:spacing w:before="72"/>
      <w:ind w:left="80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21422"/>
    <w:rPr>
      <w:rFonts w:ascii="Cambria" w:hAnsi="Cambria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F1599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21422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99"/>
    <w:qFormat/>
    <w:rsid w:val="00F15991"/>
    <w:pPr>
      <w:spacing w:line="342" w:lineRule="exact"/>
      <w:ind w:left="1138" w:hanging="556"/>
    </w:pPr>
  </w:style>
  <w:style w:type="paragraph" w:customStyle="1" w:styleId="TableParagraph">
    <w:name w:val="Table Paragraph"/>
    <w:basedOn w:val="Normal"/>
    <w:uiPriority w:val="99"/>
    <w:rsid w:val="00F15991"/>
    <w:pPr>
      <w:ind w:left="109"/>
    </w:pPr>
  </w:style>
  <w:style w:type="paragraph" w:customStyle="1" w:styleId="Heading21">
    <w:name w:val="Heading 21"/>
    <w:basedOn w:val="Normal"/>
    <w:uiPriority w:val="99"/>
    <w:rsid w:val="00B274A2"/>
    <w:pPr>
      <w:ind w:left="114"/>
      <w:outlineLvl w:val="2"/>
    </w:pPr>
    <w:rPr>
      <w:rFonts w:ascii="Arial" w:eastAsia="Calibri" w:hAnsi="Arial" w:cs="Arial"/>
      <w:sz w:val="28"/>
      <w:szCs w:val="28"/>
      <w:lang w:val="en-US" w:eastAsia="en-US"/>
    </w:rPr>
  </w:style>
  <w:style w:type="paragraph" w:styleId="List2">
    <w:name w:val="List 2"/>
    <w:basedOn w:val="Normal"/>
    <w:uiPriority w:val="99"/>
    <w:rsid w:val="00B274A2"/>
    <w:pPr>
      <w:widowControl/>
      <w:autoSpaceDE/>
      <w:autoSpaceDN/>
      <w:ind w:left="566" w:hanging="283"/>
    </w:pPr>
    <w:rPr>
      <w:sz w:val="24"/>
      <w:szCs w:val="24"/>
    </w:rPr>
  </w:style>
  <w:style w:type="character" w:customStyle="1" w:styleId="FontStyle193">
    <w:name w:val="Font Style193"/>
    <w:uiPriority w:val="99"/>
    <w:rsid w:val="00B274A2"/>
    <w:rPr>
      <w:rFonts w:ascii="Arial" w:hAnsi="Arial"/>
      <w:b/>
      <w:sz w:val="50"/>
    </w:rPr>
  </w:style>
  <w:style w:type="paragraph" w:styleId="NormalWeb">
    <w:name w:val="Normal (Web)"/>
    <w:basedOn w:val="Normal"/>
    <w:uiPriority w:val="99"/>
    <w:rsid w:val="00E5234D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1">
    <w:name w:val="c1"/>
    <w:basedOn w:val="Normal"/>
    <w:uiPriority w:val="99"/>
    <w:rsid w:val="0005243C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c0">
    <w:name w:val="c0"/>
    <w:basedOn w:val="DefaultParagraphFont"/>
    <w:uiPriority w:val="99"/>
    <w:rsid w:val="0005243C"/>
    <w:rPr>
      <w:rFonts w:cs="Times New Roman"/>
    </w:rPr>
  </w:style>
  <w:style w:type="character" w:customStyle="1" w:styleId="c9">
    <w:name w:val="c9"/>
    <w:basedOn w:val="DefaultParagraphFont"/>
    <w:uiPriority w:val="99"/>
    <w:rsid w:val="0005243C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858D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D68B5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4858D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D68B5"/>
    <w:rPr>
      <w:rFonts w:ascii="Times New Roman" w:hAnsi="Times New Roman" w:cs="Times New Roman"/>
    </w:rPr>
  </w:style>
  <w:style w:type="paragraph" w:customStyle="1" w:styleId="1">
    <w:name w:val="Без интервала1"/>
    <w:uiPriority w:val="99"/>
    <w:rsid w:val="00160C55"/>
  </w:style>
  <w:style w:type="character" w:styleId="Hyperlink">
    <w:name w:val="Hyperlink"/>
    <w:basedOn w:val="DefaultParagraphFont"/>
    <w:uiPriority w:val="99"/>
    <w:rsid w:val="00B01C9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02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all-psychology.ru/lichnost/temperament/individ-stil/vliyanie.html" TargetMode="External"/><Relationship Id="rId18" Type="http://schemas.openxmlformats.org/officeDocument/2006/relationships/hyperlink" Target="http://www.proshkolu.ru/golink/www.zone-x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yperlink" Target="http://www.fizkult-ura.ru/football" TargetMode="External"/><Relationship Id="rId17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hyperlink" Target="http://www/" TargetMode="External"/><Relationship Id="rId10" Type="http://schemas.openxmlformats.org/officeDocument/2006/relationships/footer" Target="footer4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827</TotalTime>
  <Pages>25</Pages>
  <Words>5691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илгиз</dc:creator>
  <cp:keywords/>
  <dc:description/>
  <cp:lastModifiedBy>User</cp:lastModifiedBy>
  <cp:revision>88</cp:revision>
  <cp:lastPrinted>2019-03-29T07:01:00Z</cp:lastPrinted>
  <dcterms:created xsi:type="dcterms:W3CDTF">2019-03-19T04:59:00Z</dcterms:created>
  <dcterms:modified xsi:type="dcterms:W3CDTF">2022-11-16T06:54:00Z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