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74" w:rsidRDefault="00FC2074"/>
    <w:tbl>
      <w:tblPr>
        <w:tblpPr w:leftFromText="180" w:rightFromText="180" w:vertAnchor="page" w:horzAnchor="margin" w:tblpX="-176" w:tblpY="667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2"/>
        <w:gridCol w:w="3122"/>
        <w:gridCol w:w="710"/>
        <w:gridCol w:w="567"/>
        <w:gridCol w:w="634"/>
        <w:gridCol w:w="568"/>
        <w:gridCol w:w="708"/>
        <w:gridCol w:w="817"/>
        <w:gridCol w:w="851"/>
        <w:gridCol w:w="708"/>
        <w:gridCol w:w="708"/>
        <w:gridCol w:w="709"/>
        <w:gridCol w:w="710"/>
        <w:gridCol w:w="708"/>
        <w:gridCol w:w="708"/>
        <w:gridCol w:w="709"/>
        <w:gridCol w:w="710"/>
        <w:gridCol w:w="670"/>
      </w:tblGrid>
      <w:tr w:rsidR="00FC2074">
        <w:trPr>
          <w:trHeight w:val="438"/>
        </w:trPr>
        <w:tc>
          <w:tcPr>
            <w:tcW w:w="1241" w:type="dxa"/>
            <w:vMerge w:val="restart"/>
            <w:vAlign w:val="center"/>
          </w:tcPr>
          <w:p w:rsidR="00FC2074" w:rsidRDefault="00FC2074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20" w:type="dxa"/>
            <w:vMerge w:val="restart"/>
          </w:tcPr>
          <w:p w:rsidR="00FC2074" w:rsidRDefault="0056590D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Для группы 2-20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FC2074" w:rsidRDefault="0056590D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</w:p>
          <w:p w:rsidR="00FC2074" w:rsidRDefault="0056590D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5703" w:type="dxa"/>
            <w:gridSpan w:val="8"/>
            <w:vMerge w:val="restart"/>
          </w:tcPr>
          <w:p w:rsidR="00FC2074" w:rsidRDefault="0056590D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Объём образовательной программы </w:t>
            </w:r>
          </w:p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(академических часов)</w:t>
            </w:r>
          </w:p>
        </w:tc>
        <w:tc>
          <w:tcPr>
            <w:tcW w:w="4215" w:type="dxa"/>
            <w:gridSpan w:val="6"/>
            <w:vMerge w:val="restart"/>
          </w:tcPr>
          <w:p w:rsidR="00FC2074" w:rsidRDefault="0056590D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FC2074">
        <w:trPr>
          <w:trHeight w:val="438"/>
        </w:trPr>
        <w:tc>
          <w:tcPr>
            <w:tcW w:w="1241" w:type="dxa"/>
            <w:vMerge/>
            <w:vAlign w:val="center"/>
          </w:tcPr>
          <w:p w:rsidR="00FC2074" w:rsidRDefault="00FC2074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20" w:type="dxa"/>
            <w:vMerge/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03" w:type="dxa"/>
            <w:gridSpan w:val="8"/>
            <w:vMerge/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15" w:type="dxa"/>
            <w:gridSpan w:val="6"/>
            <w:vMerge/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C2074">
        <w:tc>
          <w:tcPr>
            <w:tcW w:w="1241" w:type="dxa"/>
            <w:vMerge w:val="restart"/>
            <w:textDirection w:val="btLr"/>
          </w:tcPr>
          <w:p w:rsidR="00FC2074" w:rsidRDefault="0056590D">
            <w:pPr>
              <w:widowControl w:val="0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3120" w:type="dxa"/>
            <w:vMerge w:val="restart"/>
          </w:tcPr>
          <w:p w:rsidR="00FC2074" w:rsidRDefault="0056590D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FC2074" w:rsidRDefault="0056590D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FC2074" w:rsidRDefault="0056590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C2074" w:rsidRDefault="0056590D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C2074" w:rsidRDefault="0056590D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34" w:type="dxa"/>
            <w:vMerge w:val="restart"/>
            <w:textDirection w:val="btLr"/>
            <w:vAlign w:val="center"/>
          </w:tcPr>
          <w:p w:rsidR="00FC2074" w:rsidRDefault="0056590D">
            <w:pPr>
              <w:widowControl w:val="0"/>
              <w:ind w:right="113" w:hanging="7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ВСЕГО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FC2074" w:rsidRDefault="0056590D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4501" w:type="dxa"/>
            <w:gridSpan w:val="6"/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418" w:type="dxa"/>
            <w:gridSpan w:val="2"/>
            <w:vMerge w:val="restart"/>
          </w:tcPr>
          <w:p w:rsidR="00FC2074" w:rsidRDefault="0056590D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417" w:type="dxa"/>
            <w:gridSpan w:val="2"/>
            <w:vMerge w:val="restart"/>
          </w:tcPr>
          <w:p w:rsidR="00FC2074" w:rsidRDefault="0056590D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380" w:type="dxa"/>
            <w:gridSpan w:val="2"/>
            <w:vMerge w:val="restart"/>
          </w:tcPr>
          <w:p w:rsidR="00FC2074" w:rsidRDefault="0056590D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FC2074">
        <w:tc>
          <w:tcPr>
            <w:tcW w:w="1241" w:type="dxa"/>
            <w:vMerge/>
            <w:vAlign w:val="center"/>
          </w:tcPr>
          <w:p w:rsidR="00FC2074" w:rsidRDefault="00FC2074">
            <w:pPr>
              <w:widowControl w:val="0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20" w:type="dxa"/>
            <w:vMerge/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FC2074" w:rsidRDefault="00FC2074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C2074" w:rsidRDefault="00FC2074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vMerge/>
            <w:vAlign w:val="center"/>
          </w:tcPr>
          <w:p w:rsidR="00FC2074" w:rsidRDefault="00FC2074">
            <w:pPr>
              <w:widowControl w:val="0"/>
              <w:ind w:right="113" w:hanging="7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8" w:type="dxa"/>
            <w:vMerge/>
            <w:vAlign w:val="center"/>
          </w:tcPr>
          <w:p w:rsidR="00FC2074" w:rsidRDefault="00FC2074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76" w:type="dxa"/>
            <w:gridSpan w:val="3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708" w:type="dxa"/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FC2074" w:rsidRDefault="00FC2074">
            <w:pPr>
              <w:widowControl w:val="0"/>
              <w:ind w:left="-108" w:right="-7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vMerge/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C2074">
        <w:trPr>
          <w:trHeight w:val="977"/>
        </w:trPr>
        <w:tc>
          <w:tcPr>
            <w:tcW w:w="1241" w:type="dxa"/>
            <w:vMerge/>
            <w:vAlign w:val="center"/>
          </w:tcPr>
          <w:p w:rsidR="00FC2074" w:rsidRDefault="00FC2074">
            <w:pPr>
              <w:widowControl w:val="0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20" w:type="dxa"/>
            <w:vMerge/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FC2074" w:rsidRDefault="00FC2074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C2074" w:rsidRDefault="00FC2074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vMerge/>
            <w:textDirection w:val="btLr"/>
            <w:vAlign w:val="center"/>
          </w:tcPr>
          <w:p w:rsidR="00FC2074" w:rsidRDefault="00FC2074">
            <w:pPr>
              <w:widowControl w:val="0"/>
              <w:ind w:right="113" w:hanging="7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8" w:type="dxa"/>
            <w:vMerge/>
            <w:textDirection w:val="btLr"/>
            <w:vAlign w:val="center"/>
          </w:tcPr>
          <w:p w:rsidR="00FC2074" w:rsidRDefault="00FC2074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FC2074" w:rsidRDefault="0056590D">
            <w:pPr>
              <w:widowControl w:val="0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 взаимодействии</w:t>
            </w:r>
          </w:p>
          <w:p w:rsidR="00FC2074" w:rsidRDefault="0056590D">
            <w:pPr>
              <w:widowControl w:val="0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 преподавателем</w:t>
            </w:r>
          </w:p>
        </w:tc>
        <w:tc>
          <w:tcPr>
            <w:tcW w:w="1668" w:type="dxa"/>
            <w:gridSpan w:val="2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в. т. ч</w:t>
            </w:r>
            <w:r>
              <w:rPr>
                <w:rFonts w:ascii="Times New Roman" w:hAnsi="Times New Roman" w:cs="Times New Roman"/>
                <w:b/>
              </w:rPr>
              <w:t>. по учебным дисциплинам и МДК</w:t>
            </w:r>
          </w:p>
        </w:tc>
        <w:tc>
          <w:tcPr>
            <w:tcW w:w="708" w:type="dxa"/>
            <w:vMerge w:val="restart"/>
            <w:textDirection w:val="btLr"/>
          </w:tcPr>
          <w:p w:rsidR="00FC2074" w:rsidRDefault="0056590D">
            <w:pPr>
              <w:widowControl w:val="0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708" w:type="dxa"/>
            <w:vMerge w:val="restart"/>
            <w:textDirection w:val="btLr"/>
          </w:tcPr>
          <w:p w:rsidR="00FC2074" w:rsidRDefault="0056590D">
            <w:pPr>
              <w:widowControl w:val="0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709" w:type="dxa"/>
            <w:vMerge w:val="restart"/>
            <w:textDirection w:val="btLr"/>
          </w:tcPr>
          <w:p w:rsidR="00FC2074" w:rsidRDefault="0056590D">
            <w:pPr>
              <w:widowControl w:val="0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710" w:type="dxa"/>
            <w:vMerge w:val="restart"/>
            <w:textDirection w:val="btLr"/>
          </w:tcPr>
          <w:p w:rsidR="00FC2074" w:rsidRDefault="0056590D">
            <w:pPr>
              <w:widowControl w:val="0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17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08" w:type="dxa"/>
            <w:vMerge w:val="restart"/>
            <w:textDirection w:val="btLr"/>
          </w:tcPr>
          <w:p w:rsidR="00FC2074" w:rsidRDefault="0056590D">
            <w:pPr>
              <w:widowControl w:val="0"/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24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08" w:type="dxa"/>
            <w:vMerge w:val="restart"/>
            <w:textDirection w:val="btLr"/>
          </w:tcPr>
          <w:p w:rsidR="00FC2074" w:rsidRDefault="0056590D">
            <w:pPr>
              <w:widowControl w:val="0"/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13.1/6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09" w:type="dxa"/>
            <w:vMerge w:val="restart"/>
            <w:textDirection w:val="btLr"/>
          </w:tcPr>
          <w:p w:rsidR="00FC2074" w:rsidRDefault="0056590D">
            <w:pPr>
              <w:widowControl w:val="0"/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21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10" w:type="dxa"/>
            <w:vMerge w:val="restart"/>
            <w:textDirection w:val="btLr"/>
          </w:tcPr>
          <w:p w:rsidR="00FC2074" w:rsidRDefault="0056590D">
            <w:pPr>
              <w:widowControl w:val="0"/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12. 2/3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70" w:type="dxa"/>
            <w:vMerge w:val="restart"/>
            <w:textDirection w:val="btLr"/>
          </w:tcPr>
          <w:p w:rsidR="00FC2074" w:rsidRDefault="0056590D">
            <w:pPr>
              <w:widowControl w:val="0"/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5. 2/3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FC2074">
        <w:trPr>
          <w:cantSplit/>
          <w:trHeight w:val="1824"/>
        </w:trPr>
        <w:tc>
          <w:tcPr>
            <w:tcW w:w="1241" w:type="dxa"/>
            <w:vMerge/>
            <w:vAlign w:val="center"/>
          </w:tcPr>
          <w:p w:rsidR="00FC2074" w:rsidRDefault="00FC2074">
            <w:pPr>
              <w:widowControl w:val="0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20" w:type="dxa"/>
            <w:vMerge/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FC2074" w:rsidRDefault="00FC2074">
            <w:pPr>
              <w:widowControl w:val="0"/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C2074" w:rsidRDefault="00FC2074">
            <w:pPr>
              <w:widowControl w:val="0"/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4" w:type="dxa"/>
            <w:vMerge/>
            <w:textDirection w:val="btLr"/>
            <w:vAlign w:val="center"/>
          </w:tcPr>
          <w:p w:rsidR="00FC2074" w:rsidRDefault="00FC2074">
            <w:pPr>
              <w:widowControl w:val="0"/>
              <w:ind w:right="113" w:hanging="79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8" w:type="dxa"/>
            <w:vMerge/>
            <w:textDirection w:val="btLr"/>
            <w:vAlign w:val="center"/>
          </w:tcPr>
          <w:p w:rsidR="00FC2074" w:rsidRDefault="00FC2074">
            <w:pPr>
              <w:widowControl w:val="0"/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000000"/>
            </w:tcBorders>
            <w:textDirection w:val="btLr"/>
            <w:vAlign w:val="center"/>
          </w:tcPr>
          <w:p w:rsidR="00FC2074" w:rsidRDefault="0056590D">
            <w:pPr>
              <w:widowControl w:val="0"/>
              <w:ind w:left="113" w:right="113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Теоретическое обучение</w:t>
            </w:r>
          </w:p>
        </w:tc>
        <w:tc>
          <w:tcPr>
            <w:tcW w:w="851" w:type="dxa"/>
            <w:tcBorders>
              <w:top w:val="single" w:sz="4" w:space="0" w:color="000000"/>
            </w:tcBorders>
            <w:textDirection w:val="btLr"/>
            <w:vAlign w:val="center"/>
          </w:tcPr>
          <w:p w:rsidR="00FC2074" w:rsidRDefault="0056590D">
            <w:pPr>
              <w:widowControl w:val="0"/>
              <w:ind w:left="113" w:right="113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  занятия</w:t>
            </w:r>
          </w:p>
        </w:tc>
        <w:tc>
          <w:tcPr>
            <w:tcW w:w="708" w:type="dxa"/>
            <w:vMerge/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0" w:type="dxa"/>
            <w:vMerge/>
            <w:vAlign w:val="center"/>
          </w:tcPr>
          <w:p w:rsidR="00FC2074" w:rsidRDefault="00FC2074">
            <w:pPr>
              <w:widowControl w:val="0"/>
              <w:tabs>
                <w:tab w:val="left" w:pos="459"/>
              </w:tabs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FC2074" w:rsidRDefault="00FC2074">
            <w:pPr>
              <w:widowControl w:val="0"/>
              <w:ind w:left="-108" w:right="-7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FC2074" w:rsidRDefault="00FC2074">
            <w:pPr>
              <w:widowControl w:val="0"/>
              <w:ind w:left="-437" w:right="-22" w:firstLine="22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0" w:type="dxa"/>
            <w:vMerge/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0" w:type="dxa"/>
            <w:vMerge/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C2074">
        <w:tc>
          <w:tcPr>
            <w:tcW w:w="1241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120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634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ind w:hanging="7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68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10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tabs>
                <w:tab w:val="left" w:pos="459"/>
              </w:tabs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ind w:left="-108" w:right="-7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ind w:left="-437" w:right="-22" w:firstLine="22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710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670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FC2074"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</w:tcPr>
          <w:p w:rsidR="00FC2074" w:rsidRDefault="0056590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О.00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FC2074" w:rsidRDefault="0056590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Общеобразовательный цикл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2052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2052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1457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751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1404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514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618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475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Русский язык и литература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ОУД.01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ОУД.02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FC2074" w:rsidRDefault="0056590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Литература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trHeight w:val="285"/>
        </w:trPr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 03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Иностранный язык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trHeight w:val="120"/>
        </w:trPr>
        <w:tc>
          <w:tcPr>
            <w:tcW w:w="1241" w:type="dxa"/>
            <w:tcBorders>
              <w:top w:val="single" w:sz="4" w:space="0" w:color="000000"/>
            </w:tcBorders>
          </w:tcPr>
          <w:p w:rsidR="00FC2074" w:rsidRDefault="00FC2074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20" w:type="dxa"/>
            <w:tcBorders>
              <w:top w:val="single" w:sz="4" w:space="0" w:color="000000"/>
            </w:tcBorders>
          </w:tcPr>
          <w:p w:rsidR="00FC2074" w:rsidRDefault="00FC2074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c>
          <w:tcPr>
            <w:tcW w:w="1241" w:type="dxa"/>
            <w:tcBorders>
              <w:bottom w:val="single" w:sz="4" w:space="0" w:color="000000"/>
            </w:tcBorders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ОУД.04</w:t>
            </w:r>
          </w:p>
        </w:tc>
        <w:tc>
          <w:tcPr>
            <w:tcW w:w="3120" w:type="dxa"/>
            <w:tcBorders>
              <w:bottom w:val="single" w:sz="4" w:space="0" w:color="000000"/>
            </w:tcBorders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Математика 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710" w:type="dxa"/>
            <w:tcBorders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trHeight w:val="483"/>
        </w:trPr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lastRenderedPageBreak/>
              <w:t>ОУД.05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История 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/З/Д/З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ОУД.06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ОУД.07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безопасности жизнедеятельности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trHeight w:val="270"/>
        </w:trPr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ОУД.08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Информатика 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 w:val="restart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trHeight w:val="15"/>
        </w:trPr>
        <w:tc>
          <w:tcPr>
            <w:tcW w:w="1241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20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/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trHeight w:val="105"/>
        </w:trPr>
        <w:tc>
          <w:tcPr>
            <w:tcW w:w="1241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ОУД.09</w:t>
            </w:r>
          </w:p>
        </w:tc>
        <w:tc>
          <w:tcPr>
            <w:tcW w:w="3120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Физика 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ind w:right="-2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8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tcBorders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 w:val="restart"/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trHeight w:val="300"/>
        </w:trPr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ind w:right="-2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/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ОУД.10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Химия 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ОУД.11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Обществознание (включая экономику и право) 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c>
          <w:tcPr>
            <w:tcW w:w="1241" w:type="dxa"/>
            <w:tcBorders>
              <w:top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ОУД.12</w:t>
            </w:r>
          </w:p>
        </w:tc>
        <w:tc>
          <w:tcPr>
            <w:tcW w:w="3120" w:type="dxa"/>
            <w:tcBorders>
              <w:top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Биология 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68" w:type="dxa"/>
            <w:tcBorders>
              <w:top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817" w:type="dxa"/>
            <w:tcBorders>
              <w:top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FC2074" w:rsidRDefault="00FC2074">
      <w:pPr>
        <w:spacing w:after="0" w:line="120" w:lineRule="auto"/>
      </w:pPr>
    </w:p>
    <w:p w:rsidR="00FC2074" w:rsidRDefault="00FC2074">
      <w:pPr>
        <w:spacing w:after="0" w:line="120" w:lineRule="auto"/>
      </w:pPr>
    </w:p>
    <w:p w:rsidR="00FC2074" w:rsidRDefault="00FC2074">
      <w:pPr>
        <w:spacing w:after="0" w:line="120" w:lineRule="auto"/>
      </w:pPr>
    </w:p>
    <w:p w:rsidR="00FC2074" w:rsidRDefault="00FC2074">
      <w:pPr>
        <w:spacing w:after="0" w:line="120" w:lineRule="auto"/>
      </w:pPr>
    </w:p>
    <w:p w:rsidR="0056590D" w:rsidRDefault="0056590D">
      <w:pPr>
        <w:spacing w:after="0" w:line="120" w:lineRule="auto"/>
      </w:pPr>
    </w:p>
    <w:p w:rsidR="0056590D" w:rsidRDefault="0056590D">
      <w:pPr>
        <w:spacing w:after="0" w:line="120" w:lineRule="auto"/>
      </w:pPr>
    </w:p>
    <w:p w:rsidR="0056590D" w:rsidRDefault="0056590D">
      <w:pPr>
        <w:spacing w:after="0" w:line="120" w:lineRule="auto"/>
      </w:pPr>
    </w:p>
    <w:p w:rsidR="0056590D" w:rsidRDefault="0056590D">
      <w:pPr>
        <w:spacing w:after="0" w:line="120" w:lineRule="auto"/>
      </w:pPr>
    </w:p>
    <w:p w:rsidR="0056590D" w:rsidRDefault="0056590D">
      <w:pPr>
        <w:spacing w:after="0" w:line="120" w:lineRule="auto"/>
      </w:pPr>
    </w:p>
    <w:p w:rsidR="0056590D" w:rsidRDefault="0056590D">
      <w:pPr>
        <w:spacing w:after="0" w:line="120" w:lineRule="auto"/>
      </w:pPr>
    </w:p>
    <w:p w:rsidR="0056590D" w:rsidRDefault="0056590D">
      <w:pPr>
        <w:spacing w:after="0" w:line="120" w:lineRule="auto"/>
      </w:pPr>
    </w:p>
    <w:p w:rsidR="0056590D" w:rsidRDefault="0056590D">
      <w:pPr>
        <w:spacing w:after="0" w:line="120" w:lineRule="auto"/>
      </w:pPr>
    </w:p>
    <w:p w:rsidR="0056590D" w:rsidRDefault="0056590D">
      <w:pPr>
        <w:spacing w:after="0" w:line="120" w:lineRule="auto"/>
      </w:pPr>
    </w:p>
    <w:p w:rsidR="0056590D" w:rsidRDefault="0056590D">
      <w:pPr>
        <w:spacing w:after="0" w:line="120" w:lineRule="auto"/>
      </w:pPr>
    </w:p>
    <w:p w:rsidR="0056590D" w:rsidRDefault="0056590D">
      <w:pPr>
        <w:spacing w:after="0" w:line="120" w:lineRule="auto"/>
      </w:pPr>
    </w:p>
    <w:p w:rsidR="0056590D" w:rsidRDefault="0056590D">
      <w:pPr>
        <w:spacing w:after="0" w:line="120" w:lineRule="auto"/>
      </w:pPr>
    </w:p>
    <w:p w:rsidR="0056590D" w:rsidRDefault="0056590D">
      <w:pPr>
        <w:spacing w:after="0" w:line="120" w:lineRule="auto"/>
      </w:pPr>
    </w:p>
    <w:p w:rsidR="0056590D" w:rsidRDefault="0056590D">
      <w:pPr>
        <w:spacing w:after="0" w:line="120" w:lineRule="auto"/>
      </w:pPr>
    </w:p>
    <w:p w:rsidR="0056590D" w:rsidRDefault="0056590D">
      <w:pPr>
        <w:spacing w:after="0" w:line="120" w:lineRule="auto"/>
      </w:pPr>
    </w:p>
    <w:p w:rsidR="0056590D" w:rsidRDefault="0056590D">
      <w:pPr>
        <w:spacing w:after="0" w:line="120" w:lineRule="auto"/>
      </w:pPr>
    </w:p>
    <w:p w:rsidR="0056590D" w:rsidRDefault="0056590D">
      <w:pPr>
        <w:spacing w:after="0" w:line="120" w:lineRule="auto"/>
      </w:pPr>
    </w:p>
    <w:p w:rsidR="00FC2074" w:rsidRDefault="00FC2074">
      <w:pPr>
        <w:spacing w:after="0" w:line="120" w:lineRule="auto"/>
      </w:pPr>
    </w:p>
    <w:p w:rsidR="00FC2074" w:rsidRDefault="00FC2074">
      <w:pPr>
        <w:spacing w:after="0" w:line="120" w:lineRule="auto"/>
      </w:pPr>
    </w:p>
    <w:p w:rsidR="00FC2074" w:rsidRDefault="00FC2074">
      <w:pPr>
        <w:spacing w:after="0" w:line="120" w:lineRule="auto"/>
      </w:pPr>
    </w:p>
    <w:p w:rsidR="00FC2074" w:rsidRDefault="00FC2074">
      <w:pPr>
        <w:spacing w:after="0" w:line="120" w:lineRule="auto"/>
      </w:pPr>
    </w:p>
    <w:p w:rsidR="00FC2074" w:rsidRDefault="00FC2074">
      <w:pPr>
        <w:spacing w:after="0" w:line="120" w:lineRule="auto"/>
      </w:pPr>
    </w:p>
    <w:p w:rsidR="00FC2074" w:rsidRDefault="00FC2074">
      <w:pPr>
        <w:spacing w:after="0" w:line="120" w:lineRule="auto"/>
      </w:pPr>
    </w:p>
    <w:tbl>
      <w:tblPr>
        <w:tblpPr w:leftFromText="180" w:rightFromText="180" w:vertAnchor="text" w:horzAnchor="margin" w:tblpX="-176" w:tblpY="101"/>
        <w:tblW w:w="500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1182"/>
        <w:gridCol w:w="3021"/>
        <w:gridCol w:w="675"/>
        <w:gridCol w:w="538"/>
        <w:gridCol w:w="671"/>
        <w:gridCol w:w="883"/>
        <w:gridCol w:w="686"/>
        <w:gridCol w:w="733"/>
        <w:gridCol w:w="749"/>
        <w:gridCol w:w="675"/>
        <w:gridCol w:w="674"/>
        <w:gridCol w:w="674"/>
        <w:gridCol w:w="673"/>
        <w:gridCol w:w="675"/>
        <w:gridCol w:w="674"/>
        <w:gridCol w:w="544"/>
        <w:gridCol w:w="15"/>
        <w:gridCol w:w="515"/>
        <w:gridCol w:w="14"/>
        <w:gridCol w:w="6"/>
        <w:gridCol w:w="509"/>
      </w:tblGrid>
      <w:tr w:rsidR="00FC2074">
        <w:trPr>
          <w:cantSplit/>
          <w:trHeight w:val="9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lastRenderedPageBreak/>
              <w:t>2-21</w:t>
            </w:r>
            <w:bookmarkStart w:id="0" w:name="_GoBack"/>
            <w:bookmarkEnd w:id="0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</w:p>
          <w:p w:rsidR="00FC2074" w:rsidRDefault="0056590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</w:t>
            </w:r>
            <w:proofErr w:type="spellEnd"/>
          </w:p>
        </w:tc>
        <w:tc>
          <w:tcPr>
            <w:tcW w:w="56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Объём образовательной программы </w:t>
            </w:r>
          </w:p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(академических часов)</w:t>
            </w:r>
          </w:p>
        </w:tc>
        <w:tc>
          <w:tcPr>
            <w:tcW w:w="3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FC2074">
        <w:trPr>
          <w:cantSplit/>
          <w:trHeight w:val="536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C2074" w:rsidRDefault="0056590D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FC2074" w:rsidRDefault="0056590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41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074" w:rsidRDefault="0056590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FC2074">
        <w:trPr>
          <w:cantSplit/>
          <w:trHeight w:val="20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FC2074">
        <w:trPr>
          <w:cantSplit/>
          <w:trHeight w:val="1511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</w:p>
          <w:p w:rsidR="00FC2074" w:rsidRDefault="0056590D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преподавателем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FC2074" w:rsidRDefault="0056590D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C2074" w:rsidRDefault="00FC2074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C2074" w:rsidRDefault="00FC2074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C2074" w:rsidRDefault="00FC2074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FC2074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FC2074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FC2074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FC2074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FC2074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FC2074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Общеобразовательный цикл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2052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2052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1081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469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4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Литература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 03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Родная литература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Иностранный язык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35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Математика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pStyle w:val="af"/>
              <w:widowControl w:val="0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pStyle w:val="af"/>
              <w:widowControl w:val="0"/>
            </w:pPr>
            <w:r>
              <w:t>э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pStyle w:val="af"/>
              <w:widowControl w:val="0"/>
            </w:pPr>
            <w:r>
              <w:t>85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pStyle w:val="af"/>
              <w:widowControl w:val="0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pStyle w:val="af"/>
              <w:widowControl w:val="0"/>
            </w:pPr>
            <w:r>
              <w:t>85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pStyle w:val="af"/>
              <w:widowControl w:val="0"/>
            </w:pPr>
            <w:r>
              <w:t>73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pStyle w:val="af"/>
              <w:widowControl w:val="0"/>
            </w:pPr>
            <w:r>
              <w:t>12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pStyle w:val="af"/>
              <w:widowControl w:val="0"/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pStyle w:val="af"/>
              <w:widowControl w:val="0"/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pStyle w:val="af"/>
              <w:widowControl w:val="0"/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pStyle w:val="af"/>
              <w:widowControl w:val="0"/>
            </w:pPr>
            <w:r>
              <w:t>17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pStyle w:val="af"/>
              <w:widowControl w:val="0"/>
            </w:pPr>
            <w:r>
              <w:t>24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pStyle w:val="af"/>
              <w:widowControl w:val="0"/>
            </w:pPr>
            <w:r>
              <w:t>17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pStyle w:val="af"/>
              <w:widowControl w:val="0"/>
            </w:pPr>
            <w:r>
              <w:t>27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pStyle w:val="af"/>
              <w:widowControl w:val="0"/>
            </w:pPr>
          </w:p>
        </w:tc>
        <w:tc>
          <w:tcPr>
            <w:tcW w:w="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История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/з,</w:t>
            </w:r>
          </w:p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/з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безопасности жизн</w:t>
            </w:r>
            <w:r w:rsidR="00536F78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едеятельности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Информатика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Физика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Химия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Обществознание (включая экономику и право)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Биология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ОУД. 14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Экология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 16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Астрономия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600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lastRenderedPageBreak/>
              <w:t xml:space="preserve">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Индекс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Наименование циклов, дисциплин,</w:t>
            </w:r>
          </w:p>
          <w:p w:rsidR="00FC2074" w:rsidRDefault="0056590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2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074" w:rsidRDefault="0056590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 аттестация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074" w:rsidRDefault="0056590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FC2074">
        <w:trPr>
          <w:cantSplit/>
          <w:trHeight w:val="3067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C2074" w:rsidRDefault="00FC2074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FC2074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FC2074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FC2074">
            <w:pPr>
              <w:widowControl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FC2074">
            <w:pPr>
              <w:widowControl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FC2074">
            <w:pPr>
              <w:widowControl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</w:p>
          <w:p w:rsidR="00FC2074" w:rsidRDefault="0056590D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преподавателем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FC2074" w:rsidRDefault="0056590D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 xml:space="preserve">     УД.00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Дополнительные дисциплины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 01.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Черчение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УД.02.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финансовой грамотности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УД.03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Деловое общение и культура речи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УД 04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проектной деятельности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УД 05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предпринимательской деятельности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УД 06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Технический английский язык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ОП.00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Общепрофессиональный цикл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 .01.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Электротехника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 w:rsidP="00536F7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ОП.02.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Охрана труда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ОП.03.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Материаловедение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ОП.04.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ФК.01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9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</w:p>
          <w:p w:rsidR="00FC2074" w:rsidRDefault="0056590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56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Объём образовательной программы </w:t>
            </w:r>
          </w:p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(академических часов)</w:t>
            </w:r>
          </w:p>
        </w:tc>
        <w:tc>
          <w:tcPr>
            <w:tcW w:w="3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FC2074">
        <w:trPr>
          <w:cantSplit/>
          <w:trHeight w:val="841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C2074" w:rsidRDefault="0056590D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FC2074" w:rsidRDefault="0056590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41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074" w:rsidRDefault="0056590D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FC2074">
        <w:trPr>
          <w:cantSplit/>
          <w:trHeight w:val="20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FC2074">
        <w:trPr>
          <w:cantSplit/>
          <w:trHeight w:val="2039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</w:p>
          <w:p w:rsidR="00FC2074" w:rsidRDefault="0056590D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преподавателем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FC2074" w:rsidRDefault="0056590D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C2074" w:rsidRDefault="00FC2074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C2074" w:rsidRDefault="00FC2074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C2074" w:rsidRDefault="00FC2074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2074" w:rsidRDefault="00FC2074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FC2074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FC2074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FC2074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FC2074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FC2074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ПП.00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Профессиональный цикл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1980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1038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339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Профессиональные модули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1980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1038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339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Техническое состояние систем, агрегатов, деталей и механизмов автомобиля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01.01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Устройство автомобилей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ДЗ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01.02.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Техническая диагностика автомобилей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54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 УП.01.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FC2074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Экзамен квалификационный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Техническое обслуживание автотранспорта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948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lastRenderedPageBreak/>
              <w:t>МДК 02.01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Техническое обслуживание автомобилей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02.02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Теоретическая подготовка водителя автомобиля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02.03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Оказание первой мед</w:t>
            </w:r>
            <w:proofErr w:type="gramStart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омощи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02.04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Психофизиологические основы деятельности водителя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02.05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Транспортировка грузов и перевозка пассажиров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 УП.02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FC2074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Экзамен квалификационный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ПМ.03.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Текущий ремонт различных типов автомобилей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588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326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504</w:t>
            </w: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03.01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Слесарное дело и технические измерения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03.02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сварки и резки металлов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03.03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Ремонт автомобилей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ДЗ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FC2074">
        <w:trPr>
          <w:cantSplit/>
          <w:trHeight w:val="54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УП 03.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 03.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FC2074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Экзамен квалификационный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Промежуточная аттестация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FC2074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Самостоятельная работа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lastRenderedPageBreak/>
              <w:t>ГИА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Государственная итоговая аттестация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FC2074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56590D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Всего часов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4428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864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864</w:t>
            </w:r>
          </w:p>
        </w:tc>
      </w:tr>
      <w:tr w:rsidR="00FC2074">
        <w:trPr>
          <w:cantSplit/>
          <w:trHeight w:val="20"/>
        </w:trPr>
        <w:tc>
          <w:tcPr>
            <w:tcW w:w="686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FC207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C2074" w:rsidRDefault="00FC207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C2074" w:rsidRDefault="00FC207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C2074" w:rsidRDefault="00FC207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Консультации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 учебную группу по 100 часов в год (всего * час.)</w:t>
            </w:r>
          </w:p>
          <w:p w:rsidR="00FC2074" w:rsidRDefault="00FC207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Государственная (итоговая) аттестация</w:t>
            </w:r>
          </w:p>
          <w:p w:rsidR="00FC2074" w:rsidRDefault="00FC207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демонстрационного экзамена</w:t>
            </w:r>
          </w:p>
          <w:p w:rsidR="00FC2074" w:rsidRDefault="00FC207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2074" w:rsidRDefault="00FC207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дисциплин и МДК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3312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468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576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468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</w:tr>
      <w:tr w:rsidR="00FC2074">
        <w:trPr>
          <w:cantSplit/>
          <w:trHeight w:val="20"/>
        </w:trPr>
        <w:tc>
          <w:tcPr>
            <w:tcW w:w="686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учебной практики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FC2074">
        <w:trPr>
          <w:cantSplit/>
          <w:trHeight w:val="20"/>
        </w:trPr>
        <w:tc>
          <w:tcPr>
            <w:tcW w:w="686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производственной практики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252</w:t>
            </w:r>
          </w:p>
        </w:tc>
      </w:tr>
      <w:tr w:rsidR="00FC2074">
        <w:trPr>
          <w:cantSplit/>
          <w:trHeight w:val="20"/>
        </w:trPr>
        <w:tc>
          <w:tcPr>
            <w:tcW w:w="686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экзаменов</w:t>
            </w:r>
          </w:p>
          <w:p w:rsidR="00FC2074" w:rsidRDefault="00FC207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FC2074">
        <w:trPr>
          <w:cantSplit/>
          <w:trHeight w:val="20"/>
        </w:trPr>
        <w:tc>
          <w:tcPr>
            <w:tcW w:w="686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дифф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зачетов</w:t>
            </w:r>
          </w:p>
          <w:p w:rsidR="00FC2074" w:rsidRDefault="00FC207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C2074">
        <w:trPr>
          <w:cantSplit/>
          <w:trHeight w:val="20"/>
        </w:trPr>
        <w:tc>
          <w:tcPr>
            <w:tcW w:w="686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зачетов</w:t>
            </w:r>
          </w:p>
          <w:p w:rsidR="00FC2074" w:rsidRDefault="00FC207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FC2074" w:rsidRDefault="00FC2074"/>
    <w:p w:rsidR="00FC2074" w:rsidRDefault="0056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зам. директора по УР    _____________   </w:t>
      </w:r>
      <w:proofErr w:type="spellStart"/>
      <w:r>
        <w:rPr>
          <w:rFonts w:ascii="Times New Roman" w:hAnsi="Times New Roman" w:cs="Times New Roman"/>
        </w:rPr>
        <w:t>О.В.Шаталова</w:t>
      </w:r>
      <w:proofErr w:type="spellEnd"/>
    </w:p>
    <w:p w:rsidR="00FC2074" w:rsidRDefault="0056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Согласовано: зам. директора по </w:t>
      </w:r>
      <w:proofErr w:type="gramStart"/>
      <w:r>
        <w:rPr>
          <w:rFonts w:ascii="Times New Roman" w:hAnsi="Times New Roman" w:cs="Times New Roman"/>
        </w:rPr>
        <w:t>УПР</w:t>
      </w:r>
      <w:proofErr w:type="gramEnd"/>
      <w:r>
        <w:rPr>
          <w:rFonts w:ascii="Times New Roman" w:hAnsi="Times New Roman" w:cs="Times New Roman"/>
        </w:rPr>
        <w:t xml:space="preserve"> __________ </w:t>
      </w:r>
      <w:proofErr w:type="spellStart"/>
      <w:r>
        <w:rPr>
          <w:rFonts w:ascii="Times New Roman" w:hAnsi="Times New Roman" w:cs="Times New Roman"/>
        </w:rPr>
        <w:t>М.А.Ганина</w:t>
      </w:r>
      <w:proofErr w:type="spellEnd"/>
    </w:p>
    <w:p w:rsidR="00FC2074" w:rsidRDefault="0056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Согласовано: ________ </w:t>
      </w:r>
      <w:proofErr w:type="spellStart"/>
      <w:r>
        <w:rPr>
          <w:rFonts w:ascii="Times New Roman" w:hAnsi="Times New Roman" w:cs="Times New Roman"/>
        </w:rPr>
        <w:t>Е.А.Хохлова</w:t>
      </w:r>
      <w:proofErr w:type="spellEnd"/>
    </w:p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p w:rsidR="00FC2074" w:rsidRDefault="005659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 Сводные данные по бюджету времени (в неделях)  -   2-20</w:t>
      </w:r>
    </w:p>
    <w:tbl>
      <w:tblPr>
        <w:tblW w:w="15057" w:type="dxa"/>
        <w:jc w:val="center"/>
        <w:tblLayout w:type="fixed"/>
        <w:tblLook w:val="01E0" w:firstRow="1" w:lastRow="1" w:firstColumn="1" w:lastColumn="1" w:noHBand="0" w:noVBand="0"/>
      </w:tblPr>
      <w:tblGrid>
        <w:gridCol w:w="982"/>
        <w:gridCol w:w="3317"/>
        <w:gridCol w:w="1450"/>
        <w:gridCol w:w="2249"/>
        <w:gridCol w:w="1971"/>
        <w:gridCol w:w="11"/>
        <w:gridCol w:w="2079"/>
        <w:gridCol w:w="1697"/>
        <w:gridCol w:w="1301"/>
      </w:tblGrid>
      <w:tr w:rsidR="00FC2074">
        <w:trPr>
          <w:trHeight w:val="1097"/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Курсы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Обучение по дисциплинам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междисциплинарным курсам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Учебная практика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Каникулы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FC2074">
        <w:trPr>
          <w:trHeight w:val="310"/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FC2074">
        <w:trPr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курс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</w:tr>
      <w:tr w:rsidR="00FC2074">
        <w:trPr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курс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</w:tr>
      <w:tr w:rsidR="00FC2074">
        <w:trPr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курс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</w:tr>
      <w:tr w:rsidR="00FC2074">
        <w:trPr>
          <w:trHeight w:val="124"/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Итого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147</w:t>
            </w:r>
          </w:p>
        </w:tc>
      </w:tr>
    </w:tbl>
    <w:p w:rsidR="00FC2074" w:rsidRDefault="00FC20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2074" w:rsidRDefault="00FC20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p w:rsidR="00FC2074" w:rsidRDefault="00FC2074"/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4"/>
        <w:gridCol w:w="336"/>
        <w:gridCol w:w="338"/>
        <w:gridCol w:w="337"/>
        <w:gridCol w:w="336"/>
        <w:gridCol w:w="336"/>
        <w:gridCol w:w="337"/>
        <w:gridCol w:w="335"/>
        <w:gridCol w:w="336"/>
        <w:gridCol w:w="337"/>
        <w:gridCol w:w="335"/>
        <w:gridCol w:w="336"/>
        <w:gridCol w:w="337"/>
        <w:gridCol w:w="325"/>
        <w:gridCol w:w="324"/>
        <w:gridCol w:w="323"/>
        <w:gridCol w:w="325"/>
        <w:gridCol w:w="323"/>
        <w:gridCol w:w="325"/>
        <w:gridCol w:w="323"/>
        <w:gridCol w:w="325"/>
        <w:gridCol w:w="323"/>
        <w:gridCol w:w="325"/>
        <w:gridCol w:w="337"/>
        <w:gridCol w:w="336"/>
        <w:gridCol w:w="338"/>
        <w:gridCol w:w="336"/>
        <w:gridCol w:w="337"/>
        <w:gridCol w:w="338"/>
        <w:gridCol w:w="336"/>
        <w:gridCol w:w="338"/>
        <w:gridCol w:w="337"/>
        <w:gridCol w:w="336"/>
        <w:gridCol w:w="338"/>
        <w:gridCol w:w="337"/>
        <w:gridCol w:w="336"/>
        <w:gridCol w:w="338"/>
        <w:gridCol w:w="336"/>
        <w:gridCol w:w="337"/>
        <w:gridCol w:w="338"/>
        <w:gridCol w:w="336"/>
        <w:gridCol w:w="337"/>
        <w:gridCol w:w="342"/>
        <w:gridCol w:w="338"/>
      </w:tblGrid>
      <w:tr w:rsidR="00FC2074">
        <w:trPr>
          <w:trHeight w:val="375"/>
        </w:trPr>
        <w:tc>
          <w:tcPr>
            <w:tcW w:w="333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9" w:type="dxa"/>
            <w:gridSpan w:val="10"/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 xml:space="preserve">1.7. Учебный график </w:t>
            </w: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2268" w:type="dxa"/>
            <w:gridSpan w:val="7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  <w:tr w:rsidR="00FC2074">
        <w:trPr>
          <w:trHeight w:val="300"/>
        </w:trPr>
        <w:tc>
          <w:tcPr>
            <w:tcW w:w="333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673" w:type="dxa"/>
            <w:gridSpan w:val="2"/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  <w:r>
              <w:rPr>
                <w:rFonts w:eastAsia="Times New Roman" w:cs="Times New Roman"/>
                <w:color w:val="000000"/>
                <w:lang w:eastAsia="zh-TW"/>
              </w:rPr>
              <w:t>2-20</w:t>
            </w:r>
          </w:p>
        </w:tc>
        <w:tc>
          <w:tcPr>
            <w:tcW w:w="33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4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  <w:tr w:rsidR="00FC2074">
        <w:trPr>
          <w:trHeight w:val="300"/>
        </w:trPr>
        <w:tc>
          <w:tcPr>
            <w:tcW w:w="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Курс</w:t>
            </w:r>
          </w:p>
        </w:tc>
        <w:tc>
          <w:tcPr>
            <w:tcW w:w="13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Сентябрь</w:t>
            </w:r>
          </w:p>
        </w:tc>
        <w:tc>
          <w:tcPr>
            <w:tcW w:w="168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Октябрь</w:t>
            </w:r>
          </w:p>
        </w:tc>
        <w:tc>
          <w:tcPr>
            <w:tcW w:w="133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Ноябрь</w:t>
            </w:r>
          </w:p>
        </w:tc>
        <w:tc>
          <w:tcPr>
            <w:tcW w:w="162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Декабрь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Январь 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Февраль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Март</w:t>
            </w:r>
          </w:p>
        </w:tc>
        <w:tc>
          <w:tcPr>
            <w:tcW w:w="168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Апрель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Май</w:t>
            </w:r>
          </w:p>
        </w:tc>
        <w:tc>
          <w:tcPr>
            <w:tcW w:w="13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Июнь</w:t>
            </w:r>
          </w:p>
        </w:tc>
      </w:tr>
      <w:tr w:rsidR="00FC2074">
        <w:trPr>
          <w:trHeight w:val="885"/>
        </w:trPr>
        <w:tc>
          <w:tcPr>
            <w:tcW w:w="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1-6</w:t>
            </w:r>
          </w:p>
        </w:tc>
        <w:tc>
          <w:tcPr>
            <w:tcW w:w="337" w:type="dxa"/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28-4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5-11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12-18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19-25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26-1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2-8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9-15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16-22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23-29</w:t>
            </w:r>
          </w:p>
        </w:tc>
        <w:tc>
          <w:tcPr>
            <w:tcW w:w="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30-6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28-3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4-10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11-17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18-24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25-31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8-14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15-21</w:t>
            </w:r>
          </w:p>
        </w:tc>
        <w:tc>
          <w:tcPr>
            <w:tcW w:w="336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22-28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8-14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15-21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22-28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29-4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5-11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12-18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19-25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26-2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3-9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10-16</w:t>
            </w:r>
          </w:p>
        </w:tc>
        <w:tc>
          <w:tcPr>
            <w:tcW w:w="33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17-23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24-30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31-6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</w:tr>
      <w:tr w:rsidR="00FC2074">
        <w:trPr>
          <w:trHeight w:val="300"/>
        </w:trPr>
        <w:tc>
          <w:tcPr>
            <w:tcW w:w="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3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11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13</w:t>
            </w:r>
          </w:p>
        </w:tc>
        <w:tc>
          <w:tcPr>
            <w:tcW w:w="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16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17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18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20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23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24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25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29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30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31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33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35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36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37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38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39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40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41</w:t>
            </w:r>
          </w:p>
        </w:tc>
        <w:tc>
          <w:tcPr>
            <w:tcW w:w="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43</w:t>
            </w:r>
          </w:p>
        </w:tc>
      </w:tr>
      <w:tr w:rsidR="00FC2074">
        <w:trPr>
          <w:trHeight w:val="510"/>
        </w:trPr>
        <w:tc>
          <w:tcPr>
            <w:tcW w:w="3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1</w:t>
            </w:r>
          </w:p>
        </w:tc>
        <w:tc>
          <w:tcPr>
            <w:tcW w:w="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К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К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УП. 01</w:t>
            </w:r>
          </w:p>
        </w:tc>
      </w:tr>
      <w:tr w:rsidR="00FC2074">
        <w:trPr>
          <w:trHeight w:val="510"/>
        </w:trPr>
        <w:tc>
          <w:tcPr>
            <w:tcW w:w="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</w:tr>
      <w:tr w:rsidR="00FC2074">
        <w:trPr>
          <w:trHeight w:val="300"/>
        </w:trPr>
        <w:tc>
          <w:tcPr>
            <w:tcW w:w="14688" w:type="dxa"/>
            <w:gridSpan w:val="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  <w:r>
              <w:rPr>
                <w:rFonts w:eastAsia="Times New Roman" w:cs="Times New Roman"/>
                <w:color w:val="000000"/>
                <w:lang w:eastAsia="zh-TW"/>
              </w:rPr>
              <w:t xml:space="preserve">               </w:t>
            </w:r>
          </w:p>
        </w:tc>
      </w:tr>
      <w:tr w:rsidR="00FC2074">
        <w:trPr>
          <w:trHeight w:val="300"/>
        </w:trPr>
        <w:tc>
          <w:tcPr>
            <w:tcW w:w="3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Курс</w:t>
            </w:r>
          </w:p>
        </w:tc>
        <w:tc>
          <w:tcPr>
            <w:tcW w:w="13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Сентябрь</w:t>
            </w:r>
          </w:p>
        </w:tc>
        <w:tc>
          <w:tcPr>
            <w:tcW w:w="168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Октябрь</w:t>
            </w:r>
          </w:p>
        </w:tc>
        <w:tc>
          <w:tcPr>
            <w:tcW w:w="133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Ноябрь</w:t>
            </w:r>
          </w:p>
        </w:tc>
        <w:tc>
          <w:tcPr>
            <w:tcW w:w="162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Декабрь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Январь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Февраль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Март</w:t>
            </w:r>
          </w:p>
        </w:tc>
        <w:tc>
          <w:tcPr>
            <w:tcW w:w="168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Апрель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Май</w:t>
            </w:r>
          </w:p>
        </w:tc>
        <w:tc>
          <w:tcPr>
            <w:tcW w:w="13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Июнь</w:t>
            </w:r>
          </w:p>
        </w:tc>
      </w:tr>
      <w:tr w:rsidR="00FC2074">
        <w:trPr>
          <w:trHeight w:val="870"/>
        </w:trPr>
        <w:tc>
          <w:tcPr>
            <w:tcW w:w="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1-6</w:t>
            </w:r>
          </w:p>
        </w:tc>
        <w:tc>
          <w:tcPr>
            <w:tcW w:w="337" w:type="dxa"/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28-4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5-11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12-18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19-25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26-1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2-8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9-15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16-22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23-29</w:t>
            </w:r>
          </w:p>
        </w:tc>
        <w:tc>
          <w:tcPr>
            <w:tcW w:w="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30-6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28-3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4-10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11-17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18-24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25-31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8-14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15-21</w:t>
            </w:r>
          </w:p>
        </w:tc>
        <w:tc>
          <w:tcPr>
            <w:tcW w:w="336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22-28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8-14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15-21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22-28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29-4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5-11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12-18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19-25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26-2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3-9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10-16</w:t>
            </w:r>
          </w:p>
        </w:tc>
        <w:tc>
          <w:tcPr>
            <w:tcW w:w="33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17-23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24-30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31-6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</w:tr>
      <w:tr w:rsidR="00FC2074">
        <w:trPr>
          <w:trHeight w:val="300"/>
        </w:trPr>
        <w:tc>
          <w:tcPr>
            <w:tcW w:w="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3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11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13</w:t>
            </w:r>
          </w:p>
        </w:tc>
        <w:tc>
          <w:tcPr>
            <w:tcW w:w="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16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17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18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20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23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24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25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29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30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31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33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35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36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37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38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39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40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41</w:t>
            </w:r>
          </w:p>
        </w:tc>
        <w:tc>
          <w:tcPr>
            <w:tcW w:w="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43</w:t>
            </w:r>
          </w:p>
        </w:tc>
      </w:tr>
      <w:tr w:rsidR="00FC2074">
        <w:trPr>
          <w:trHeight w:val="480"/>
        </w:trPr>
        <w:tc>
          <w:tcPr>
            <w:tcW w:w="3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2</w:t>
            </w:r>
          </w:p>
        </w:tc>
        <w:tc>
          <w:tcPr>
            <w:tcW w:w="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5Т</w:t>
            </w:r>
          </w:p>
        </w:tc>
        <w:tc>
          <w:tcPr>
            <w:tcW w:w="32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5Т</w:t>
            </w:r>
          </w:p>
        </w:tc>
        <w:tc>
          <w:tcPr>
            <w:tcW w:w="32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5Т</w:t>
            </w:r>
          </w:p>
        </w:tc>
        <w:tc>
          <w:tcPr>
            <w:tcW w:w="32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5Т</w:t>
            </w:r>
          </w:p>
        </w:tc>
        <w:tc>
          <w:tcPr>
            <w:tcW w:w="32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5Т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К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К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ПА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ПА</w:t>
            </w:r>
          </w:p>
        </w:tc>
      </w:tr>
      <w:tr w:rsidR="00FC2074">
        <w:trPr>
          <w:trHeight w:val="540"/>
        </w:trPr>
        <w:tc>
          <w:tcPr>
            <w:tcW w:w="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</w:tr>
      <w:tr w:rsidR="00FC2074">
        <w:trPr>
          <w:trHeight w:val="300"/>
        </w:trPr>
        <w:tc>
          <w:tcPr>
            <w:tcW w:w="14688" w:type="dxa"/>
            <w:gridSpan w:val="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  <w:r>
              <w:rPr>
                <w:rFonts w:eastAsia="Times New Roman" w:cs="Times New Roman"/>
                <w:color w:val="000000"/>
                <w:lang w:eastAsia="zh-TW"/>
              </w:rPr>
              <w:t xml:space="preserve">              1-18</w:t>
            </w:r>
          </w:p>
        </w:tc>
      </w:tr>
      <w:tr w:rsidR="00FC2074">
        <w:trPr>
          <w:trHeight w:val="300"/>
        </w:trPr>
        <w:tc>
          <w:tcPr>
            <w:tcW w:w="3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Курс</w:t>
            </w:r>
          </w:p>
        </w:tc>
        <w:tc>
          <w:tcPr>
            <w:tcW w:w="13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Сентябрь</w:t>
            </w:r>
          </w:p>
        </w:tc>
        <w:tc>
          <w:tcPr>
            <w:tcW w:w="168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Октябрь</w:t>
            </w:r>
          </w:p>
        </w:tc>
        <w:tc>
          <w:tcPr>
            <w:tcW w:w="133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Ноябрь</w:t>
            </w:r>
          </w:p>
        </w:tc>
        <w:tc>
          <w:tcPr>
            <w:tcW w:w="162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Декабрь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Январь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Февраль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Март</w:t>
            </w:r>
          </w:p>
        </w:tc>
        <w:tc>
          <w:tcPr>
            <w:tcW w:w="168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Апрель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Май</w:t>
            </w:r>
          </w:p>
        </w:tc>
        <w:tc>
          <w:tcPr>
            <w:tcW w:w="13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Июнь</w:t>
            </w:r>
          </w:p>
        </w:tc>
      </w:tr>
      <w:tr w:rsidR="00FC2074">
        <w:trPr>
          <w:trHeight w:val="795"/>
        </w:trPr>
        <w:tc>
          <w:tcPr>
            <w:tcW w:w="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1-6</w:t>
            </w:r>
          </w:p>
        </w:tc>
        <w:tc>
          <w:tcPr>
            <w:tcW w:w="337" w:type="dxa"/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28-4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5-11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12-18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19-25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26-1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2-8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9-15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16-22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23-29</w:t>
            </w:r>
          </w:p>
        </w:tc>
        <w:tc>
          <w:tcPr>
            <w:tcW w:w="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30-6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28-3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4-10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11-17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18-24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25-31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8-14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15-21</w:t>
            </w:r>
          </w:p>
        </w:tc>
        <w:tc>
          <w:tcPr>
            <w:tcW w:w="336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22-28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8-14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15-21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22-28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29-4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5-11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12-18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19-25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26-2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3-9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10-16</w:t>
            </w:r>
          </w:p>
        </w:tc>
        <w:tc>
          <w:tcPr>
            <w:tcW w:w="33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17-23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24-30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31-6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</w:tr>
      <w:tr w:rsidR="00FC2074">
        <w:trPr>
          <w:trHeight w:val="300"/>
        </w:trPr>
        <w:tc>
          <w:tcPr>
            <w:tcW w:w="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3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11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13</w:t>
            </w:r>
          </w:p>
        </w:tc>
        <w:tc>
          <w:tcPr>
            <w:tcW w:w="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16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17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18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20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23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24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25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29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30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31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33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35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36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37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38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39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40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41</w:t>
            </w:r>
          </w:p>
        </w:tc>
        <w:tc>
          <w:tcPr>
            <w:tcW w:w="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43</w:t>
            </w:r>
          </w:p>
        </w:tc>
      </w:tr>
      <w:tr w:rsidR="00FC2074">
        <w:trPr>
          <w:trHeight w:val="465"/>
        </w:trPr>
        <w:tc>
          <w:tcPr>
            <w:tcW w:w="3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lastRenderedPageBreak/>
              <w:t>3</w:t>
            </w:r>
          </w:p>
        </w:tc>
        <w:tc>
          <w:tcPr>
            <w:tcW w:w="33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К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К</w:t>
            </w:r>
          </w:p>
        </w:tc>
        <w:tc>
          <w:tcPr>
            <w:tcW w:w="32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2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2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  <w:t>ПА</w:t>
            </w:r>
          </w:p>
        </w:tc>
        <w:tc>
          <w:tcPr>
            <w:tcW w:w="3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ГИА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ГИА</w:t>
            </w:r>
          </w:p>
        </w:tc>
      </w:tr>
      <w:tr w:rsidR="00FC2074">
        <w:tc>
          <w:tcPr>
            <w:tcW w:w="3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4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</w:tr>
      <w:tr w:rsidR="00FC2074">
        <w:trPr>
          <w:trHeight w:val="570"/>
        </w:trPr>
        <w:tc>
          <w:tcPr>
            <w:tcW w:w="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FC20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074" w:rsidRDefault="00565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</w:tr>
      <w:tr w:rsidR="00FC2074">
        <w:trPr>
          <w:trHeight w:val="300"/>
        </w:trPr>
        <w:tc>
          <w:tcPr>
            <w:tcW w:w="1676" w:type="dxa"/>
            <w:gridSpan w:val="5"/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Обозначения:</w:t>
            </w:r>
          </w:p>
        </w:tc>
        <w:tc>
          <w:tcPr>
            <w:tcW w:w="3014" w:type="dxa"/>
            <w:gridSpan w:val="9"/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Т - теоретические занятия</w:t>
            </w:r>
          </w:p>
        </w:tc>
        <w:tc>
          <w:tcPr>
            <w:tcW w:w="324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1633" w:type="dxa"/>
            <w:gridSpan w:val="5"/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- каникулы</w:t>
            </w: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  <w:tr w:rsidR="00FC2074">
        <w:trPr>
          <w:trHeight w:val="300"/>
        </w:trPr>
        <w:tc>
          <w:tcPr>
            <w:tcW w:w="333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2689" w:type="dxa"/>
            <w:gridSpan w:val="8"/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УП - учебная практика</w:t>
            </w:r>
          </w:p>
        </w:tc>
        <w:tc>
          <w:tcPr>
            <w:tcW w:w="32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4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654" w:type="dxa"/>
            <w:gridSpan w:val="11"/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ПА - промежуточная аттестация</w:t>
            </w: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  <w:tr w:rsidR="00FC2074">
        <w:trPr>
          <w:trHeight w:val="300"/>
        </w:trPr>
        <w:tc>
          <w:tcPr>
            <w:tcW w:w="333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661" w:type="dxa"/>
            <w:gridSpan w:val="11"/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ПП - производственная практика</w:t>
            </w:r>
          </w:p>
        </w:tc>
        <w:tc>
          <w:tcPr>
            <w:tcW w:w="32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5003" w:type="dxa"/>
            <w:gridSpan w:val="15"/>
            <w:shd w:val="clear" w:color="auto" w:fill="auto"/>
            <w:vAlign w:val="bottom"/>
          </w:tcPr>
          <w:p w:rsidR="00FC2074" w:rsidRDefault="00565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ГИА - государственная итоговая аттестация</w:t>
            </w: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  <w:tr w:rsidR="00FC2074">
        <w:trPr>
          <w:trHeight w:hRule="exact" w:val="300"/>
        </w:trPr>
        <w:tc>
          <w:tcPr>
            <w:tcW w:w="333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4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FC2074" w:rsidRDefault="00FC2074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</w:tbl>
    <w:p w:rsidR="00FC2074" w:rsidRDefault="00FC2074"/>
    <w:sectPr w:rsidR="00FC2074">
      <w:pgSz w:w="16838" w:h="11906" w:orient="landscape"/>
      <w:pgMar w:top="567" w:right="1134" w:bottom="426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FC2074"/>
    <w:rsid w:val="00536F78"/>
    <w:rsid w:val="0056590D"/>
    <w:rsid w:val="00D83B15"/>
    <w:rsid w:val="00FC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A32"/>
    <w:pPr>
      <w:spacing w:after="200" w:line="276" w:lineRule="auto"/>
    </w:pPr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3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13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3">
    <w:name w:val="Текст сноски Знак"/>
    <w:basedOn w:val="a0"/>
    <w:link w:val="a4"/>
    <w:semiHidden/>
    <w:qFormat/>
    <w:rsid w:val="00613A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semiHidden/>
    <w:qFormat/>
    <w:rsid w:val="00613A32"/>
    <w:rPr>
      <w:lang w:eastAsia="ru-RU"/>
    </w:rPr>
  </w:style>
  <w:style w:type="character" w:customStyle="1" w:styleId="11">
    <w:name w:val="Верхний колонтитул Знак1"/>
    <w:basedOn w:val="a0"/>
    <w:uiPriority w:val="99"/>
    <w:semiHidden/>
    <w:qFormat/>
    <w:rsid w:val="00613A32"/>
    <w:rPr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semiHidden/>
    <w:qFormat/>
    <w:rsid w:val="00613A32"/>
    <w:rPr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613A32"/>
    <w:rPr>
      <w:lang w:eastAsia="ru-RU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footnote text"/>
    <w:basedOn w:val="a"/>
    <w:link w:val="a3"/>
    <w:semiHidden/>
    <w:rsid w:val="00613A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Колонтитул"/>
    <w:basedOn w:val="a"/>
    <w:qFormat/>
  </w:style>
  <w:style w:type="paragraph" w:styleId="a6">
    <w:name w:val="header"/>
    <w:basedOn w:val="a"/>
    <w:link w:val="a5"/>
    <w:uiPriority w:val="99"/>
    <w:semiHidden/>
    <w:unhideWhenUsed/>
    <w:rsid w:val="00613A32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semiHidden/>
    <w:unhideWhenUsed/>
    <w:rsid w:val="00613A32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 Spacing"/>
    <w:uiPriority w:val="1"/>
    <w:qFormat/>
    <w:rsid w:val="00D00B49"/>
    <w:rPr>
      <w:lang w:eastAsia="ru-RU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65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6590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0BE55-1026-477E-88FC-0CF8C6069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11</Pages>
  <Words>1571</Words>
  <Characters>8956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BITT SHATALOVA</cp:lastModifiedBy>
  <cp:revision>25</cp:revision>
  <cp:lastPrinted>2022-11-30T10:50:00Z</cp:lastPrinted>
  <dcterms:created xsi:type="dcterms:W3CDTF">2020-08-24T19:47:00Z</dcterms:created>
  <dcterms:modified xsi:type="dcterms:W3CDTF">2022-11-30T13:41:00Z</dcterms:modified>
  <dc:language>ru-RU</dc:language>
</cp:coreProperties>
</file>