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4F572B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1879E6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879E6" w:rsidRPr="001D0180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1879E6" w:rsidRPr="001D0180" w:rsidRDefault="001879E6" w:rsidP="001D0180"/>
                <w:p w:rsidR="001879E6" w:rsidRDefault="001879E6" w:rsidP="001D0180">
                  <w:pPr>
                    <w:rPr>
                      <w:sz w:val="40"/>
                      <w:szCs w:val="40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256F72" w:rsidRDefault="00256F7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1879E6" w:rsidRPr="00111DD2" w:rsidRDefault="00111DD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</w:t>
                  </w:r>
                  <w:r w:rsidR="00BC5FCD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1879E6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ГЕОГРАФИЯ</w:t>
                  </w:r>
                </w:p>
                <w:p w:rsidR="001879E6" w:rsidRPr="00420FF8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1879E6" w:rsidRPr="004C00E2" w:rsidRDefault="00237EA4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="001879E6"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Pr="00F14A20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1879E6" w:rsidRPr="00F14A20" w:rsidRDefault="00BC5FCD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</w:t>
                  </w:r>
                  <w:r w:rsidR="007346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1879E6"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Pr="00A8326B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Pr="00411BB8" w:rsidRDefault="001879E6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1879E6" w:rsidRDefault="001879E6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15150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15150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15150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15150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3414E0">
        <w:rPr>
          <w:b w:val="0"/>
          <w:sz w:val="28"/>
          <w:szCs w:val="28"/>
        </w:rPr>
        <w:t xml:space="preserve">                             4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D31F43">
        <w:rPr>
          <w:b w:val="0"/>
          <w:sz w:val="28"/>
          <w:szCs w:val="28"/>
        </w:rPr>
        <w:t>12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3414E0">
        <w:rPr>
          <w:b w:val="0"/>
          <w:sz w:val="28"/>
          <w:szCs w:val="28"/>
        </w:rPr>
        <w:t xml:space="preserve">                             </w:t>
      </w:r>
      <w:r w:rsidRPr="003414E0">
        <w:rPr>
          <w:b w:val="0"/>
          <w:sz w:val="28"/>
          <w:szCs w:val="28"/>
        </w:rPr>
        <w:t xml:space="preserve">        </w:t>
      </w:r>
      <w:r w:rsidR="00D31F43">
        <w:rPr>
          <w:b w:val="0"/>
          <w:sz w:val="28"/>
          <w:szCs w:val="28"/>
        </w:rPr>
        <w:t>26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Контроль и оценка результатов освоения учебной дисциплины    </w:t>
      </w:r>
      <w:r w:rsidR="003414E0">
        <w:rPr>
          <w:b w:val="0"/>
          <w:sz w:val="28"/>
          <w:szCs w:val="28"/>
        </w:rPr>
        <w:t xml:space="preserve">   </w:t>
      </w:r>
      <w:r w:rsidR="00D31F43">
        <w:rPr>
          <w:b w:val="0"/>
          <w:sz w:val="28"/>
          <w:szCs w:val="28"/>
        </w:rPr>
        <w:t>28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588F">
        <w:rPr>
          <w:sz w:val="28"/>
          <w:szCs w:val="28"/>
        </w:rPr>
        <w:t>4</w:t>
      </w:r>
      <w:r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1D40FE" w:rsidRPr="005815CB" w:rsidRDefault="001D0180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1D40FE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1D40FE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географической науке, ее участии 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наблюдений за отдельными географическими объектами, процессами и явлениями, их изменениями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ладение умениями географического анализа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DA7D11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1E56AE" w:rsidRPr="001E56AE" w:rsidRDefault="001E56AE" w:rsidP="001E56AE">
      <w:pPr>
        <w:widowControl w:val="0"/>
        <w:autoSpaceDE w:val="0"/>
        <w:autoSpaceDN w:val="0"/>
        <w:jc w:val="center"/>
        <w:rPr>
          <w:rFonts w:eastAsia="Calibri"/>
          <w:bCs/>
          <w:sz w:val="28"/>
          <w:szCs w:val="28"/>
          <w:lang w:eastAsia="nl-NL"/>
        </w:rPr>
      </w:pPr>
      <w:r w:rsidRPr="001E56AE">
        <w:rPr>
          <w:rFonts w:eastAsia="Calibri"/>
          <w:bCs/>
          <w:sz w:val="28"/>
          <w:szCs w:val="28"/>
          <w:lang w:eastAsia="nl-NL"/>
        </w:rPr>
        <w:lastRenderedPageBreak/>
        <w:t xml:space="preserve">1.5. Соотнесение личностных результатов воспитания и учебной дисциплины </w:t>
      </w:r>
    </w:p>
    <w:p w:rsidR="001E56AE" w:rsidRPr="001E56AE" w:rsidRDefault="001E56AE" w:rsidP="001E56AE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  <w:r w:rsidRPr="001E56AE">
        <w:rPr>
          <w:rFonts w:eastAsia="Calibri"/>
          <w:bCs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tabs>
                <w:tab w:val="left" w:pos="993"/>
              </w:tabs>
              <w:jc w:val="center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984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tabs>
                <w:tab w:val="left" w:pos="993"/>
              </w:tabs>
              <w:jc w:val="center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Критерии оценки (</w:t>
            </w:r>
            <w:proofErr w:type="gramStart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</w:tr>
      <w:tr w:rsidR="00765BEA" w:rsidRPr="001E56AE" w:rsidTr="001C4BD2">
        <w:tc>
          <w:tcPr>
            <w:tcW w:w="6062" w:type="dxa"/>
            <w:shd w:val="clear" w:color="auto" w:fill="auto"/>
          </w:tcPr>
          <w:p w:rsidR="00765BEA" w:rsidRPr="00765BEA" w:rsidRDefault="00765BEA" w:rsidP="00765BEA">
            <w:pPr>
              <w:widowControl w:val="0"/>
              <w:tabs>
                <w:tab w:val="left" w:pos="993"/>
              </w:tabs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rFonts w:eastAsia="Calibri"/>
                <w:bCs/>
                <w:sz w:val="28"/>
                <w:szCs w:val="28"/>
                <w:lang w:eastAsia="nl-NL"/>
              </w:rPr>
              <w:t>ЛР 8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Проявляющий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и демонстрирующий уважение к представителям  различных этнокультурных, социальных, конфессиональных</w:t>
            </w:r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и иных групп. Сопричастный к сохранению</w:t>
            </w:r>
            <w:proofErr w:type="gramStart"/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,</w:t>
            </w:r>
            <w:proofErr w:type="gramEnd"/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преумножению и трансляции </w:t>
            </w:r>
            <w:r w:rsidR="00C83264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культурных традиций и ценностей многонационального российского государства</w:t>
            </w:r>
          </w:p>
        </w:tc>
        <w:tc>
          <w:tcPr>
            <w:tcW w:w="3984" w:type="dxa"/>
            <w:shd w:val="clear" w:color="auto" w:fill="auto"/>
          </w:tcPr>
          <w:p w:rsidR="00DF5213" w:rsidRPr="005815CB" w:rsidRDefault="00DF5213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765BEA" w:rsidRPr="0016101B" w:rsidRDefault="00DF5213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 w:rsidR="0016101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ности.</w:t>
            </w:r>
          </w:p>
        </w:tc>
        <w:tc>
          <w:tcPr>
            <w:tcW w:w="5023" w:type="dxa"/>
            <w:shd w:val="clear" w:color="auto" w:fill="auto"/>
          </w:tcPr>
          <w:p w:rsidR="00765BEA" w:rsidRPr="00C00479" w:rsidRDefault="00C00479" w:rsidP="00C00479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t xml:space="preserve">ЛР 10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9F46DD" w:rsidRPr="005815CB" w:rsidRDefault="009F46DD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9F46D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1E56AE" w:rsidRDefault="001E56AE" w:rsidP="001E56AE">
            <w:pPr>
              <w:ind w:left="709" w:hanging="709"/>
              <w:rPr>
                <w:b w:val="0"/>
                <w:iCs/>
                <w:sz w:val="28"/>
                <w:szCs w:val="28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КО.06 </w:t>
            </w:r>
            <w:r w:rsidRPr="001E56AE">
              <w:rPr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КО.19  </w:t>
            </w:r>
            <w:r w:rsidRPr="001E56AE">
              <w:rPr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b w:val="0"/>
                <w:iCs/>
                <w:sz w:val="28"/>
                <w:szCs w:val="28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КО.20  </w:t>
            </w:r>
            <w:r w:rsidRPr="001E56AE">
              <w:rPr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t xml:space="preserve">ЛР 14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1E56AE">
              <w:rPr>
                <w:rFonts w:eastAsia="Calibri"/>
                <w:b w:val="0"/>
                <w:sz w:val="28"/>
                <w:szCs w:val="28"/>
              </w:rPr>
              <w:t>обучающимися</w:t>
            </w:r>
            <w:proofErr w:type="gramEnd"/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 навыка оценки информации в цифровой среде, ее достоверность, способности строить логические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lastRenderedPageBreak/>
              <w:t>умозаключения  на основании поступающей информации и данных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CB7807" w:rsidRPr="005815CB" w:rsidRDefault="00CB7807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F212F8">
              <w:rPr>
                <w:rFonts w:eastAsia="SymbolMT"/>
                <w:sz w:val="28"/>
                <w:szCs w:val="28"/>
                <w:lang w:eastAsia="en-US"/>
              </w:rPr>
              <w:lastRenderedPageBreak/>
              <w:t>Л</w:t>
            </w:r>
            <w:proofErr w:type="gramStart"/>
            <w:r w:rsidRPr="00F212F8">
              <w:rPr>
                <w:rFonts w:eastAsia="SymbolMT"/>
                <w:sz w:val="28"/>
                <w:szCs w:val="28"/>
                <w:lang w:eastAsia="en-US"/>
              </w:rPr>
              <w:t>7</w:t>
            </w:r>
            <w:proofErr w:type="gramEnd"/>
            <w:r w:rsidRPr="00F212F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К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ритичность мышления, владение первичными навыками анализа и критичн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ой 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оценки получаемой информации.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b w:val="0"/>
                <w:sz w:val="28"/>
                <w:szCs w:val="28"/>
              </w:rPr>
            </w:pPr>
            <w:r w:rsidRPr="00EB4FAF">
              <w:rPr>
                <w:rFonts w:eastAsia="Calibri"/>
                <w:bCs/>
                <w:sz w:val="28"/>
                <w:szCs w:val="28"/>
                <w:lang w:eastAsia="nl-NL"/>
              </w:rPr>
              <w:lastRenderedPageBreak/>
              <w:t>КО.22</w:t>
            </w:r>
            <w:r w:rsidRPr="00EB4FAF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B4FAF">
              <w:rPr>
                <w:b w:val="0"/>
                <w:sz w:val="28"/>
                <w:szCs w:val="28"/>
              </w:rPr>
              <w:t xml:space="preserve">Проявление культуры потребления информации, умений и навыков пользования компьютерной </w:t>
            </w:r>
            <w:r w:rsidRPr="00EB4FAF">
              <w:rPr>
                <w:b w:val="0"/>
                <w:sz w:val="28"/>
                <w:szCs w:val="28"/>
              </w:rPr>
              <w:lastRenderedPageBreak/>
              <w:t>техники, навыков отбора и критического анализа информации, умения ориентироваться в информационном пространстве.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lastRenderedPageBreak/>
              <w:t xml:space="preserve">ЛР 16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1E56AE">
              <w:rPr>
                <w:rFonts w:eastAsia="Calibri"/>
                <w:b w:val="0"/>
                <w:sz w:val="28"/>
                <w:szCs w:val="28"/>
              </w:rPr>
              <w:t>обучающимися</w:t>
            </w:r>
            <w:proofErr w:type="gramEnd"/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  социально значимых знаний  о правилах ведения экологического образа жизни, о нормах и традициях трудовой деятельности  человека, о нормах  и традициях поведения человека в многонациональном, многокультурном обществе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F212F8" w:rsidRPr="005815CB" w:rsidRDefault="00F212F8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b w:val="0"/>
                <w:sz w:val="28"/>
                <w:szCs w:val="28"/>
              </w:rPr>
            </w:pPr>
            <w:r w:rsidRPr="00EB4FAF">
              <w:rPr>
                <w:rFonts w:eastAsia="Calibri"/>
                <w:bCs/>
                <w:sz w:val="28"/>
                <w:szCs w:val="28"/>
                <w:lang w:eastAsia="nl-NL"/>
              </w:rPr>
              <w:t>КО. 19</w:t>
            </w:r>
            <w:r w:rsidRPr="00EB4FAF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B4FAF">
              <w:rPr>
                <w:b w:val="0"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</w:tr>
      <w:tr w:rsidR="00F81812" w:rsidRPr="001E56AE" w:rsidTr="001C4BD2">
        <w:tc>
          <w:tcPr>
            <w:tcW w:w="6062" w:type="dxa"/>
            <w:shd w:val="clear" w:color="auto" w:fill="auto"/>
          </w:tcPr>
          <w:p w:rsidR="00F81812" w:rsidRPr="00F81812" w:rsidRDefault="00F81812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ЛР 18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Ценностное отношение </w:t>
            </w:r>
            <w:proofErr w:type="gramStart"/>
            <w:r>
              <w:rPr>
                <w:rFonts w:eastAsia="Calibri"/>
                <w:b w:val="0"/>
                <w:sz w:val="28"/>
                <w:szCs w:val="28"/>
              </w:rPr>
              <w:t>обучающихся</w:t>
            </w:r>
            <w:proofErr w:type="gramEnd"/>
            <w:r>
              <w:rPr>
                <w:rFonts w:eastAsia="Calibri"/>
                <w:b w:val="0"/>
                <w:sz w:val="28"/>
                <w:szCs w:val="28"/>
              </w:rPr>
              <w:t xml:space="preserve"> к людям иной национальности, веры, культуры</w:t>
            </w:r>
            <w:r w:rsidR="007709A6">
              <w:rPr>
                <w:rFonts w:eastAsia="Calibri"/>
                <w:b w:val="0"/>
                <w:sz w:val="28"/>
                <w:szCs w:val="28"/>
              </w:rPr>
              <w:t>, уважительного отношения к их взглядам</w:t>
            </w:r>
          </w:p>
        </w:tc>
        <w:tc>
          <w:tcPr>
            <w:tcW w:w="3984" w:type="dxa"/>
            <w:shd w:val="clear" w:color="auto" w:fill="auto"/>
          </w:tcPr>
          <w:p w:rsidR="00707659" w:rsidRPr="005815CB" w:rsidRDefault="00707659" w:rsidP="00707659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F81812" w:rsidRPr="009F46DD" w:rsidRDefault="00707659" w:rsidP="00707659">
            <w:pPr>
              <w:autoSpaceDE w:val="0"/>
              <w:autoSpaceDN w:val="0"/>
              <w:adjustRightInd w:val="0"/>
              <w:rPr>
                <w:rFonts w:eastAsia="SymbolMT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F81812" w:rsidRPr="00EB4FAF" w:rsidRDefault="00174E5E" w:rsidP="00EB4FAF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B4FAF">
              <w:rPr>
                <w:rFonts w:eastAsia="Calibri"/>
                <w:sz w:val="28"/>
                <w:szCs w:val="28"/>
                <w:lang w:eastAsia="nl-NL"/>
              </w:rPr>
              <w:t>КО. 16</w:t>
            </w:r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Отсутствие социальных конфликтов </w:t>
            </w:r>
            <w:proofErr w:type="gramStart"/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>среди</w:t>
            </w:r>
            <w:proofErr w:type="gramEnd"/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ЛР 31 </w:t>
            </w: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Активно </w:t>
            </w:r>
            <w:proofErr w:type="gramStart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применяющий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полученные знания на практике</w:t>
            </w:r>
          </w:p>
        </w:tc>
        <w:tc>
          <w:tcPr>
            <w:tcW w:w="3984" w:type="dxa"/>
            <w:shd w:val="clear" w:color="auto" w:fill="auto"/>
          </w:tcPr>
          <w:p w:rsidR="00E608FD" w:rsidRPr="005815CB" w:rsidRDefault="00E608FD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E608F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E608FD">
              <w:rPr>
                <w:rFonts w:eastAsia="SymbolMT"/>
                <w:sz w:val="28"/>
                <w:szCs w:val="28"/>
                <w:lang w:eastAsia="en-US"/>
              </w:rPr>
              <w:t>1</w:t>
            </w:r>
            <w:proofErr w:type="gramEnd"/>
            <w:r w:rsidRPr="00E608F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ответственного отношения к обучению; готовность и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 xml:space="preserve">способность студентов к саморазвитию и самообразованию на основе 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мотивации к обучению и познанию.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B4FAF">
              <w:rPr>
                <w:rFonts w:eastAsia="Calibri"/>
                <w:sz w:val="28"/>
                <w:szCs w:val="28"/>
                <w:lang w:eastAsia="nl-NL"/>
              </w:rPr>
              <w:lastRenderedPageBreak/>
              <w:t>КО. 01</w:t>
            </w:r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Демонстрация интереса к будущей профессии.</w:t>
            </w:r>
          </w:p>
        </w:tc>
      </w:tr>
      <w:tr w:rsidR="007F4948" w:rsidRPr="001E56AE" w:rsidTr="001C4BD2">
        <w:tc>
          <w:tcPr>
            <w:tcW w:w="6062" w:type="dxa"/>
            <w:shd w:val="clear" w:color="auto" w:fill="auto"/>
          </w:tcPr>
          <w:p w:rsidR="007F4948" w:rsidRPr="007F4948" w:rsidRDefault="007F4948" w:rsidP="001E56AE">
            <w:pPr>
              <w:ind w:firstLine="33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rFonts w:eastAsia="Calibri"/>
                <w:bCs/>
                <w:sz w:val="28"/>
                <w:szCs w:val="28"/>
                <w:lang w:eastAsia="nl-NL"/>
              </w:rPr>
              <w:lastRenderedPageBreak/>
              <w:t xml:space="preserve">ЛР 33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Проявление терпимости и уважения к обычаям и традициям народов </w:t>
            </w:r>
            <w:r w:rsidR="00222A47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3984" w:type="dxa"/>
            <w:shd w:val="clear" w:color="auto" w:fill="auto"/>
          </w:tcPr>
          <w:p w:rsidR="00743502" w:rsidRPr="005815CB" w:rsidRDefault="00743502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7F4948" w:rsidRPr="001E56AE" w:rsidRDefault="00743502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7F4948" w:rsidRPr="00EE5BCA" w:rsidRDefault="00C70D52" w:rsidP="00EE5BCA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E5BCA">
              <w:rPr>
                <w:rFonts w:eastAsia="Calibri"/>
                <w:sz w:val="28"/>
                <w:szCs w:val="28"/>
                <w:lang w:eastAsia="nl-NL"/>
              </w:rPr>
              <w:t>КО. 16</w:t>
            </w:r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Отсутствие социальных конфликтов </w:t>
            </w:r>
            <w:proofErr w:type="gramStart"/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>среди</w:t>
            </w:r>
            <w:proofErr w:type="gramEnd"/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>ЛР 37</w:t>
            </w:r>
            <w:proofErr w:type="gramStart"/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984" w:type="dxa"/>
            <w:shd w:val="clear" w:color="auto" w:fill="auto"/>
          </w:tcPr>
          <w:p w:rsidR="00707659" w:rsidRPr="005815CB" w:rsidRDefault="00707659" w:rsidP="00707659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1E56A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E5BCA" w:rsidRDefault="001E56AE" w:rsidP="00EE5BCA">
            <w:pPr>
              <w:rPr>
                <w:b w:val="0"/>
                <w:sz w:val="28"/>
                <w:szCs w:val="28"/>
              </w:rPr>
            </w:pPr>
            <w:r w:rsidRPr="00EE5BCA">
              <w:rPr>
                <w:rFonts w:eastAsia="Calibri"/>
                <w:bCs/>
                <w:sz w:val="28"/>
                <w:szCs w:val="28"/>
                <w:lang w:eastAsia="nl-NL"/>
              </w:rPr>
              <w:t>КО. 19</w:t>
            </w:r>
            <w:r w:rsidRPr="00EE5BCA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E5BCA">
              <w:rPr>
                <w:b w:val="0"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</w:tr>
    </w:tbl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DA7D11" w:rsidSect="00DA7D11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Pr="005815CB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40FE" w:rsidRPr="005815CB" w:rsidRDefault="001D40FE" w:rsidP="001D40FE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1.</w:t>
      </w:r>
      <w:r w:rsidR="001E56AE">
        <w:rPr>
          <w:sz w:val="28"/>
          <w:szCs w:val="28"/>
        </w:rPr>
        <w:t>6</w:t>
      </w:r>
      <w:r w:rsidRPr="005815CB">
        <w:rPr>
          <w:sz w:val="28"/>
          <w:szCs w:val="28"/>
        </w:rPr>
        <w:t>. Место учебной дисциплины в учебном плане:</w:t>
      </w:r>
      <w:r w:rsidRPr="005815CB">
        <w:rPr>
          <w:b w:val="0"/>
          <w:sz w:val="28"/>
          <w:szCs w:val="28"/>
        </w:rPr>
        <w:t xml:space="preserve"> общеобразовательный цикл.</w:t>
      </w:r>
    </w:p>
    <w:p w:rsidR="001D40FE" w:rsidRDefault="001D40FE" w:rsidP="001D40FE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Учебная дисциплина относится к предметной области  общественные науки и является дисциплиной по выбору из обязательных предметных областей общеобразовательного цикла.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1E56AE">
        <w:rPr>
          <w:rFonts w:eastAsia="SchoolBookCSanPin-Regular"/>
          <w:sz w:val="28"/>
          <w:szCs w:val="28"/>
        </w:rPr>
        <w:t>7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Pr="000440E9">
        <w:rPr>
          <w:b w:val="0"/>
          <w:sz w:val="28"/>
          <w:szCs w:val="28"/>
        </w:rPr>
        <w:t>Тема 1.4. География населения мира</w:t>
      </w:r>
      <w:r>
        <w:rPr>
          <w:b w:val="0"/>
          <w:sz w:val="28"/>
          <w:szCs w:val="28"/>
        </w:rPr>
        <w:t xml:space="preserve"> – 6 часов.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>
        <w:rPr>
          <w:b w:val="0"/>
          <w:sz w:val="28"/>
          <w:szCs w:val="28"/>
        </w:rPr>
        <w:t>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3.Тема 1.</w:t>
      </w:r>
      <w:r w:rsidR="001D40FE" w:rsidRPr="000440E9">
        <w:rPr>
          <w:b w:val="0"/>
          <w:sz w:val="28"/>
          <w:szCs w:val="28"/>
        </w:rPr>
        <w:t xml:space="preserve">8. Географические аспекты современных глобальных проблем человечества </w:t>
      </w:r>
      <w:r w:rsidR="001D40FE">
        <w:rPr>
          <w:b w:val="0"/>
          <w:sz w:val="28"/>
          <w:szCs w:val="28"/>
        </w:rPr>
        <w:t>– 4часа.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1E56A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Pr="005815CB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1D40FE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Pr="005815CB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70379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ОУД.14 География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26"/>
        <w:gridCol w:w="9780"/>
        <w:gridCol w:w="1276"/>
        <w:gridCol w:w="1588"/>
      </w:tblGrid>
      <w:tr w:rsidR="000E2B81" w:rsidRPr="005815CB" w:rsidTr="006C4BFE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276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588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6C4BFE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588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0E2B81" w:rsidRPr="005815CB" w:rsidTr="006C4BFE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2B81" w:rsidRPr="005815CB" w:rsidRDefault="00B87EA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6C4BFE">
        <w:tc>
          <w:tcPr>
            <w:tcW w:w="2518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153CCE" w:rsidRPr="005815CB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географии</w:t>
            </w:r>
          </w:p>
          <w:p w:rsidR="00153CCE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1A4E79" w:rsidRPr="001A4E79" w:rsidRDefault="0071745E" w:rsidP="00DB622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 xml:space="preserve">ЛР </w:t>
            </w:r>
            <w:r w:rsidR="00A07E95">
              <w:rPr>
                <w:b w:val="0"/>
                <w:color w:val="000000"/>
                <w:sz w:val="28"/>
                <w:szCs w:val="28"/>
              </w:rPr>
              <w:t>14</w:t>
            </w:r>
            <w:r w:rsidR="0091580C">
              <w:rPr>
                <w:b w:val="0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276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6C4BFE">
        <w:trPr>
          <w:trHeight w:val="255"/>
        </w:trPr>
        <w:tc>
          <w:tcPr>
            <w:tcW w:w="2518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153CCE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6C4BFE">
        <w:trPr>
          <w:trHeight w:val="1656"/>
        </w:trPr>
        <w:tc>
          <w:tcPr>
            <w:tcW w:w="2518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 w:val="restart"/>
          </w:tcPr>
          <w:p w:rsidR="00E36A3D" w:rsidRPr="005815CB" w:rsidRDefault="00363E3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E36A3D" w:rsidRPr="005815CB" w:rsidTr="006C4BFE">
        <w:tc>
          <w:tcPr>
            <w:tcW w:w="2518" w:type="dxa"/>
            <w:vMerge/>
          </w:tcPr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36A3D" w:rsidRPr="005815CB" w:rsidRDefault="00E36A3D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1276" w:type="dxa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6C4BFE">
        <w:tc>
          <w:tcPr>
            <w:tcW w:w="2518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F43228" w:rsidRPr="005815CB" w:rsidRDefault="00F43228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F43228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 государственного устройства в различных регионах мира</w:t>
            </w:r>
          </w:p>
          <w:p w:rsidR="001A4E79" w:rsidRPr="001A4E79" w:rsidRDefault="0071745E" w:rsidP="000F2F4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F2F4A">
              <w:rPr>
                <w:b w:val="0"/>
                <w:color w:val="000000"/>
                <w:sz w:val="28"/>
                <w:szCs w:val="28"/>
              </w:rPr>
              <w:t>8, 14, 18, 31, 33</w:t>
            </w:r>
          </w:p>
        </w:tc>
        <w:tc>
          <w:tcPr>
            <w:tcW w:w="1276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6C4BFE">
        <w:trPr>
          <w:trHeight w:val="265"/>
        </w:trPr>
        <w:tc>
          <w:tcPr>
            <w:tcW w:w="2518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46F3B" w:rsidRPr="005815CB" w:rsidTr="006C4BFE">
        <w:trPr>
          <w:trHeight w:val="280"/>
        </w:trPr>
        <w:tc>
          <w:tcPr>
            <w:tcW w:w="2518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276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E46F3B" w:rsidRPr="005815CB" w:rsidTr="006C4BFE">
        <w:tc>
          <w:tcPr>
            <w:tcW w:w="2518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46F3B" w:rsidRPr="005815CB" w:rsidRDefault="00E46F3B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1276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6C4BFE">
        <w:trPr>
          <w:trHeight w:val="841"/>
        </w:trPr>
        <w:tc>
          <w:tcPr>
            <w:tcW w:w="2518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F43228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Pr="005815CB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 направления </w:t>
            </w:r>
            <w:proofErr w:type="spellStart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F43228" w:rsidRPr="005815CB" w:rsidRDefault="00F4785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F43228" w:rsidRPr="008D1F56" w:rsidRDefault="00F43228" w:rsidP="008D1F5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чных видов минеральных ресурсов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обеспеченность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 отдельных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регионов и стран мира;</w:t>
            </w:r>
          </w:p>
          <w:p w:rsidR="00F43228" w:rsidRDefault="00F4785A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1A4E79" w:rsidRPr="001A4E79" w:rsidRDefault="0071745E" w:rsidP="005815CB">
            <w:pPr>
              <w:jc w:val="both"/>
              <w:rPr>
                <w:b w:val="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 w:rsidR="00B44FD7">
              <w:rPr>
                <w:b w:val="0"/>
                <w:color w:val="000000"/>
                <w:sz w:val="28"/>
                <w:szCs w:val="28"/>
              </w:rPr>
              <w:t>10,</w:t>
            </w:r>
            <w:r w:rsidR="008B1BD4">
              <w:rPr>
                <w:b w:val="0"/>
                <w:color w:val="000000"/>
                <w:sz w:val="28"/>
                <w:szCs w:val="28"/>
              </w:rPr>
              <w:t xml:space="preserve">14, 16, </w:t>
            </w:r>
            <w:r w:rsidR="0091580C">
              <w:rPr>
                <w:b w:val="0"/>
                <w:color w:val="000000"/>
                <w:sz w:val="28"/>
                <w:szCs w:val="28"/>
              </w:rPr>
              <w:t xml:space="preserve">31, </w:t>
            </w:r>
            <w:r w:rsidR="008B1BD4">
              <w:rPr>
                <w:b w:val="0"/>
                <w:color w:val="000000"/>
                <w:sz w:val="28"/>
                <w:szCs w:val="28"/>
              </w:rPr>
              <w:t>33, 37</w:t>
            </w:r>
          </w:p>
        </w:tc>
        <w:tc>
          <w:tcPr>
            <w:tcW w:w="1276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6C4BFE">
        <w:trPr>
          <w:trHeight w:val="306"/>
        </w:trPr>
        <w:tc>
          <w:tcPr>
            <w:tcW w:w="2518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6C4BFE">
        <w:trPr>
          <w:trHeight w:val="274"/>
        </w:trPr>
        <w:tc>
          <w:tcPr>
            <w:tcW w:w="2518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276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864494" w:rsidRDefault="00864494" w:rsidP="0086449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6C4BFE">
        <w:tc>
          <w:tcPr>
            <w:tcW w:w="2518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2F1A1E" w:rsidRPr="005815CB" w:rsidRDefault="002F1A1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2F1A1E" w:rsidRPr="00B44FD7" w:rsidRDefault="002F1A1E" w:rsidP="00B44FD7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Определение и сравнение обеспеченности различных регионов и стран мира основными видами природных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.Э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кономическая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оценка использования различных видов природных ресурсов.</w:t>
            </w:r>
          </w:p>
        </w:tc>
        <w:tc>
          <w:tcPr>
            <w:tcW w:w="1276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6C4BFE">
        <w:tc>
          <w:tcPr>
            <w:tcW w:w="2518" w:type="dxa"/>
            <w:vMerge w:val="restart"/>
          </w:tcPr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</w:p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A71571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примеры стран с однородным и наиболее разнородным расовым, этническим и религиозным </w:t>
            </w:r>
            <w:r w:rsidR="006A6F8D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населения;</w:t>
            </w:r>
          </w:p>
          <w:p w:rsidR="00A71571" w:rsidRDefault="0069038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причин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ы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современных международных миграций населения.</w:t>
            </w:r>
          </w:p>
          <w:p w:rsidR="001A4E79" w:rsidRP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4E6D2B">
              <w:rPr>
                <w:b w:val="0"/>
                <w:color w:val="000000"/>
                <w:sz w:val="28"/>
                <w:szCs w:val="28"/>
              </w:rPr>
              <w:t xml:space="preserve">8, 14, </w:t>
            </w:r>
            <w:r w:rsidR="009D4A2A">
              <w:rPr>
                <w:b w:val="0"/>
                <w:color w:val="000000"/>
                <w:sz w:val="28"/>
                <w:szCs w:val="28"/>
              </w:rPr>
              <w:t xml:space="preserve">16, </w:t>
            </w:r>
            <w:r w:rsidR="004E6D2B">
              <w:rPr>
                <w:b w:val="0"/>
                <w:color w:val="000000"/>
                <w:sz w:val="28"/>
                <w:szCs w:val="28"/>
              </w:rPr>
              <w:t>18, 31, 33</w:t>
            </w:r>
          </w:p>
        </w:tc>
        <w:tc>
          <w:tcPr>
            <w:tcW w:w="1276" w:type="dxa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6C4BFE">
        <w:trPr>
          <w:trHeight w:val="299"/>
        </w:trPr>
        <w:tc>
          <w:tcPr>
            <w:tcW w:w="2518" w:type="dxa"/>
            <w:vMerge/>
          </w:tcPr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A71571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  <w:p w:rsidR="0034208F" w:rsidRPr="005815CB" w:rsidRDefault="0034208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A71571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6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50C7A" w:rsidRPr="005815CB" w:rsidTr="006C4BFE">
        <w:trPr>
          <w:trHeight w:val="4968"/>
        </w:trPr>
        <w:tc>
          <w:tcPr>
            <w:tcW w:w="2518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276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88" w:type="dxa"/>
            <w:vMerge w:val="restart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350C7A" w:rsidRPr="005815CB" w:rsidTr="006C4BFE">
        <w:tc>
          <w:tcPr>
            <w:tcW w:w="2518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50C7A" w:rsidRPr="005815CB" w:rsidRDefault="00350C7A" w:rsidP="005815C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350C7A" w:rsidRPr="002F402A" w:rsidRDefault="00350C7A" w:rsidP="002F402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1276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386A23">
        <w:trPr>
          <w:trHeight w:val="1414"/>
        </w:trPr>
        <w:tc>
          <w:tcPr>
            <w:tcW w:w="2518" w:type="dxa"/>
            <w:vMerge w:val="restart"/>
          </w:tcPr>
          <w:p w:rsidR="007877FF" w:rsidRPr="005815CB" w:rsidRDefault="007877FF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1A4E79" w:rsidRP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86385">
              <w:rPr>
                <w:b w:val="0"/>
                <w:color w:val="000000"/>
                <w:sz w:val="28"/>
                <w:szCs w:val="28"/>
              </w:rPr>
              <w:t>14, 31, 37</w:t>
            </w:r>
          </w:p>
        </w:tc>
        <w:tc>
          <w:tcPr>
            <w:tcW w:w="1276" w:type="dxa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6C4BFE">
        <w:trPr>
          <w:trHeight w:val="263"/>
        </w:trPr>
        <w:tc>
          <w:tcPr>
            <w:tcW w:w="2518" w:type="dxa"/>
            <w:vMerge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7877FF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18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317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588" w:type="dxa"/>
            <w:vMerge w:val="restart"/>
          </w:tcPr>
          <w:p w:rsidR="001943E6" w:rsidRPr="005815CB" w:rsidRDefault="001943E6" w:rsidP="001943E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Л8, </w:t>
            </w:r>
            <w:r>
              <w:rPr>
                <w:b w:val="0"/>
                <w:sz w:val="28"/>
                <w:szCs w:val="28"/>
              </w:rPr>
              <w:lastRenderedPageBreak/>
              <w:t>МП2, МП6, П4, П7</w:t>
            </w: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E44F6">
            <w:pPr>
              <w:rPr>
                <w:b w:val="0"/>
                <w:sz w:val="28"/>
                <w:szCs w:val="28"/>
              </w:rPr>
            </w:pPr>
          </w:p>
          <w:p w:rsidR="006E44F6" w:rsidRDefault="006E44F6" w:rsidP="006E44F6">
            <w:pPr>
              <w:rPr>
                <w:b w:val="0"/>
                <w:sz w:val="28"/>
                <w:szCs w:val="28"/>
              </w:rPr>
            </w:pPr>
          </w:p>
          <w:p w:rsidR="006E44F6" w:rsidRDefault="006E44F6" w:rsidP="006E44F6">
            <w:pPr>
              <w:rPr>
                <w:b w:val="0"/>
                <w:sz w:val="28"/>
                <w:szCs w:val="28"/>
              </w:rPr>
            </w:pPr>
          </w:p>
          <w:p w:rsidR="006E44F6" w:rsidRPr="005815CB" w:rsidRDefault="006E44F6" w:rsidP="006E44F6">
            <w:pPr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00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46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вторичной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46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6C4BFE"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Определение особенностей размещения различных отраслей мирового хозяйства.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0F8A" w:rsidRPr="005815CB" w:rsidTr="006C4BFE">
        <w:trPr>
          <w:trHeight w:val="251"/>
        </w:trPr>
        <w:tc>
          <w:tcPr>
            <w:tcW w:w="2518" w:type="dxa"/>
            <w:vMerge w:val="restart"/>
          </w:tcPr>
          <w:p w:rsidR="00AB0F8A" w:rsidRPr="005815CB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 xml:space="preserve">Тема </w:t>
            </w:r>
            <w:r w:rsidR="008E77AB" w:rsidRPr="005815CB">
              <w:rPr>
                <w:sz w:val="28"/>
                <w:szCs w:val="28"/>
              </w:rPr>
              <w:t>1.</w:t>
            </w:r>
            <w:r w:rsidRPr="005815CB">
              <w:rPr>
                <w:sz w:val="28"/>
                <w:szCs w:val="28"/>
              </w:rPr>
              <w:t xml:space="preserve">6. </w:t>
            </w:r>
          </w:p>
          <w:p w:rsidR="00AB0F8A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6C6138" w:rsidRPr="005815CB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6C6138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1A4E79" w:rsidRPr="001A4E79" w:rsidRDefault="0071745E" w:rsidP="005815CB">
            <w:pPr>
              <w:jc w:val="both"/>
              <w:rPr>
                <w:b w:val="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D32B7A">
              <w:rPr>
                <w:b w:val="0"/>
                <w:color w:val="000000"/>
                <w:sz w:val="28"/>
                <w:szCs w:val="28"/>
              </w:rPr>
              <w:t xml:space="preserve">14, 16, </w:t>
            </w:r>
            <w:r w:rsidR="001C79B6">
              <w:rPr>
                <w:b w:val="0"/>
                <w:color w:val="000000"/>
                <w:sz w:val="28"/>
                <w:szCs w:val="28"/>
              </w:rPr>
              <w:t>18, 31</w:t>
            </w:r>
          </w:p>
        </w:tc>
        <w:tc>
          <w:tcPr>
            <w:tcW w:w="1276" w:type="dxa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12799" w:rsidRPr="005815CB" w:rsidTr="006C4BFE">
        <w:trPr>
          <w:trHeight w:val="251"/>
        </w:trPr>
        <w:tc>
          <w:tcPr>
            <w:tcW w:w="2518" w:type="dxa"/>
            <w:vMerge/>
          </w:tcPr>
          <w:p w:rsidR="00B12799" w:rsidRPr="005815CB" w:rsidRDefault="00B12799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B12799" w:rsidRPr="005815CB" w:rsidRDefault="006C613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B12799" w:rsidRPr="005815CB" w:rsidRDefault="006C6138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B12799" w:rsidRPr="005815CB" w:rsidRDefault="00B1279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540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780" w:type="dxa"/>
          </w:tcPr>
          <w:p w:rsidR="00D35EDB" w:rsidRPr="005815CB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9242FF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хозяйства.</w:t>
            </w:r>
          </w:p>
          <w:p w:rsidR="00E05350" w:rsidRPr="005815CB" w:rsidRDefault="00E05350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6C6138" w:rsidRDefault="006C6138" w:rsidP="006C613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D35EDB" w:rsidRPr="005815CB" w:rsidRDefault="00D35EDB" w:rsidP="00D35ED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Pr="005815CB" w:rsidRDefault="009242FF" w:rsidP="00D63C66">
            <w:pPr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563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Африки в мире. Особенности географического положения региона.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История формирования его политической карты. Характерные черты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США. Условия их формирования и развития. Особенности политической системы.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989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9242FF" w:rsidRPr="005815CB" w:rsidRDefault="009242FF" w:rsidP="005815CB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9242FF" w:rsidRPr="00F729AC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6C4BFE">
        <w:tc>
          <w:tcPr>
            <w:tcW w:w="2518" w:type="dxa"/>
            <w:vMerge w:val="restart"/>
          </w:tcPr>
          <w:p w:rsidR="00F22006" w:rsidRPr="005815CB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 xml:space="preserve">Тема 1.7. </w:t>
            </w:r>
          </w:p>
          <w:p w:rsidR="00F22006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35114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F22006" w:rsidRPr="005815CB" w:rsidRDefault="00335114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F22006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1A4E79" w:rsidRP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EF7FF0">
              <w:rPr>
                <w:b w:val="0"/>
                <w:color w:val="000000"/>
                <w:sz w:val="28"/>
                <w:szCs w:val="28"/>
              </w:rPr>
              <w:t>14, 16, 37</w:t>
            </w:r>
          </w:p>
        </w:tc>
        <w:tc>
          <w:tcPr>
            <w:tcW w:w="1276" w:type="dxa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6C4BFE">
        <w:trPr>
          <w:trHeight w:val="182"/>
        </w:trPr>
        <w:tc>
          <w:tcPr>
            <w:tcW w:w="2518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22006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6C4BFE">
        <w:trPr>
          <w:trHeight w:val="2208"/>
        </w:trPr>
        <w:tc>
          <w:tcPr>
            <w:tcW w:w="2518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276" w:type="dxa"/>
          </w:tcPr>
          <w:p w:rsidR="00F22006" w:rsidRPr="005815CB" w:rsidRDefault="0070379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</w:tcPr>
          <w:p w:rsidR="00F22006" w:rsidRPr="005815CB" w:rsidRDefault="00B96EA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AB4629" w:rsidRPr="005815CB" w:rsidTr="006C4BFE">
        <w:tc>
          <w:tcPr>
            <w:tcW w:w="2518" w:type="dxa"/>
            <w:vMerge w:val="restart"/>
          </w:tcPr>
          <w:p w:rsidR="00AB4629" w:rsidRPr="005815CB" w:rsidRDefault="00AB462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10206" w:type="dxa"/>
            <w:gridSpan w:val="2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AB4629" w:rsidRDefault="00AB46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1A4E79" w:rsidRP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12DB0">
              <w:rPr>
                <w:b w:val="0"/>
                <w:color w:val="000000"/>
                <w:sz w:val="28"/>
                <w:szCs w:val="28"/>
              </w:rPr>
              <w:t xml:space="preserve">10, </w:t>
            </w:r>
            <w:r w:rsidR="00EF7FF0">
              <w:rPr>
                <w:b w:val="0"/>
                <w:color w:val="000000"/>
                <w:sz w:val="28"/>
                <w:szCs w:val="28"/>
              </w:rPr>
              <w:t xml:space="preserve">14, </w:t>
            </w:r>
            <w:r w:rsidR="00912DB0">
              <w:rPr>
                <w:b w:val="0"/>
                <w:color w:val="000000"/>
                <w:sz w:val="28"/>
                <w:szCs w:val="28"/>
              </w:rPr>
              <w:t>16, 31, 37</w:t>
            </w:r>
          </w:p>
        </w:tc>
        <w:tc>
          <w:tcPr>
            <w:tcW w:w="1276" w:type="dxa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BFBFBF" w:themeFill="background1" w:themeFillShade="BF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4629" w:rsidRPr="005815CB" w:rsidTr="006C4BFE">
        <w:trPr>
          <w:trHeight w:val="346"/>
        </w:trPr>
        <w:tc>
          <w:tcPr>
            <w:tcW w:w="2518" w:type="dxa"/>
            <w:vMerge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AB4629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F76DF" w:rsidRPr="005815CB" w:rsidTr="006C4BFE">
        <w:trPr>
          <w:trHeight w:val="1407"/>
        </w:trPr>
        <w:tc>
          <w:tcPr>
            <w:tcW w:w="2518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276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7F76DF" w:rsidRPr="005815CB" w:rsidRDefault="0037798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7F76DF" w:rsidRPr="005815CB" w:rsidTr="006C4BFE">
        <w:tc>
          <w:tcPr>
            <w:tcW w:w="2518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F76DF" w:rsidRPr="005815CB" w:rsidRDefault="007F76DF" w:rsidP="005815CB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1276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97BFA" w:rsidRPr="00D23D3A" w:rsidTr="005623D2">
        <w:tc>
          <w:tcPr>
            <w:tcW w:w="12724" w:type="dxa"/>
            <w:gridSpan w:val="3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276" w:type="dxa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5623D2">
        <w:tc>
          <w:tcPr>
            <w:tcW w:w="12724" w:type="dxa"/>
            <w:gridSpan w:val="3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Европы по площади тер-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ритории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численности населения и уровню экономическо-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крупнейшие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7. Россия в современном 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профиля. Дидактические материалы: учебное пособие для студ. учреждений 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</w:t>
      </w:r>
      <w:r>
        <w:rPr>
          <w:rFonts w:eastAsia="SchoolBookCSanPin-Regular"/>
          <w:b w:val="0"/>
          <w:sz w:val="28"/>
          <w:szCs w:val="28"/>
          <w:lang w:eastAsia="en-US"/>
        </w:rPr>
        <w:t>ред</w:t>
      </w:r>
      <w:proofErr w:type="gramStart"/>
      <w:r>
        <w:rPr>
          <w:rFonts w:eastAsia="SchoolBookCSanPin-Regular"/>
          <w:b w:val="0"/>
          <w:sz w:val="28"/>
          <w:szCs w:val="28"/>
          <w:lang w:eastAsia="en-US"/>
        </w:rPr>
        <w:t>.п</w:t>
      </w:r>
      <w:proofErr w:type="gramEnd"/>
      <w:r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 образования.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5815CB" w:rsidRDefault="0015150E" w:rsidP="001515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</w:t>
      </w:r>
      <w:r>
        <w:rPr>
          <w:rFonts w:eastAsia="SchoolBookCSanPin-Regular"/>
          <w:b w:val="0"/>
          <w:sz w:val="28"/>
          <w:szCs w:val="28"/>
          <w:lang w:eastAsia="en-US"/>
        </w:rPr>
        <w:t>: в 2 ч. 10—11 классы. — М.: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профиля: Мето</w:t>
      </w:r>
      <w:r>
        <w:rPr>
          <w:rFonts w:eastAsia="SchoolBookCSanPin-Regular"/>
          <w:b w:val="0"/>
          <w:sz w:val="28"/>
          <w:szCs w:val="28"/>
          <w:lang w:eastAsia="en-US"/>
        </w:rPr>
        <w:t>дические рекомендации.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</w:t>
      </w:r>
      <w:r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</w:t>
      </w:r>
      <w:r>
        <w:rPr>
          <w:rFonts w:eastAsia="SchoolBookCSanPin-Regular"/>
          <w:b w:val="0"/>
          <w:sz w:val="28"/>
          <w:szCs w:val="28"/>
          <w:lang w:eastAsia="en-US"/>
        </w:rPr>
        <w:t>ебалина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>
        <w:rPr>
          <w:rFonts w:eastAsia="SchoolBookCSanPin-Regular"/>
          <w:b w:val="0"/>
          <w:sz w:val="28"/>
          <w:szCs w:val="28"/>
          <w:lang w:eastAsia="en-US"/>
        </w:rPr>
        <w:t>., 2019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для детей. Культуры мира: мультимедийное при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ложение (компакт-диск). </w:t>
      </w:r>
      <w:proofErr w:type="gramStart"/>
      <w:r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>
        <w:rPr>
          <w:rFonts w:eastAsia="SchoolBookCSanPin-Regular"/>
          <w:b w:val="0"/>
          <w:sz w:val="28"/>
          <w:szCs w:val="28"/>
          <w:lang w:eastAsia="en-US"/>
        </w:rPr>
        <w:t>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94581E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</w:t>
      </w:r>
      <w:r>
        <w:rPr>
          <w:rFonts w:eastAsia="SchoolBookCSanPin-Regular"/>
          <w:b w:val="0"/>
          <w:sz w:val="28"/>
          <w:szCs w:val="28"/>
          <w:lang w:eastAsia="en-US"/>
        </w:rPr>
        <w:t>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5150E" w:rsidRPr="000D42EA" w:rsidRDefault="0015150E" w:rsidP="0015150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</w:t>
      </w:r>
      <w:r>
        <w:rPr>
          <w:rFonts w:eastAsia="SchoolBookCSanPin-Regular"/>
          <w:b w:val="0"/>
          <w:sz w:val="28"/>
          <w:szCs w:val="28"/>
          <w:lang w:eastAsia="en-US"/>
        </w:rPr>
        <w:t>л. ред. Н. А. Симония.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60394" w:rsidRDefault="00E60394" w:rsidP="0015150E">
      <w:pPr>
        <w:pStyle w:val="a6"/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5150E" w:rsidRPr="000D42EA" w:rsidRDefault="0015150E" w:rsidP="0015150E">
      <w:pPr>
        <w:pStyle w:val="a6"/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bookmarkStart w:id="0" w:name="_GoBack"/>
      <w:bookmarkEnd w:id="0"/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0D42EA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Pr="000D42EA" w:rsidRDefault="00E60394" w:rsidP="005815CB">
      <w:pPr>
        <w:jc w:val="both"/>
        <w:rPr>
          <w:b w:val="0"/>
          <w:sz w:val="22"/>
          <w:szCs w:val="22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086296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(Практическое занятие </w:t>
            </w:r>
            <w:r w:rsidRPr="005815CB">
              <w:rPr>
                <w:b w:val="0"/>
                <w:sz w:val="28"/>
                <w:szCs w:val="28"/>
              </w:rPr>
              <w:lastRenderedPageBreak/>
              <w:t>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72B" w:rsidRDefault="004F572B" w:rsidP="00042C21">
      <w:r>
        <w:separator/>
      </w:r>
    </w:p>
  </w:endnote>
  <w:endnote w:type="continuationSeparator" w:id="0">
    <w:p w:rsidR="004F572B" w:rsidRDefault="004F572B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79E6">
      <w:rPr>
        <w:rStyle w:val="a5"/>
        <w:noProof/>
      </w:rPr>
      <w:t>7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150E">
      <w:rPr>
        <w:rStyle w:val="a5"/>
        <w:noProof/>
      </w:rPr>
      <w:t>28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72B" w:rsidRDefault="004F572B" w:rsidP="00042C21">
      <w:r>
        <w:separator/>
      </w:r>
    </w:p>
  </w:footnote>
  <w:footnote w:type="continuationSeparator" w:id="0">
    <w:p w:rsidR="004F572B" w:rsidRDefault="004F572B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1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21"/>
  </w:num>
  <w:num w:numId="7">
    <w:abstractNumId w:val="16"/>
  </w:num>
  <w:num w:numId="8">
    <w:abstractNumId w:val="12"/>
  </w:num>
  <w:num w:numId="9">
    <w:abstractNumId w:val="22"/>
  </w:num>
  <w:num w:numId="10">
    <w:abstractNumId w:val="5"/>
  </w:num>
  <w:num w:numId="11">
    <w:abstractNumId w:val="6"/>
  </w:num>
  <w:num w:numId="12">
    <w:abstractNumId w:val="24"/>
  </w:num>
  <w:num w:numId="13">
    <w:abstractNumId w:val="18"/>
  </w:num>
  <w:num w:numId="14">
    <w:abstractNumId w:val="15"/>
  </w:num>
  <w:num w:numId="15">
    <w:abstractNumId w:val="17"/>
  </w:num>
  <w:num w:numId="16">
    <w:abstractNumId w:val="11"/>
  </w:num>
  <w:num w:numId="17">
    <w:abstractNumId w:val="4"/>
  </w:num>
  <w:num w:numId="18">
    <w:abstractNumId w:val="14"/>
  </w:num>
  <w:num w:numId="19">
    <w:abstractNumId w:val="23"/>
  </w:num>
  <w:num w:numId="20">
    <w:abstractNumId w:val="20"/>
  </w:num>
  <w:num w:numId="21">
    <w:abstractNumId w:val="9"/>
  </w:num>
  <w:num w:numId="22">
    <w:abstractNumId w:val="19"/>
  </w:num>
  <w:num w:numId="23">
    <w:abstractNumId w:val="2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15F58"/>
    <w:rsid w:val="000338C4"/>
    <w:rsid w:val="00034030"/>
    <w:rsid w:val="000360BA"/>
    <w:rsid w:val="00042C21"/>
    <w:rsid w:val="0005165F"/>
    <w:rsid w:val="000561DF"/>
    <w:rsid w:val="00086296"/>
    <w:rsid w:val="00093EE2"/>
    <w:rsid w:val="000A3AE0"/>
    <w:rsid w:val="000A7826"/>
    <w:rsid w:val="000D42EA"/>
    <w:rsid w:val="000E2B81"/>
    <w:rsid w:val="000F2F4A"/>
    <w:rsid w:val="000F4F57"/>
    <w:rsid w:val="001106DB"/>
    <w:rsid w:val="00111DD2"/>
    <w:rsid w:val="00127BFA"/>
    <w:rsid w:val="001506EA"/>
    <w:rsid w:val="0015150E"/>
    <w:rsid w:val="00153CCE"/>
    <w:rsid w:val="0016101B"/>
    <w:rsid w:val="00170E22"/>
    <w:rsid w:val="00174E5E"/>
    <w:rsid w:val="00176D54"/>
    <w:rsid w:val="0018447E"/>
    <w:rsid w:val="001879E6"/>
    <w:rsid w:val="00191C9C"/>
    <w:rsid w:val="001943E6"/>
    <w:rsid w:val="00195D28"/>
    <w:rsid w:val="00196BE1"/>
    <w:rsid w:val="00197621"/>
    <w:rsid w:val="001A0DDD"/>
    <w:rsid w:val="001A441B"/>
    <w:rsid w:val="001A4E79"/>
    <w:rsid w:val="001B4AEA"/>
    <w:rsid w:val="001B575E"/>
    <w:rsid w:val="001B5EBD"/>
    <w:rsid w:val="001C4BD2"/>
    <w:rsid w:val="001C79B6"/>
    <w:rsid w:val="001D0180"/>
    <w:rsid w:val="001D40FE"/>
    <w:rsid w:val="001D55B8"/>
    <w:rsid w:val="001E56AE"/>
    <w:rsid w:val="001F408A"/>
    <w:rsid w:val="00207486"/>
    <w:rsid w:val="00214B2E"/>
    <w:rsid w:val="00222A47"/>
    <w:rsid w:val="00224CF3"/>
    <w:rsid w:val="00225085"/>
    <w:rsid w:val="00237EA4"/>
    <w:rsid w:val="00247E49"/>
    <w:rsid w:val="00254F22"/>
    <w:rsid w:val="00256F72"/>
    <w:rsid w:val="00260C34"/>
    <w:rsid w:val="002620A9"/>
    <w:rsid w:val="00297B07"/>
    <w:rsid w:val="002A258C"/>
    <w:rsid w:val="002D20E4"/>
    <w:rsid w:val="002F1A1E"/>
    <w:rsid w:val="002F402A"/>
    <w:rsid w:val="002F44C8"/>
    <w:rsid w:val="0031449D"/>
    <w:rsid w:val="003217E4"/>
    <w:rsid w:val="00335114"/>
    <w:rsid w:val="003414E0"/>
    <w:rsid w:val="0034208F"/>
    <w:rsid w:val="00350C7A"/>
    <w:rsid w:val="00363E3D"/>
    <w:rsid w:val="0037335A"/>
    <w:rsid w:val="00377988"/>
    <w:rsid w:val="00386A23"/>
    <w:rsid w:val="00394728"/>
    <w:rsid w:val="003A6156"/>
    <w:rsid w:val="003B5EF7"/>
    <w:rsid w:val="003D3E58"/>
    <w:rsid w:val="003F311B"/>
    <w:rsid w:val="003F776F"/>
    <w:rsid w:val="00405323"/>
    <w:rsid w:val="00420FF8"/>
    <w:rsid w:val="00422AC2"/>
    <w:rsid w:val="00424B16"/>
    <w:rsid w:val="004254A5"/>
    <w:rsid w:val="00474A71"/>
    <w:rsid w:val="00492388"/>
    <w:rsid w:val="004A6476"/>
    <w:rsid w:val="004B296D"/>
    <w:rsid w:val="004C03E4"/>
    <w:rsid w:val="004C5AB8"/>
    <w:rsid w:val="004E6D2B"/>
    <w:rsid w:val="004F572B"/>
    <w:rsid w:val="004F747E"/>
    <w:rsid w:val="004F7CC0"/>
    <w:rsid w:val="00501521"/>
    <w:rsid w:val="00522AEA"/>
    <w:rsid w:val="00526CD1"/>
    <w:rsid w:val="00532ED4"/>
    <w:rsid w:val="005335DF"/>
    <w:rsid w:val="00542A05"/>
    <w:rsid w:val="005506A6"/>
    <w:rsid w:val="00552369"/>
    <w:rsid w:val="005602AE"/>
    <w:rsid w:val="00560630"/>
    <w:rsid w:val="005623D2"/>
    <w:rsid w:val="00567209"/>
    <w:rsid w:val="005740CD"/>
    <w:rsid w:val="005815CB"/>
    <w:rsid w:val="005A001D"/>
    <w:rsid w:val="005C4E9A"/>
    <w:rsid w:val="005D55DB"/>
    <w:rsid w:val="00605715"/>
    <w:rsid w:val="00637B21"/>
    <w:rsid w:val="00642245"/>
    <w:rsid w:val="00644A01"/>
    <w:rsid w:val="006477F9"/>
    <w:rsid w:val="006620E5"/>
    <w:rsid w:val="006630D2"/>
    <w:rsid w:val="0068088D"/>
    <w:rsid w:val="006808F7"/>
    <w:rsid w:val="0069038C"/>
    <w:rsid w:val="006A4617"/>
    <w:rsid w:val="006A6F8D"/>
    <w:rsid w:val="006C4BFE"/>
    <w:rsid w:val="006C6138"/>
    <w:rsid w:val="006D51FF"/>
    <w:rsid w:val="006D535E"/>
    <w:rsid w:val="006D59FA"/>
    <w:rsid w:val="006E44F6"/>
    <w:rsid w:val="006E4C85"/>
    <w:rsid w:val="006F11C4"/>
    <w:rsid w:val="006F7C54"/>
    <w:rsid w:val="00703791"/>
    <w:rsid w:val="00707659"/>
    <w:rsid w:val="00713843"/>
    <w:rsid w:val="00713A61"/>
    <w:rsid w:val="007144C5"/>
    <w:rsid w:val="00717190"/>
    <w:rsid w:val="0071745E"/>
    <w:rsid w:val="007346C9"/>
    <w:rsid w:val="00743502"/>
    <w:rsid w:val="007540E2"/>
    <w:rsid w:val="00754BE4"/>
    <w:rsid w:val="00755D65"/>
    <w:rsid w:val="00760B0D"/>
    <w:rsid w:val="00765BEA"/>
    <w:rsid w:val="007709A6"/>
    <w:rsid w:val="00782146"/>
    <w:rsid w:val="007877FF"/>
    <w:rsid w:val="007A00B9"/>
    <w:rsid w:val="007A73A0"/>
    <w:rsid w:val="007C196F"/>
    <w:rsid w:val="007C3E01"/>
    <w:rsid w:val="007D691E"/>
    <w:rsid w:val="007E517B"/>
    <w:rsid w:val="007F4948"/>
    <w:rsid w:val="007F76DF"/>
    <w:rsid w:val="00803F44"/>
    <w:rsid w:val="008058EF"/>
    <w:rsid w:val="00823FAD"/>
    <w:rsid w:val="008259A8"/>
    <w:rsid w:val="00847EFD"/>
    <w:rsid w:val="00864494"/>
    <w:rsid w:val="00870236"/>
    <w:rsid w:val="00872B6E"/>
    <w:rsid w:val="008775EA"/>
    <w:rsid w:val="00891116"/>
    <w:rsid w:val="00897BFA"/>
    <w:rsid w:val="008B1BD4"/>
    <w:rsid w:val="008D1F56"/>
    <w:rsid w:val="008E77AB"/>
    <w:rsid w:val="008F3829"/>
    <w:rsid w:val="008F7100"/>
    <w:rsid w:val="009030CD"/>
    <w:rsid w:val="00912DB0"/>
    <w:rsid w:val="0091580C"/>
    <w:rsid w:val="00916813"/>
    <w:rsid w:val="009242FF"/>
    <w:rsid w:val="0093504F"/>
    <w:rsid w:val="00966BA0"/>
    <w:rsid w:val="00987CAC"/>
    <w:rsid w:val="0099616D"/>
    <w:rsid w:val="00996E53"/>
    <w:rsid w:val="00997B4B"/>
    <w:rsid w:val="009A36CC"/>
    <w:rsid w:val="009A41C5"/>
    <w:rsid w:val="009B669C"/>
    <w:rsid w:val="009C1B93"/>
    <w:rsid w:val="009D1EF5"/>
    <w:rsid w:val="009D2648"/>
    <w:rsid w:val="009D4A2A"/>
    <w:rsid w:val="009F46DD"/>
    <w:rsid w:val="00A07E95"/>
    <w:rsid w:val="00A2631E"/>
    <w:rsid w:val="00A63462"/>
    <w:rsid w:val="00A67677"/>
    <w:rsid w:val="00A71571"/>
    <w:rsid w:val="00A9537D"/>
    <w:rsid w:val="00AB0F8A"/>
    <w:rsid w:val="00AB4629"/>
    <w:rsid w:val="00AC706B"/>
    <w:rsid w:val="00B04620"/>
    <w:rsid w:val="00B06D61"/>
    <w:rsid w:val="00B12799"/>
    <w:rsid w:val="00B2588F"/>
    <w:rsid w:val="00B44FD7"/>
    <w:rsid w:val="00B50C9A"/>
    <w:rsid w:val="00B7555C"/>
    <w:rsid w:val="00B82430"/>
    <w:rsid w:val="00B8720B"/>
    <w:rsid w:val="00B87EA0"/>
    <w:rsid w:val="00B96EA9"/>
    <w:rsid w:val="00BB7D1A"/>
    <w:rsid w:val="00BC5FCD"/>
    <w:rsid w:val="00BD62C8"/>
    <w:rsid w:val="00C00479"/>
    <w:rsid w:val="00C2469B"/>
    <w:rsid w:val="00C36F82"/>
    <w:rsid w:val="00C40B17"/>
    <w:rsid w:val="00C70D52"/>
    <w:rsid w:val="00C82C88"/>
    <w:rsid w:val="00C83264"/>
    <w:rsid w:val="00CB5D98"/>
    <w:rsid w:val="00CB7807"/>
    <w:rsid w:val="00CC3B4E"/>
    <w:rsid w:val="00CD1837"/>
    <w:rsid w:val="00CE3F6F"/>
    <w:rsid w:val="00CF5CB1"/>
    <w:rsid w:val="00D02D6F"/>
    <w:rsid w:val="00D04D96"/>
    <w:rsid w:val="00D23D3A"/>
    <w:rsid w:val="00D31F43"/>
    <w:rsid w:val="00D32B7A"/>
    <w:rsid w:val="00D35EDB"/>
    <w:rsid w:val="00D41ECB"/>
    <w:rsid w:val="00D47589"/>
    <w:rsid w:val="00D50B40"/>
    <w:rsid w:val="00D63C66"/>
    <w:rsid w:val="00D66503"/>
    <w:rsid w:val="00DA7D11"/>
    <w:rsid w:val="00DB622D"/>
    <w:rsid w:val="00DC1135"/>
    <w:rsid w:val="00DC4D9D"/>
    <w:rsid w:val="00DE14A9"/>
    <w:rsid w:val="00DF5213"/>
    <w:rsid w:val="00E00873"/>
    <w:rsid w:val="00E039C8"/>
    <w:rsid w:val="00E05350"/>
    <w:rsid w:val="00E07ADF"/>
    <w:rsid w:val="00E12CD6"/>
    <w:rsid w:val="00E16DC0"/>
    <w:rsid w:val="00E22D9E"/>
    <w:rsid w:val="00E36A3D"/>
    <w:rsid w:val="00E46F3B"/>
    <w:rsid w:val="00E51CA3"/>
    <w:rsid w:val="00E572BC"/>
    <w:rsid w:val="00E60394"/>
    <w:rsid w:val="00E608FD"/>
    <w:rsid w:val="00E645E4"/>
    <w:rsid w:val="00E65FC3"/>
    <w:rsid w:val="00E90827"/>
    <w:rsid w:val="00E90C81"/>
    <w:rsid w:val="00EA0780"/>
    <w:rsid w:val="00EB07EA"/>
    <w:rsid w:val="00EB4FAF"/>
    <w:rsid w:val="00EC46A6"/>
    <w:rsid w:val="00EC7120"/>
    <w:rsid w:val="00ED56DE"/>
    <w:rsid w:val="00EE09E1"/>
    <w:rsid w:val="00EE141E"/>
    <w:rsid w:val="00EE5BCA"/>
    <w:rsid w:val="00EE651F"/>
    <w:rsid w:val="00EE74F7"/>
    <w:rsid w:val="00EE794E"/>
    <w:rsid w:val="00EF7FF0"/>
    <w:rsid w:val="00F00179"/>
    <w:rsid w:val="00F033A0"/>
    <w:rsid w:val="00F0378C"/>
    <w:rsid w:val="00F10A00"/>
    <w:rsid w:val="00F1540E"/>
    <w:rsid w:val="00F212F8"/>
    <w:rsid w:val="00F22006"/>
    <w:rsid w:val="00F24B2B"/>
    <w:rsid w:val="00F26EAD"/>
    <w:rsid w:val="00F43228"/>
    <w:rsid w:val="00F4785A"/>
    <w:rsid w:val="00F62EB5"/>
    <w:rsid w:val="00F729AC"/>
    <w:rsid w:val="00F7765B"/>
    <w:rsid w:val="00F81812"/>
    <w:rsid w:val="00F8572D"/>
    <w:rsid w:val="00F86385"/>
    <w:rsid w:val="00F9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29</Pages>
  <Words>6835</Words>
  <Characters>38963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217</cp:revision>
  <cp:lastPrinted>2020-12-17T13:37:00Z</cp:lastPrinted>
  <dcterms:created xsi:type="dcterms:W3CDTF">2015-09-24T16:25:00Z</dcterms:created>
  <dcterms:modified xsi:type="dcterms:W3CDTF">2022-11-04T14:58:00Z</dcterms:modified>
</cp:coreProperties>
</file>